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57" w:rsidRPr="00373871" w:rsidRDefault="00745057" w:rsidP="004D3B8D">
      <w:pPr>
        <w:widowControl w:val="0"/>
        <w:snapToGrid w:val="0"/>
        <w:ind w:left="7810" w:right="-34" w:hanging="2310"/>
      </w:pPr>
      <w:r>
        <w:t xml:space="preserve">                                 ПРИЛОЖЕНИЕ  № 2</w:t>
      </w:r>
    </w:p>
    <w:p w:rsidR="00745057" w:rsidRDefault="00745057" w:rsidP="00A90C90">
      <w:pPr>
        <w:widowControl w:val="0"/>
        <w:snapToGrid w:val="0"/>
        <w:ind w:left="7810" w:hanging="2310"/>
      </w:pPr>
      <w:r>
        <w:t xml:space="preserve">                                 к постановлению администрации                                                                          муниципального  образования   Калининский район</w:t>
      </w:r>
    </w:p>
    <w:p w:rsidR="00745057" w:rsidRDefault="00745057" w:rsidP="00A15646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t xml:space="preserve">                                </w:t>
      </w:r>
      <w:r w:rsidRPr="00F018DC">
        <w:t xml:space="preserve">               </w:t>
      </w:r>
      <w:r>
        <w:t xml:space="preserve">       </w:t>
      </w:r>
      <w:r>
        <w:rPr>
          <w:lang w:eastAsia="ru-RU"/>
        </w:rPr>
        <w:t>от ________ № _____</w:t>
      </w:r>
    </w:p>
    <w:p w:rsidR="00745057" w:rsidRDefault="00745057" w:rsidP="00A15646">
      <w:pPr>
        <w:widowControl w:val="0"/>
        <w:snapToGrid w:val="0"/>
        <w:ind w:left="7810" w:hanging="2310"/>
        <w:rPr>
          <w:caps/>
          <w:lang w:eastAsia="ru-RU"/>
        </w:rPr>
      </w:pPr>
    </w:p>
    <w:p w:rsidR="00745057" w:rsidRDefault="00745057" w:rsidP="00A90C90">
      <w:pPr>
        <w:tabs>
          <w:tab w:val="left" w:pos="7810"/>
        </w:tabs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                                                 «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2</w:t>
      </w:r>
    </w:p>
    <w:p w:rsidR="00745057" w:rsidRDefault="00745057" w:rsidP="00A90C90">
      <w:pPr>
        <w:overflowPunct w:val="0"/>
        <w:autoSpaceDE w:val="0"/>
        <w:autoSpaceDN w:val="0"/>
        <w:adjustRightInd w:val="0"/>
        <w:ind w:left="7810" w:hanging="7810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</w:t>
      </w: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  <w:r>
        <w:t xml:space="preserve">муниципального                                                                                                                                                          </w:t>
      </w:r>
      <w:r w:rsidRPr="00A82FD1">
        <w:t xml:space="preserve">образования </w:t>
      </w:r>
      <w:r>
        <w:t xml:space="preserve">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  <w:r>
        <w:rPr>
          <w:lang w:eastAsia="ru-RU"/>
        </w:rPr>
        <w:t>«Развитие экономики</w:t>
      </w:r>
    </w:p>
    <w:p w:rsidR="00745057" w:rsidRDefault="00745057" w:rsidP="000F1C2F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  <w:r>
        <w:rPr>
          <w:lang w:eastAsia="ru-RU"/>
        </w:rPr>
        <w:t>Калининский район</w:t>
      </w:r>
    </w:p>
    <w:p w:rsidR="00745057" w:rsidRPr="0070225E" w:rsidRDefault="00745057" w:rsidP="000F1C2F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745057" w:rsidRDefault="00745057" w:rsidP="0070225E">
      <w:pPr>
        <w:autoSpaceDE w:val="0"/>
        <w:autoSpaceDN w:val="0"/>
        <w:adjustRightInd w:val="0"/>
        <w:ind w:left="7810" w:hanging="7810"/>
      </w:pPr>
      <w:r w:rsidRPr="0070225E">
        <w:rPr>
          <w:b/>
          <w:bCs/>
          <w:color w:val="FF0000"/>
          <w:lang w:eastAsia="ru-RU"/>
        </w:rPr>
        <w:t xml:space="preserve">                                                                                                               </w:t>
      </w:r>
      <w:r>
        <w:rPr>
          <w:b/>
          <w:bCs/>
          <w:color w:val="FF0000"/>
          <w:lang w:eastAsia="ru-RU"/>
        </w:rPr>
        <w:t xml:space="preserve"> </w:t>
      </w:r>
      <w:r>
        <w:t>(в редакции постановления администрации  муниципального  образования Калининский район</w:t>
      </w:r>
    </w:p>
    <w:p w:rsidR="00745057" w:rsidRDefault="00745057" w:rsidP="0070225E">
      <w:pPr>
        <w:autoSpaceDE w:val="0"/>
        <w:autoSpaceDN w:val="0"/>
        <w:adjustRightInd w:val="0"/>
        <w:rPr>
          <w:color w:val="FF0000"/>
          <w:lang w:eastAsia="ru-RU"/>
        </w:rPr>
      </w:pPr>
      <w:r>
        <w:t xml:space="preserve">                                                                             </w:t>
      </w:r>
      <w:r w:rsidRPr="001429D2">
        <w:t xml:space="preserve">                                  </w:t>
      </w:r>
      <w:r>
        <w:t xml:space="preserve"> от _________ № _____)    </w:t>
      </w:r>
    </w:p>
    <w:p w:rsidR="00745057" w:rsidRPr="0070225E" w:rsidRDefault="00745057" w:rsidP="000F1C2F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  <w:r w:rsidRPr="0070225E">
        <w:rPr>
          <w:b/>
          <w:bCs/>
          <w:color w:val="FF0000"/>
          <w:lang w:eastAsia="ru-RU"/>
        </w:rPr>
        <w:t xml:space="preserve">  </w:t>
      </w:r>
    </w:p>
    <w:p w:rsidR="00745057" w:rsidRDefault="00745057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745057" w:rsidRDefault="00745057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745057" w:rsidRDefault="00745057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ОБОСНОВАНИЕ  РЕСУРСНОГО  ОБЕСПЕЧЕНИЯ  </w:t>
      </w:r>
    </w:p>
    <w:p w:rsidR="00745057" w:rsidRDefault="00745057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 xml:space="preserve">МУНИЦИПАЛЬНОЙ </w:t>
      </w:r>
      <w:r>
        <w:rPr>
          <w:b/>
          <w:bCs/>
        </w:rPr>
        <w:t xml:space="preserve"> </w:t>
      </w:r>
      <w:r w:rsidRPr="00DF00DD">
        <w:rPr>
          <w:b/>
          <w:bCs/>
        </w:rPr>
        <w:t>ПРОГРАММЫ</w:t>
      </w:r>
    </w:p>
    <w:p w:rsidR="00745057" w:rsidRDefault="00745057" w:rsidP="001429D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794873">
        <w:rPr>
          <w:b/>
          <w:bCs/>
        </w:rPr>
        <w:t>муниципального образования Калининский район</w:t>
      </w:r>
      <w:r w:rsidRPr="001429D2">
        <w:rPr>
          <w:b/>
          <w:bCs/>
        </w:rPr>
        <w:t xml:space="preserve"> </w:t>
      </w:r>
      <w:r w:rsidRPr="00794873">
        <w:rPr>
          <w:b/>
          <w:bCs/>
          <w:lang w:eastAsia="ru-RU"/>
        </w:rPr>
        <w:t xml:space="preserve">«Развитие экономики </w:t>
      </w:r>
    </w:p>
    <w:p w:rsidR="00745057" w:rsidRPr="00794873" w:rsidRDefault="00745057" w:rsidP="006D1A0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794873">
        <w:rPr>
          <w:b/>
          <w:bCs/>
          <w:lang w:eastAsia="ru-RU"/>
        </w:rPr>
        <w:t>муниципального образования Калининский район  на 2015 – 2020 годы»</w:t>
      </w:r>
    </w:p>
    <w:p w:rsidR="00745057" w:rsidRDefault="00745057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745057" w:rsidRDefault="00745057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tbl>
      <w:tblPr>
        <w:tblW w:w="14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8"/>
        <w:gridCol w:w="1926"/>
        <w:gridCol w:w="1387"/>
        <w:gridCol w:w="1322"/>
        <w:gridCol w:w="1260"/>
        <w:gridCol w:w="1260"/>
        <w:gridCol w:w="1260"/>
        <w:gridCol w:w="1155"/>
      </w:tblGrid>
      <w:tr w:rsidR="00745057" w:rsidRPr="00A87A7F">
        <w:tc>
          <w:tcPr>
            <w:tcW w:w="5058" w:type="dxa"/>
            <w:vMerge w:val="restart"/>
            <w:vAlign w:val="center"/>
          </w:tcPr>
          <w:p w:rsidR="00745057" w:rsidRDefault="00745057" w:rsidP="007165F7">
            <w:pPr>
              <w:jc w:val="center"/>
              <w:rPr>
                <w:sz w:val="24"/>
                <w:szCs w:val="24"/>
              </w:rPr>
            </w:pPr>
          </w:p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Наименование муниципальной программы и ее подпрограмм</w:t>
            </w:r>
          </w:p>
        </w:tc>
        <w:tc>
          <w:tcPr>
            <w:tcW w:w="1926" w:type="dxa"/>
            <w:vMerge w:val="restart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7644" w:type="dxa"/>
            <w:gridSpan w:val="6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в том числе:</w:t>
            </w:r>
          </w:p>
        </w:tc>
      </w:tr>
      <w:tr w:rsidR="00745057" w:rsidRPr="00A87A7F">
        <w:tc>
          <w:tcPr>
            <w:tcW w:w="5058" w:type="dxa"/>
            <w:vMerge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2015 год</w:t>
            </w:r>
          </w:p>
        </w:tc>
        <w:tc>
          <w:tcPr>
            <w:tcW w:w="1322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2016 год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2017 год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2018 год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2019 год</w:t>
            </w:r>
          </w:p>
        </w:tc>
        <w:tc>
          <w:tcPr>
            <w:tcW w:w="1155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2020 год</w:t>
            </w:r>
          </w:p>
        </w:tc>
      </w:tr>
      <w:tr w:rsidR="00745057" w:rsidRPr="00A87A7F">
        <w:tc>
          <w:tcPr>
            <w:tcW w:w="5058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7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057" w:rsidRPr="00DB53D5">
        <w:tc>
          <w:tcPr>
            <w:tcW w:w="5058" w:type="dxa"/>
            <w:vAlign w:val="center"/>
          </w:tcPr>
          <w:p w:rsidR="00745057" w:rsidRPr="007165F7" w:rsidRDefault="00745057" w:rsidP="007165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 w:rsidRPr="007165F7">
              <w:rPr>
                <w:sz w:val="24"/>
                <w:szCs w:val="24"/>
                <w:lang w:eastAsia="ru-RU"/>
              </w:rPr>
              <w:t xml:space="preserve">«Развитие экономики муниципального образования </w:t>
            </w:r>
          </w:p>
          <w:p w:rsidR="00745057" w:rsidRDefault="00745057" w:rsidP="008A4CE9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  <w:lang w:eastAsia="ru-RU"/>
              </w:rPr>
              <w:t>Калининский район  на 2015 – 2020 годы»</w:t>
            </w:r>
            <w:r w:rsidRPr="007165F7">
              <w:rPr>
                <w:sz w:val="24"/>
                <w:szCs w:val="24"/>
              </w:rPr>
              <w:t>, всего</w:t>
            </w:r>
          </w:p>
          <w:p w:rsidR="00745057" w:rsidRPr="007165F7" w:rsidRDefault="00745057" w:rsidP="008A4CE9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745057" w:rsidRPr="00E439E7" w:rsidRDefault="00745057" w:rsidP="00B05442">
            <w:pPr>
              <w:jc w:val="center"/>
              <w:rPr>
                <w:sz w:val="24"/>
                <w:szCs w:val="24"/>
              </w:rPr>
            </w:pPr>
            <w:r w:rsidRPr="00E439E7">
              <w:rPr>
                <w:sz w:val="24"/>
                <w:szCs w:val="24"/>
              </w:rPr>
              <w:t>118095,6</w:t>
            </w:r>
          </w:p>
        </w:tc>
        <w:tc>
          <w:tcPr>
            <w:tcW w:w="1387" w:type="dxa"/>
            <w:vAlign w:val="center"/>
          </w:tcPr>
          <w:p w:rsidR="00745057" w:rsidRPr="00E439E7" w:rsidRDefault="00745057" w:rsidP="00B05442">
            <w:pPr>
              <w:jc w:val="center"/>
              <w:rPr>
                <w:sz w:val="24"/>
                <w:szCs w:val="24"/>
              </w:rPr>
            </w:pPr>
            <w:r w:rsidRPr="00E439E7">
              <w:rPr>
                <w:sz w:val="24"/>
                <w:szCs w:val="24"/>
              </w:rPr>
              <w:t>15789,6</w:t>
            </w:r>
          </w:p>
        </w:tc>
        <w:tc>
          <w:tcPr>
            <w:tcW w:w="1322" w:type="dxa"/>
            <w:vAlign w:val="center"/>
          </w:tcPr>
          <w:p w:rsidR="00745057" w:rsidRPr="00E439E7" w:rsidRDefault="00745057" w:rsidP="00B05442">
            <w:pPr>
              <w:jc w:val="center"/>
              <w:rPr>
                <w:sz w:val="24"/>
                <w:szCs w:val="24"/>
              </w:rPr>
            </w:pPr>
            <w:r w:rsidRPr="00E439E7">
              <w:rPr>
                <w:sz w:val="24"/>
                <w:szCs w:val="24"/>
              </w:rPr>
              <w:t>17686,8</w:t>
            </w:r>
          </w:p>
        </w:tc>
        <w:tc>
          <w:tcPr>
            <w:tcW w:w="1260" w:type="dxa"/>
            <w:vAlign w:val="center"/>
          </w:tcPr>
          <w:p w:rsidR="00745057" w:rsidRPr="005F2895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20790,3</w:t>
            </w:r>
          </w:p>
        </w:tc>
        <w:tc>
          <w:tcPr>
            <w:tcW w:w="1260" w:type="dxa"/>
            <w:vAlign w:val="center"/>
          </w:tcPr>
          <w:p w:rsidR="00745057" w:rsidRPr="005F2895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21601</w:t>
            </w:r>
            <w:r w:rsidRPr="005F2895">
              <w:rPr>
                <w:sz w:val="24"/>
                <w:szCs w:val="24"/>
              </w:rPr>
              <w:t>,6</w:t>
            </w:r>
          </w:p>
        </w:tc>
        <w:tc>
          <w:tcPr>
            <w:tcW w:w="1260" w:type="dxa"/>
            <w:vAlign w:val="center"/>
          </w:tcPr>
          <w:p w:rsidR="00745057" w:rsidRPr="005F2895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  <w:r w:rsidRPr="005F2895">
              <w:rPr>
                <w:sz w:val="24"/>
                <w:szCs w:val="24"/>
              </w:rPr>
              <w:t>34,7</w:t>
            </w:r>
          </w:p>
        </w:tc>
        <w:tc>
          <w:tcPr>
            <w:tcW w:w="1155" w:type="dxa"/>
            <w:vAlign w:val="center"/>
          </w:tcPr>
          <w:p w:rsidR="00745057" w:rsidRPr="005F2895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21492</w:t>
            </w:r>
            <w:r w:rsidRPr="005F2895">
              <w:rPr>
                <w:sz w:val="24"/>
                <w:szCs w:val="24"/>
              </w:rPr>
              <w:t>,6</w:t>
            </w:r>
          </w:p>
        </w:tc>
      </w:tr>
      <w:tr w:rsidR="00745057" w:rsidRPr="00DB53D5">
        <w:tc>
          <w:tcPr>
            <w:tcW w:w="5058" w:type="dxa"/>
            <w:vAlign w:val="center"/>
          </w:tcPr>
          <w:p w:rsidR="00745057" w:rsidRPr="007165F7" w:rsidRDefault="00745057" w:rsidP="00A414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26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7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745057" w:rsidRPr="007165F7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057" w:rsidRPr="00DB53D5">
        <w:tc>
          <w:tcPr>
            <w:tcW w:w="5058" w:type="dxa"/>
            <w:vAlign w:val="center"/>
          </w:tcPr>
          <w:p w:rsidR="00745057" w:rsidRPr="007165F7" w:rsidRDefault="00745057" w:rsidP="00682401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В том числе:</w:t>
            </w:r>
          </w:p>
          <w:p w:rsidR="00745057" w:rsidRPr="007165F7" w:rsidRDefault="00745057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45057" w:rsidRDefault="00745057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1) Мероприятие муниципальной программы «Обеспечение деятельности управления экономики администрации муниципального образования Калининский район на 2015-2020 годы»</w:t>
            </w:r>
          </w:p>
          <w:p w:rsidR="00745057" w:rsidRPr="007165F7" w:rsidRDefault="00745057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28699,0</w:t>
            </w:r>
          </w:p>
        </w:tc>
        <w:tc>
          <w:tcPr>
            <w:tcW w:w="1387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4290,3</w:t>
            </w:r>
          </w:p>
        </w:tc>
        <w:tc>
          <w:tcPr>
            <w:tcW w:w="1322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4998,3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4674,4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4695,7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5010,3</w:t>
            </w:r>
          </w:p>
        </w:tc>
        <w:tc>
          <w:tcPr>
            <w:tcW w:w="1155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5030,0</w:t>
            </w:r>
          </w:p>
        </w:tc>
      </w:tr>
      <w:tr w:rsidR="00745057" w:rsidRPr="00DB53D5">
        <w:tc>
          <w:tcPr>
            <w:tcW w:w="5058" w:type="dxa"/>
          </w:tcPr>
          <w:p w:rsidR="00745057" w:rsidRPr="007165F7" w:rsidRDefault="00745057" w:rsidP="008A4CE9">
            <w:pPr>
              <w:rPr>
                <w:sz w:val="24"/>
                <w:szCs w:val="24"/>
              </w:rPr>
            </w:pPr>
          </w:p>
          <w:p w:rsidR="00745057" w:rsidRDefault="00745057" w:rsidP="008A4CE9">
            <w:pPr>
              <w:rPr>
                <w:sz w:val="24"/>
                <w:szCs w:val="24"/>
                <w:lang w:eastAsia="ru-RU"/>
              </w:rPr>
            </w:pPr>
            <w:r w:rsidRPr="007165F7">
              <w:rPr>
                <w:sz w:val="24"/>
                <w:szCs w:val="24"/>
              </w:rPr>
              <w:t xml:space="preserve">2) Подпрограмма </w:t>
            </w:r>
            <w:r w:rsidRPr="007165F7">
              <w:rPr>
                <w:lang w:eastAsia="ru-RU"/>
              </w:rPr>
              <w:t>«</w:t>
            </w:r>
            <w:r w:rsidRPr="007165F7">
              <w:rPr>
                <w:sz w:val="24"/>
                <w:szCs w:val="24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Калин</w:t>
            </w:r>
            <w:r>
              <w:rPr>
                <w:sz w:val="24"/>
                <w:szCs w:val="24"/>
                <w:lang w:eastAsia="ru-RU"/>
              </w:rPr>
              <w:t>инский район на 2015-2020 годы»</w:t>
            </w:r>
          </w:p>
          <w:p w:rsidR="00745057" w:rsidRDefault="00745057" w:rsidP="008A4CE9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8A4CE9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8A4CE9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8A4CE9">
            <w:pPr>
              <w:rPr>
                <w:sz w:val="24"/>
                <w:szCs w:val="24"/>
                <w:lang w:eastAsia="ru-RU"/>
              </w:rPr>
            </w:pPr>
          </w:p>
          <w:p w:rsidR="00745057" w:rsidRPr="007165F7" w:rsidRDefault="00745057" w:rsidP="008A4CE9">
            <w:pPr>
              <w:rPr>
                <w:sz w:val="24"/>
                <w:szCs w:val="24"/>
                <w:lang w:eastAsia="ru-RU"/>
              </w:rPr>
            </w:pPr>
          </w:p>
          <w:p w:rsidR="00745057" w:rsidRPr="007165F7" w:rsidRDefault="00745057" w:rsidP="00B0464F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8928,2</w:t>
            </w:r>
          </w:p>
        </w:tc>
        <w:tc>
          <w:tcPr>
            <w:tcW w:w="1387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1712,0</w:t>
            </w:r>
          </w:p>
        </w:tc>
        <w:tc>
          <w:tcPr>
            <w:tcW w:w="1322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2067,2</w:t>
            </w:r>
          </w:p>
        </w:tc>
        <w:tc>
          <w:tcPr>
            <w:tcW w:w="1260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2145,0</w:t>
            </w:r>
          </w:p>
        </w:tc>
        <w:tc>
          <w:tcPr>
            <w:tcW w:w="1260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2255,0</w:t>
            </w:r>
          </w:p>
        </w:tc>
        <w:tc>
          <w:tcPr>
            <w:tcW w:w="1260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370,0</w:t>
            </w:r>
          </w:p>
        </w:tc>
        <w:tc>
          <w:tcPr>
            <w:tcW w:w="1155" w:type="dxa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</w:p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380,0</w:t>
            </w:r>
          </w:p>
        </w:tc>
      </w:tr>
      <w:tr w:rsidR="00745057" w:rsidRPr="00DB53D5">
        <w:tc>
          <w:tcPr>
            <w:tcW w:w="5058" w:type="dxa"/>
          </w:tcPr>
          <w:p w:rsidR="00745057" w:rsidRPr="007165F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  <w:r w:rsidRPr="007165F7">
              <w:rPr>
                <w:sz w:val="24"/>
                <w:szCs w:val="24"/>
                <w:lang w:eastAsia="ru-RU"/>
              </w:rPr>
              <w:t>3) Подпрограмма «Развитие инвестиционного потенциала муниципального образования Калин</w:t>
            </w:r>
            <w:r>
              <w:rPr>
                <w:sz w:val="24"/>
                <w:szCs w:val="24"/>
                <w:lang w:eastAsia="ru-RU"/>
              </w:rPr>
              <w:t>инский район на 2015-2020 годы»</w:t>
            </w: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Pr="007165F7" w:rsidRDefault="00745057" w:rsidP="00B0464F">
            <w:pPr>
              <w:rPr>
                <w:sz w:val="24"/>
                <w:szCs w:val="24"/>
                <w:lang w:eastAsia="ru-RU"/>
              </w:rPr>
            </w:pPr>
          </w:p>
          <w:p w:rsidR="00745057" w:rsidRPr="007165F7" w:rsidRDefault="00745057" w:rsidP="008A4CE9">
            <w:pPr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15639,3</w:t>
            </w:r>
          </w:p>
        </w:tc>
        <w:tc>
          <w:tcPr>
            <w:tcW w:w="1387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2239,30</w:t>
            </w:r>
          </w:p>
        </w:tc>
        <w:tc>
          <w:tcPr>
            <w:tcW w:w="1322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2000,00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2700,0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2800,00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2900,00</w:t>
            </w:r>
          </w:p>
        </w:tc>
        <w:tc>
          <w:tcPr>
            <w:tcW w:w="1155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3000,00</w:t>
            </w:r>
          </w:p>
        </w:tc>
      </w:tr>
      <w:tr w:rsidR="00745057" w:rsidRPr="00DB53D5">
        <w:tc>
          <w:tcPr>
            <w:tcW w:w="5058" w:type="dxa"/>
          </w:tcPr>
          <w:p w:rsidR="00745057" w:rsidRPr="007165F7" w:rsidRDefault="00745057" w:rsidP="0040186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  <w:vAlign w:val="center"/>
          </w:tcPr>
          <w:p w:rsidR="0074505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7" w:type="dxa"/>
            <w:vAlign w:val="center"/>
          </w:tcPr>
          <w:p w:rsidR="0074505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55" w:type="dxa"/>
            <w:vAlign w:val="center"/>
          </w:tcPr>
          <w:p w:rsidR="00745057" w:rsidRPr="007165F7" w:rsidRDefault="0074505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057" w:rsidRPr="00DB53D5">
        <w:tc>
          <w:tcPr>
            <w:tcW w:w="5058" w:type="dxa"/>
          </w:tcPr>
          <w:p w:rsidR="00745057" w:rsidRPr="007165F7" w:rsidRDefault="00745057" w:rsidP="008A4CE9">
            <w:pPr>
              <w:rPr>
                <w:sz w:val="24"/>
                <w:szCs w:val="24"/>
                <w:lang w:eastAsia="ru-RU"/>
              </w:rPr>
            </w:pPr>
          </w:p>
          <w:p w:rsidR="00745057" w:rsidRPr="007165F7" w:rsidRDefault="00745057" w:rsidP="008A4CE9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  <w:lang w:eastAsia="ru-RU"/>
              </w:rPr>
              <w:t>4) Подпрограмма «Улучшение качества предоставления государственных и муниципальных услуг на территории муниципального образования Калининский район на 2015-2020 годы»</w:t>
            </w:r>
          </w:p>
        </w:tc>
        <w:tc>
          <w:tcPr>
            <w:tcW w:w="1926" w:type="dxa"/>
            <w:vAlign w:val="center"/>
          </w:tcPr>
          <w:p w:rsidR="00745057" w:rsidRPr="00E439E7" w:rsidRDefault="00745057" w:rsidP="00B05442">
            <w:pPr>
              <w:jc w:val="center"/>
              <w:rPr>
                <w:sz w:val="24"/>
                <w:szCs w:val="24"/>
              </w:rPr>
            </w:pPr>
            <w:r w:rsidRPr="00E439E7">
              <w:rPr>
                <w:sz w:val="24"/>
                <w:szCs w:val="24"/>
              </w:rPr>
              <w:t>64828,1</w:t>
            </w:r>
          </w:p>
        </w:tc>
        <w:tc>
          <w:tcPr>
            <w:tcW w:w="1387" w:type="dxa"/>
            <w:vAlign w:val="center"/>
          </w:tcPr>
          <w:p w:rsidR="00745057" w:rsidRPr="00E439E7" w:rsidRDefault="00745057" w:rsidP="00B05442">
            <w:pPr>
              <w:jc w:val="center"/>
              <w:rPr>
                <w:sz w:val="24"/>
                <w:szCs w:val="24"/>
              </w:rPr>
            </w:pPr>
            <w:r w:rsidRPr="00E439E7">
              <w:rPr>
                <w:sz w:val="24"/>
                <w:szCs w:val="24"/>
              </w:rPr>
              <w:t>7548,0</w:t>
            </w:r>
          </w:p>
        </w:tc>
        <w:tc>
          <w:tcPr>
            <w:tcW w:w="1322" w:type="dxa"/>
            <w:vAlign w:val="center"/>
          </w:tcPr>
          <w:p w:rsidR="00745057" w:rsidRPr="00E439E7" w:rsidRDefault="00745057" w:rsidP="00B05442">
            <w:pPr>
              <w:jc w:val="center"/>
              <w:rPr>
                <w:sz w:val="24"/>
                <w:szCs w:val="24"/>
                <w:lang w:val="en-US"/>
              </w:rPr>
            </w:pPr>
            <w:r w:rsidRPr="00E439E7">
              <w:rPr>
                <w:sz w:val="24"/>
                <w:szCs w:val="24"/>
                <w:lang w:val="en-US"/>
              </w:rPr>
              <w:t>8</w:t>
            </w:r>
            <w:r w:rsidRPr="00E439E7">
              <w:rPr>
                <w:sz w:val="24"/>
                <w:szCs w:val="24"/>
              </w:rPr>
              <w:t>621,</w:t>
            </w:r>
            <w:r w:rsidRPr="00E439E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11270,9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11850,9</w:t>
            </w:r>
          </w:p>
        </w:tc>
        <w:tc>
          <w:tcPr>
            <w:tcW w:w="1260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12454,4</w:t>
            </w:r>
          </w:p>
        </w:tc>
        <w:tc>
          <w:tcPr>
            <w:tcW w:w="1155" w:type="dxa"/>
            <w:vAlign w:val="center"/>
          </w:tcPr>
          <w:p w:rsidR="00745057" w:rsidRPr="00BD6213" w:rsidRDefault="00745057" w:rsidP="00B05442">
            <w:pPr>
              <w:jc w:val="center"/>
              <w:rPr>
                <w:sz w:val="24"/>
                <w:szCs w:val="24"/>
              </w:rPr>
            </w:pPr>
            <w:r w:rsidRPr="00BD6213">
              <w:rPr>
                <w:sz w:val="24"/>
                <w:szCs w:val="24"/>
              </w:rPr>
              <w:t>13082,6</w:t>
            </w:r>
          </w:p>
        </w:tc>
      </w:tr>
    </w:tbl>
    <w:p w:rsidR="00745057" w:rsidRDefault="00745057">
      <w:r>
        <w:t xml:space="preserve">                                                                                                                                                                                                           ».</w:t>
      </w:r>
    </w:p>
    <w:p w:rsidR="00745057" w:rsidRDefault="00745057"/>
    <w:p w:rsidR="00745057" w:rsidRDefault="00745057">
      <w:r>
        <w:t>Начальник управления экономики</w:t>
      </w:r>
    </w:p>
    <w:p w:rsidR="00745057" w:rsidRDefault="00745057">
      <w:r>
        <w:t>администрации муниципального</w:t>
      </w:r>
    </w:p>
    <w:p w:rsidR="00745057" w:rsidRDefault="00745057">
      <w:r>
        <w:t>образования Калининский район                                                                                                                        А.С. Винников</w:t>
      </w:r>
    </w:p>
    <w:sectPr w:rsidR="00745057" w:rsidSect="00E80A11">
      <w:headerReference w:type="default" r:id="rId6"/>
      <w:pgSz w:w="16838" w:h="11906" w:orient="landscape"/>
      <w:pgMar w:top="1701" w:right="12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057" w:rsidRDefault="00745057">
      <w:r>
        <w:separator/>
      </w:r>
    </w:p>
  </w:endnote>
  <w:endnote w:type="continuationSeparator" w:id="1">
    <w:p w:rsidR="00745057" w:rsidRDefault="00745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057" w:rsidRDefault="00745057">
      <w:r>
        <w:separator/>
      </w:r>
    </w:p>
  </w:footnote>
  <w:footnote w:type="continuationSeparator" w:id="1">
    <w:p w:rsidR="00745057" w:rsidRDefault="00745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057" w:rsidRDefault="00745057" w:rsidP="00FC5923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45057" w:rsidRDefault="00745057" w:rsidP="00FC5923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CE9"/>
    <w:rsid w:val="00000730"/>
    <w:rsid w:val="00020EB8"/>
    <w:rsid w:val="000320D7"/>
    <w:rsid w:val="000456EE"/>
    <w:rsid w:val="00064B05"/>
    <w:rsid w:val="00064CE5"/>
    <w:rsid w:val="000961B3"/>
    <w:rsid w:val="000A7B55"/>
    <w:rsid w:val="000C5B9A"/>
    <w:rsid w:val="000F1C2F"/>
    <w:rsid w:val="00137F76"/>
    <w:rsid w:val="001429D2"/>
    <w:rsid w:val="001B489E"/>
    <w:rsid w:val="001E0297"/>
    <w:rsid w:val="002157E0"/>
    <w:rsid w:val="00220B84"/>
    <w:rsid w:val="00251B09"/>
    <w:rsid w:val="00262756"/>
    <w:rsid w:val="002671BB"/>
    <w:rsid w:val="002772B4"/>
    <w:rsid w:val="002B14A3"/>
    <w:rsid w:val="002D4395"/>
    <w:rsid w:val="002E1953"/>
    <w:rsid w:val="002F0E15"/>
    <w:rsid w:val="002F4BE9"/>
    <w:rsid w:val="00302001"/>
    <w:rsid w:val="0031510A"/>
    <w:rsid w:val="00330BAB"/>
    <w:rsid w:val="00353B18"/>
    <w:rsid w:val="00373871"/>
    <w:rsid w:val="0038223B"/>
    <w:rsid w:val="003876E0"/>
    <w:rsid w:val="003B5C5C"/>
    <w:rsid w:val="003B7B17"/>
    <w:rsid w:val="003C1625"/>
    <w:rsid w:val="003C309C"/>
    <w:rsid w:val="003C5327"/>
    <w:rsid w:val="003D6EA1"/>
    <w:rsid w:val="00401863"/>
    <w:rsid w:val="004041B4"/>
    <w:rsid w:val="00414C67"/>
    <w:rsid w:val="00420F4F"/>
    <w:rsid w:val="00451AA6"/>
    <w:rsid w:val="0045586A"/>
    <w:rsid w:val="004A553F"/>
    <w:rsid w:val="004D3B8D"/>
    <w:rsid w:val="004D65EE"/>
    <w:rsid w:val="004F288C"/>
    <w:rsid w:val="004F5A07"/>
    <w:rsid w:val="005035D7"/>
    <w:rsid w:val="0051236F"/>
    <w:rsid w:val="00512724"/>
    <w:rsid w:val="00517AAF"/>
    <w:rsid w:val="00547199"/>
    <w:rsid w:val="00577C85"/>
    <w:rsid w:val="005835B6"/>
    <w:rsid w:val="00584807"/>
    <w:rsid w:val="005B2EE4"/>
    <w:rsid w:val="005C0ED1"/>
    <w:rsid w:val="005C390D"/>
    <w:rsid w:val="005C6A6E"/>
    <w:rsid w:val="005F2895"/>
    <w:rsid w:val="005F49E0"/>
    <w:rsid w:val="005F500C"/>
    <w:rsid w:val="006375AB"/>
    <w:rsid w:val="00650310"/>
    <w:rsid w:val="0065091F"/>
    <w:rsid w:val="00682401"/>
    <w:rsid w:val="00683BEE"/>
    <w:rsid w:val="006D1A02"/>
    <w:rsid w:val="006D7A9F"/>
    <w:rsid w:val="0070225E"/>
    <w:rsid w:val="007061B6"/>
    <w:rsid w:val="007165F7"/>
    <w:rsid w:val="00725049"/>
    <w:rsid w:val="00734710"/>
    <w:rsid w:val="00745057"/>
    <w:rsid w:val="007450F0"/>
    <w:rsid w:val="00751ED9"/>
    <w:rsid w:val="00765C2C"/>
    <w:rsid w:val="00790841"/>
    <w:rsid w:val="00794873"/>
    <w:rsid w:val="007E4A2A"/>
    <w:rsid w:val="007F1A9A"/>
    <w:rsid w:val="008056B9"/>
    <w:rsid w:val="00833628"/>
    <w:rsid w:val="00836231"/>
    <w:rsid w:val="0088034D"/>
    <w:rsid w:val="008A4CE9"/>
    <w:rsid w:val="008D142D"/>
    <w:rsid w:val="008E0B21"/>
    <w:rsid w:val="008E6A9F"/>
    <w:rsid w:val="008F1B91"/>
    <w:rsid w:val="00903EFD"/>
    <w:rsid w:val="00915539"/>
    <w:rsid w:val="00923AF1"/>
    <w:rsid w:val="0092419F"/>
    <w:rsid w:val="00937FFC"/>
    <w:rsid w:val="009547FE"/>
    <w:rsid w:val="009565BA"/>
    <w:rsid w:val="0097338D"/>
    <w:rsid w:val="009A53E4"/>
    <w:rsid w:val="009C6FCD"/>
    <w:rsid w:val="009F20EF"/>
    <w:rsid w:val="00A15646"/>
    <w:rsid w:val="00A25D41"/>
    <w:rsid w:val="00A41474"/>
    <w:rsid w:val="00A561E2"/>
    <w:rsid w:val="00A73FD1"/>
    <w:rsid w:val="00A75259"/>
    <w:rsid w:val="00A81649"/>
    <w:rsid w:val="00A82FD1"/>
    <w:rsid w:val="00A87A7F"/>
    <w:rsid w:val="00A90C90"/>
    <w:rsid w:val="00A955E6"/>
    <w:rsid w:val="00A9757B"/>
    <w:rsid w:val="00AB2505"/>
    <w:rsid w:val="00AB679C"/>
    <w:rsid w:val="00AC39D6"/>
    <w:rsid w:val="00AC3FB0"/>
    <w:rsid w:val="00AC79FA"/>
    <w:rsid w:val="00B0464F"/>
    <w:rsid w:val="00B05442"/>
    <w:rsid w:val="00B32524"/>
    <w:rsid w:val="00BC23FD"/>
    <w:rsid w:val="00BD6213"/>
    <w:rsid w:val="00C11A93"/>
    <w:rsid w:val="00C211B6"/>
    <w:rsid w:val="00C32485"/>
    <w:rsid w:val="00C45BA0"/>
    <w:rsid w:val="00C51428"/>
    <w:rsid w:val="00C576EB"/>
    <w:rsid w:val="00C80157"/>
    <w:rsid w:val="00CC721F"/>
    <w:rsid w:val="00CD2078"/>
    <w:rsid w:val="00CE678A"/>
    <w:rsid w:val="00D15722"/>
    <w:rsid w:val="00D73139"/>
    <w:rsid w:val="00D75C52"/>
    <w:rsid w:val="00D94839"/>
    <w:rsid w:val="00DB53D5"/>
    <w:rsid w:val="00DE163C"/>
    <w:rsid w:val="00DF00DD"/>
    <w:rsid w:val="00DF4BF3"/>
    <w:rsid w:val="00E07C50"/>
    <w:rsid w:val="00E24688"/>
    <w:rsid w:val="00E439E7"/>
    <w:rsid w:val="00E45268"/>
    <w:rsid w:val="00E730E7"/>
    <w:rsid w:val="00E80A11"/>
    <w:rsid w:val="00E90A7C"/>
    <w:rsid w:val="00E96032"/>
    <w:rsid w:val="00EB4C22"/>
    <w:rsid w:val="00EC6CCD"/>
    <w:rsid w:val="00F018DC"/>
    <w:rsid w:val="00F102CD"/>
    <w:rsid w:val="00F538B3"/>
    <w:rsid w:val="00F86740"/>
    <w:rsid w:val="00FA7FD8"/>
    <w:rsid w:val="00FC5923"/>
    <w:rsid w:val="00FF045E"/>
    <w:rsid w:val="00FF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4CE9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5B9A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C514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6231"/>
    <w:rPr>
      <w:rFonts w:ascii="Times New Roman" w:hAnsi="Times New Roman" w:cs="Times New Roman"/>
      <w:sz w:val="28"/>
      <w:szCs w:val="28"/>
      <w:lang w:eastAsia="ar-SA" w:bidi="ar-SA"/>
    </w:rPr>
  </w:style>
  <w:style w:type="character" w:styleId="PageNumber">
    <w:name w:val="page number"/>
    <w:basedOn w:val="DefaultParagraphFont"/>
    <w:uiPriority w:val="99"/>
    <w:rsid w:val="00C51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39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372</TotalTime>
  <Pages>3</Pages>
  <Words>493</Words>
  <Characters>2813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Vinnikov</cp:lastModifiedBy>
  <cp:revision>76</cp:revision>
  <cp:lastPrinted>2015-11-11T07:39:00Z</cp:lastPrinted>
  <dcterms:created xsi:type="dcterms:W3CDTF">2014-08-21T05:08:00Z</dcterms:created>
  <dcterms:modified xsi:type="dcterms:W3CDTF">2016-08-23T09:38:00Z</dcterms:modified>
</cp:coreProperties>
</file>