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A2F" w:rsidRPr="00650310" w:rsidRDefault="00820A2F" w:rsidP="00B9502A">
      <w:pPr>
        <w:overflowPunct w:val="0"/>
        <w:autoSpaceDE w:val="0"/>
        <w:autoSpaceDN w:val="0"/>
        <w:adjustRightInd w:val="0"/>
        <w:jc w:val="center"/>
        <w:outlineLvl w:val="1"/>
        <w:rPr>
          <w:lang w:eastAsia="ru-RU"/>
        </w:rPr>
      </w:pPr>
      <w:r>
        <w:rPr>
          <w:caps/>
          <w:lang w:eastAsia="ru-RU"/>
        </w:rPr>
        <w:t xml:space="preserve">                                                                       </w:t>
      </w:r>
      <w:r w:rsidRPr="00650310">
        <w:rPr>
          <w:caps/>
          <w:lang w:eastAsia="ru-RU"/>
        </w:rPr>
        <w:t>Приложение</w:t>
      </w:r>
      <w:r w:rsidRPr="00650310">
        <w:rPr>
          <w:lang w:eastAsia="ru-RU"/>
        </w:rPr>
        <w:t xml:space="preserve"> № </w:t>
      </w:r>
      <w:r>
        <w:rPr>
          <w:lang w:eastAsia="ru-RU"/>
        </w:rPr>
        <w:t>2</w:t>
      </w:r>
    </w:p>
    <w:p w:rsidR="00820A2F" w:rsidRDefault="00820A2F" w:rsidP="00B9502A">
      <w:pPr>
        <w:overflowPunct w:val="0"/>
        <w:autoSpaceDE w:val="0"/>
        <w:autoSpaceDN w:val="0"/>
        <w:adjustRightInd w:val="0"/>
        <w:outlineLvl w:val="1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                    к  подп</w:t>
      </w:r>
      <w:r w:rsidRPr="00A82FD1">
        <w:t>рограмм</w:t>
      </w:r>
      <w:r>
        <w:t>е</w:t>
      </w:r>
      <w:r w:rsidRPr="00A82FD1">
        <w:t xml:space="preserve"> </w:t>
      </w:r>
      <w:r>
        <w:rPr>
          <w:lang w:eastAsia="ru-RU"/>
        </w:rPr>
        <w:t xml:space="preserve"> «Поддер</w:t>
      </w:r>
      <w:r w:rsidRPr="00F404A5">
        <w:rPr>
          <w:lang w:eastAsia="ru-RU"/>
        </w:rPr>
        <w:t xml:space="preserve">жка и развитие </w:t>
      </w:r>
    </w:p>
    <w:p w:rsidR="00820A2F" w:rsidRDefault="00820A2F" w:rsidP="00B9502A">
      <w:pPr>
        <w:overflowPunct w:val="0"/>
        <w:autoSpaceDE w:val="0"/>
        <w:autoSpaceDN w:val="0"/>
        <w:adjustRightInd w:val="0"/>
        <w:outlineLvl w:val="1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                    </w:t>
      </w:r>
      <w:r w:rsidRPr="00F404A5">
        <w:rPr>
          <w:lang w:eastAsia="ru-RU"/>
        </w:rPr>
        <w:t>малого и</w:t>
      </w:r>
      <w:r>
        <w:rPr>
          <w:lang w:eastAsia="ru-RU"/>
        </w:rPr>
        <w:t xml:space="preserve"> </w:t>
      </w:r>
      <w:r w:rsidRPr="00F404A5">
        <w:rPr>
          <w:lang w:eastAsia="ru-RU"/>
        </w:rPr>
        <w:t>среднего предпринимательства</w:t>
      </w:r>
    </w:p>
    <w:p w:rsidR="00820A2F" w:rsidRDefault="00820A2F" w:rsidP="00B9502A">
      <w:pPr>
        <w:overflowPunct w:val="0"/>
        <w:autoSpaceDE w:val="0"/>
        <w:autoSpaceDN w:val="0"/>
        <w:adjustRightInd w:val="0"/>
        <w:jc w:val="center"/>
        <w:outlineLvl w:val="1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</w:t>
      </w:r>
      <w:r w:rsidRPr="00F404A5">
        <w:rPr>
          <w:lang w:eastAsia="ru-RU"/>
        </w:rPr>
        <w:t xml:space="preserve"> на территории муниципального </w:t>
      </w:r>
    </w:p>
    <w:p w:rsidR="00820A2F" w:rsidRDefault="00820A2F" w:rsidP="00B9502A">
      <w:pPr>
        <w:overflowPunct w:val="0"/>
        <w:autoSpaceDE w:val="0"/>
        <w:autoSpaceDN w:val="0"/>
        <w:adjustRightInd w:val="0"/>
        <w:jc w:val="center"/>
        <w:outlineLvl w:val="1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</w:t>
      </w:r>
      <w:r w:rsidRPr="00F404A5">
        <w:rPr>
          <w:lang w:eastAsia="ru-RU"/>
        </w:rPr>
        <w:t xml:space="preserve">образования Калининский район </w:t>
      </w:r>
    </w:p>
    <w:p w:rsidR="00820A2F" w:rsidRPr="00F404A5" w:rsidRDefault="00820A2F" w:rsidP="00B9502A">
      <w:pPr>
        <w:overflowPunct w:val="0"/>
        <w:autoSpaceDE w:val="0"/>
        <w:autoSpaceDN w:val="0"/>
        <w:adjustRightInd w:val="0"/>
        <w:jc w:val="center"/>
        <w:outlineLvl w:val="1"/>
      </w:pPr>
      <w:r>
        <w:rPr>
          <w:lang w:eastAsia="ru-RU"/>
        </w:rPr>
        <w:t xml:space="preserve">                                                                    </w:t>
      </w:r>
      <w:r w:rsidRPr="00F404A5">
        <w:rPr>
          <w:lang w:eastAsia="ru-RU"/>
        </w:rPr>
        <w:t>на 2015-2020 годы</w:t>
      </w:r>
      <w:r w:rsidRPr="00F404A5">
        <w:t>»</w:t>
      </w:r>
    </w:p>
    <w:p w:rsidR="00820A2F" w:rsidRDefault="00820A2F" w:rsidP="00B9502A">
      <w:pPr>
        <w:autoSpaceDE w:val="0"/>
        <w:autoSpaceDN w:val="0"/>
        <w:adjustRightInd w:val="0"/>
        <w:jc w:val="center"/>
        <w:rPr>
          <w:lang w:eastAsia="ru-RU"/>
        </w:rPr>
      </w:pPr>
      <w:r>
        <w:t xml:space="preserve">                                                                                                                       муниципальной программы</w:t>
      </w:r>
      <w:r w:rsidRPr="00302001">
        <w:rPr>
          <w:lang w:eastAsia="ru-RU"/>
        </w:rPr>
        <w:t xml:space="preserve"> «</w:t>
      </w:r>
      <w:r>
        <w:rPr>
          <w:lang w:eastAsia="ru-RU"/>
        </w:rPr>
        <w:t>Р</w:t>
      </w:r>
      <w:r w:rsidRPr="00302001">
        <w:rPr>
          <w:lang w:eastAsia="ru-RU"/>
        </w:rPr>
        <w:t>азвитие</w:t>
      </w:r>
      <w:r>
        <w:rPr>
          <w:lang w:eastAsia="ru-RU"/>
        </w:rPr>
        <w:t xml:space="preserve"> экономики</w:t>
      </w:r>
      <w:r w:rsidRPr="00302001">
        <w:rPr>
          <w:lang w:eastAsia="ru-RU"/>
        </w:rPr>
        <w:t xml:space="preserve"> </w:t>
      </w:r>
    </w:p>
    <w:p w:rsidR="00820A2F" w:rsidRDefault="00820A2F" w:rsidP="00B9502A">
      <w:pPr>
        <w:autoSpaceDE w:val="0"/>
        <w:autoSpaceDN w:val="0"/>
        <w:adjustRightInd w:val="0"/>
        <w:jc w:val="center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                                  </w:t>
      </w:r>
      <w:r w:rsidRPr="00302001">
        <w:rPr>
          <w:lang w:eastAsia="ru-RU"/>
        </w:rPr>
        <w:t xml:space="preserve">муниципального образования </w:t>
      </w:r>
      <w:r>
        <w:rPr>
          <w:lang w:eastAsia="ru-RU"/>
        </w:rPr>
        <w:t>Калининский район</w:t>
      </w:r>
    </w:p>
    <w:p w:rsidR="00820A2F" w:rsidRDefault="00820A2F" w:rsidP="00B9502A">
      <w:pPr>
        <w:autoSpaceDE w:val="0"/>
        <w:autoSpaceDN w:val="0"/>
        <w:adjustRightInd w:val="0"/>
        <w:jc w:val="center"/>
        <w:outlineLvl w:val="2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на 2015 – 2020</w:t>
      </w:r>
      <w:r w:rsidRPr="00302001">
        <w:rPr>
          <w:lang w:eastAsia="ru-RU"/>
        </w:rPr>
        <w:t xml:space="preserve"> годы</w:t>
      </w:r>
      <w:r>
        <w:rPr>
          <w:lang w:eastAsia="ru-RU"/>
        </w:rPr>
        <w:t>»</w:t>
      </w:r>
    </w:p>
    <w:p w:rsidR="00820A2F" w:rsidRDefault="00820A2F" w:rsidP="00B9502A">
      <w:pPr>
        <w:autoSpaceDE w:val="0"/>
        <w:autoSpaceDN w:val="0"/>
        <w:adjustRightInd w:val="0"/>
        <w:jc w:val="center"/>
        <w:outlineLvl w:val="2"/>
        <w:rPr>
          <w:lang w:eastAsia="ru-RU"/>
        </w:rPr>
      </w:pPr>
    </w:p>
    <w:p w:rsidR="00820A2F" w:rsidRDefault="00820A2F" w:rsidP="00B9502A">
      <w:pPr>
        <w:autoSpaceDE w:val="0"/>
        <w:autoSpaceDN w:val="0"/>
        <w:adjustRightInd w:val="0"/>
        <w:jc w:val="center"/>
        <w:outlineLvl w:val="2"/>
        <w:rPr>
          <w:b/>
          <w:bCs/>
          <w:color w:val="FF0000"/>
          <w:lang w:eastAsia="ru-RU"/>
        </w:rPr>
      </w:pPr>
    </w:p>
    <w:p w:rsidR="00820A2F" w:rsidRPr="00DB2519" w:rsidRDefault="00820A2F" w:rsidP="00B9502A">
      <w:pPr>
        <w:jc w:val="center"/>
        <w:rPr>
          <w:b/>
          <w:bCs/>
          <w:color w:val="2D2D2D"/>
          <w:shd w:val="clear" w:color="auto" w:fill="FFFFFF"/>
        </w:rPr>
      </w:pPr>
      <w:r w:rsidRPr="00DB2519">
        <w:rPr>
          <w:b/>
          <w:bCs/>
          <w:color w:val="2D2D2D"/>
          <w:shd w:val="clear" w:color="auto" w:fill="FFFFFF"/>
        </w:rPr>
        <w:t xml:space="preserve">ПЕРЕЧЕНЬ МЕРОПРИЯТИЙ ПОДПРОГРАММЫ </w:t>
      </w:r>
    </w:p>
    <w:p w:rsidR="00820A2F" w:rsidRDefault="00820A2F" w:rsidP="00B9502A">
      <w:pPr>
        <w:jc w:val="center"/>
        <w:rPr>
          <w:b/>
          <w:bCs/>
          <w:lang w:eastAsia="ru-RU"/>
        </w:rPr>
      </w:pPr>
      <w:r>
        <w:rPr>
          <w:b/>
          <w:bCs/>
          <w:color w:val="2D2D2D"/>
          <w:shd w:val="clear" w:color="auto" w:fill="FFFFFF"/>
        </w:rPr>
        <w:t xml:space="preserve"> </w:t>
      </w:r>
      <w:r w:rsidRPr="002417C2">
        <w:rPr>
          <w:lang w:eastAsia="ru-RU"/>
        </w:rPr>
        <w:t>«</w:t>
      </w:r>
      <w:r w:rsidRPr="00A75459">
        <w:rPr>
          <w:b/>
          <w:bCs/>
          <w:lang w:eastAsia="ru-RU"/>
        </w:rPr>
        <w:t xml:space="preserve">Поддержка и развитие малого и среднего </w:t>
      </w:r>
    </w:p>
    <w:p w:rsidR="00820A2F" w:rsidRDefault="00820A2F" w:rsidP="00B9502A">
      <w:pPr>
        <w:jc w:val="center"/>
        <w:rPr>
          <w:b/>
          <w:bCs/>
          <w:lang w:eastAsia="ru-RU"/>
        </w:rPr>
      </w:pPr>
      <w:r w:rsidRPr="00A75459">
        <w:rPr>
          <w:b/>
          <w:bCs/>
          <w:lang w:eastAsia="ru-RU"/>
        </w:rPr>
        <w:t xml:space="preserve">предпринимательства на территории </w:t>
      </w:r>
    </w:p>
    <w:p w:rsidR="00820A2F" w:rsidRDefault="00820A2F" w:rsidP="00B9502A">
      <w:pPr>
        <w:jc w:val="center"/>
        <w:rPr>
          <w:b/>
          <w:bCs/>
          <w:lang w:eastAsia="ru-RU"/>
        </w:rPr>
      </w:pPr>
      <w:r w:rsidRPr="00A75459">
        <w:rPr>
          <w:b/>
          <w:bCs/>
          <w:lang w:eastAsia="ru-RU"/>
        </w:rPr>
        <w:t xml:space="preserve">муниципального образования Калининский район </w:t>
      </w:r>
    </w:p>
    <w:p w:rsidR="00820A2F" w:rsidRPr="00A75459" w:rsidRDefault="00820A2F" w:rsidP="00B9502A">
      <w:pPr>
        <w:jc w:val="center"/>
        <w:rPr>
          <w:b/>
          <w:bCs/>
          <w:color w:val="2D2D2D"/>
          <w:shd w:val="clear" w:color="auto" w:fill="FFFFFF"/>
        </w:rPr>
      </w:pPr>
      <w:r w:rsidRPr="00A75459">
        <w:rPr>
          <w:b/>
          <w:bCs/>
          <w:lang w:eastAsia="ru-RU"/>
        </w:rPr>
        <w:t>на 2015-2020 годы»</w:t>
      </w:r>
    </w:p>
    <w:p w:rsidR="00820A2F" w:rsidRDefault="00820A2F" w:rsidP="00B9502A">
      <w:pPr>
        <w:autoSpaceDE w:val="0"/>
        <w:autoSpaceDN w:val="0"/>
        <w:adjustRightInd w:val="0"/>
        <w:jc w:val="center"/>
        <w:outlineLvl w:val="2"/>
        <w:rPr>
          <w:b/>
          <w:bCs/>
          <w:color w:val="FF0000"/>
          <w:lang w:eastAsia="ru-RU"/>
        </w:rPr>
      </w:pPr>
    </w:p>
    <w:p w:rsidR="00820A2F" w:rsidRDefault="00820A2F" w:rsidP="00B9502A">
      <w:pPr>
        <w:autoSpaceDE w:val="0"/>
        <w:autoSpaceDN w:val="0"/>
        <w:adjustRightInd w:val="0"/>
        <w:jc w:val="center"/>
        <w:outlineLvl w:val="2"/>
        <w:rPr>
          <w:b/>
          <w:bCs/>
          <w:color w:val="FF0000"/>
          <w:lang w:eastAsia="ru-RU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91"/>
        <w:gridCol w:w="1970"/>
        <w:gridCol w:w="1984"/>
        <w:gridCol w:w="993"/>
        <w:gridCol w:w="992"/>
        <w:gridCol w:w="850"/>
        <w:gridCol w:w="993"/>
        <w:gridCol w:w="992"/>
        <w:gridCol w:w="992"/>
        <w:gridCol w:w="1418"/>
        <w:gridCol w:w="1211"/>
      </w:tblGrid>
      <w:tr w:rsidR="00820A2F">
        <w:tc>
          <w:tcPr>
            <w:tcW w:w="2391" w:type="dxa"/>
            <w:vMerge w:val="restart"/>
            <w:vAlign w:val="center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color w:val="2D2D2D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970" w:type="dxa"/>
            <w:vMerge w:val="restart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color w:val="2D2D2D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984" w:type="dxa"/>
            <w:vMerge w:val="restart"/>
            <w:vAlign w:val="center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Объем финансирования всего,  тыс. руб.</w:t>
            </w:r>
          </w:p>
        </w:tc>
        <w:tc>
          <w:tcPr>
            <w:tcW w:w="5812" w:type="dxa"/>
            <w:gridSpan w:val="6"/>
            <w:vAlign w:val="center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  <w:vMerge w:val="restart"/>
          </w:tcPr>
          <w:p w:rsidR="00820A2F" w:rsidRPr="00F82D5D" w:rsidRDefault="00820A2F" w:rsidP="009304FB">
            <w:pPr>
              <w:spacing w:line="216" w:lineRule="auto"/>
              <w:ind w:left="-113" w:right="-57"/>
              <w:jc w:val="center"/>
              <w:rPr>
                <w:color w:val="2D2D2D"/>
                <w:sz w:val="24"/>
                <w:szCs w:val="24"/>
                <w:shd w:val="clear" w:color="auto" w:fill="FFFFFF"/>
              </w:rPr>
            </w:pPr>
            <w:r w:rsidRPr="00F82D5D">
              <w:rPr>
                <w:color w:val="2D2D2D"/>
                <w:sz w:val="24"/>
                <w:szCs w:val="24"/>
                <w:shd w:val="clear" w:color="auto" w:fill="FFFFFF"/>
              </w:rPr>
              <w:t xml:space="preserve">Непосред-ственный </w:t>
            </w:r>
          </w:p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color w:val="2D2D2D"/>
                <w:sz w:val="24"/>
                <w:szCs w:val="24"/>
                <w:shd w:val="clear" w:color="auto" w:fill="FFFFFF"/>
              </w:rPr>
              <w:t>результат реализации мероприя -тия</w:t>
            </w:r>
          </w:p>
        </w:tc>
        <w:tc>
          <w:tcPr>
            <w:tcW w:w="1211" w:type="dxa"/>
            <w:vMerge w:val="restart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  <w:shd w:val="clear" w:color="auto" w:fill="FFFFFF"/>
              </w:rPr>
              <w:t>Участник муници-пальной програм-мы</w:t>
            </w:r>
          </w:p>
        </w:tc>
      </w:tr>
      <w:tr w:rsidR="00820A2F" w:rsidRPr="00A87A7F">
        <w:tc>
          <w:tcPr>
            <w:tcW w:w="2391" w:type="dxa"/>
            <w:vMerge/>
            <w:vAlign w:val="center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70" w:type="dxa"/>
            <w:vMerge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2015 год</w:t>
            </w:r>
          </w:p>
        </w:tc>
        <w:tc>
          <w:tcPr>
            <w:tcW w:w="992" w:type="dxa"/>
            <w:vAlign w:val="center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2016 год</w:t>
            </w:r>
          </w:p>
        </w:tc>
        <w:tc>
          <w:tcPr>
            <w:tcW w:w="850" w:type="dxa"/>
            <w:vAlign w:val="center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2017 год</w:t>
            </w:r>
          </w:p>
        </w:tc>
        <w:tc>
          <w:tcPr>
            <w:tcW w:w="993" w:type="dxa"/>
            <w:vAlign w:val="center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2018 год</w:t>
            </w:r>
          </w:p>
        </w:tc>
        <w:tc>
          <w:tcPr>
            <w:tcW w:w="992" w:type="dxa"/>
            <w:vAlign w:val="center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2019 год</w:t>
            </w:r>
          </w:p>
        </w:tc>
        <w:tc>
          <w:tcPr>
            <w:tcW w:w="992" w:type="dxa"/>
            <w:vAlign w:val="center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2020 год</w:t>
            </w:r>
          </w:p>
        </w:tc>
        <w:tc>
          <w:tcPr>
            <w:tcW w:w="1418" w:type="dxa"/>
            <w:vMerge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820A2F" w:rsidRPr="00A87A7F">
        <w:tc>
          <w:tcPr>
            <w:tcW w:w="2391" w:type="dxa"/>
            <w:vAlign w:val="center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1</w:t>
            </w:r>
          </w:p>
        </w:tc>
        <w:tc>
          <w:tcPr>
            <w:tcW w:w="1970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10</w:t>
            </w:r>
          </w:p>
        </w:tc>
        <w:tc>
          <w:tcPr>
            <w:tcW w:w="1211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11</w:t>
            </w:r>
          </w:p>
        </w:tc>
      </w:tr>
      <w:tr w:rsidR="00820A2F" w:rsidRPr="00DB53D5">
        <w:tc>
          <w:tcPr>
            <w:tcW w:w="2391" w:type="dxa"/>
          </w:tcPr>
          <w:p w:rsidR="00820A2F" w:rsidRPr="00F82D5D" w:rsidRDefault="00820A2F" w:rsidP="009304FB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Цель</w:t>
            </w:r>
          </w:p>
        </w:tc>
        <w:tc>
          <w:tcPr>
            <w:tcW w:w="12395" w:type="dxa"/>
            <w:gridSpan w:val="10"/>
          </w:tcPr>
          <w:p w:rsidR="00820A2F" w:rsidRPr="00F82D5D" w:rsidRDefault="00820A2F" w:rsidP="009304FB">
            <w:pPr>
              <w:autoSpaceDE w:val="0"/>
              <w:autoSpaceDN w:val="0"/>
              <w:adjustRightInd w:val="0"/>
              <w:rPr>
                <w:sz w:val="24"/>
                <w:szCs w:val="24"/>
                <w:u w:val="single"/>
              </w:rPr>
            </w:pPr>
            <w:r w:rsidRPr="00F82D5D">
              <w:rPr>
                <w:sz w:val="24"/>
                <w:szCs w:val="24"/>
              </w:rPr>
              <w:t xml:space="preserve">Цель: </w:t>
            </w:r>
            <w:r w:rsidRPr="00F82D5D">
              <w:rPr>
                <w:sz w:val="24"/>
                <w:szCs w:val="24"/>
                <w:u w:val="single"/>
              </w:rPr>
              <w:t>Развитие малого и среднего бизнеса на территории муниципального образования Калининский район</w:t>
            </w:r>
          </w:p>
          <w:p w:rsidR="00820A2F" w:rsidRPr="00F82D5D" w:rsidRDefault="00820A2F" w:rsidP="009304F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820A2F" w:rsidRPr="00DB53D5">
        <w:tc>
          <w:tcPr>
            <w:tcW w:w="2391" w:type="dxa"/>
          </w:tcPr>
          <w:p w:rsidR="00820A2F" w:rsidRPr="00F82D5D" w:rsidRDefault="00820A2F" w:rsidP="009304FB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Задача</w:t>
            </w:r>
          </w:p>
        </w:tc>
        <w:tc>
          <w:tcPr>
            <w:tcW w:w="12395" w:type="dxa"/>
            <w:gridSpan w:val="10"/>
          </w:tcPr>
          <w:p w:rsidR="00820A2F" w:rsidRPr="00F82D5D" w:rsidRDefault="00820A2F" w:rsidP="009304FB">
            <w:pPr>
              <w:rPr>
                <w:sz w:val="24"/>
                <w:szCs w:val="24"/>
                <w:u w:val="single"/>
              </w:rPr>
            </w:pPr>
            <w:r w:rsidRPr="00F82D5D">
              <w:rPr>
                <w:sz w:val="24"/>
                <w:szCs w:val="24"/>
              </w:rPr>
              <w:t xml:space="preserve">Задачи: </w:t>
            </w:r>
            <w:r w:rsidRPr="00F82D5D">
              <w:rPr>
                <w:sz w:val="24"/>
                <w:szCs w:val="24"/>
                <w:u w:val="single"/>
              </w:rPr>
              <w:t>создание благоприятных условий для ведения предпринимательской деятельности в Калининском районе, увеличение годового оборота субъектов малого и среднего предпринимательства.</w:t>
            </w:r>
          </w:p>
        </w:tc>
      </w:tr>
      <w:tr w:rsidR="00820A2F" w:rsidRPr="00DB53D5">
        <w:tc>
          <w:tcPr>
            <w:tcW w:w="2391" w:type="dxa"/>
            <w:vAlign w:val="center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1</w:t>
            </w:r>
          </w:p>
        </w:tc>
        <w:tc>
          <w:tcPr>
            <w:tcW w:w="1970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6</w:t>
            </w:r>
          </w:p>
        </w:tc>
        <w:tc>
          <w:tcPr>
            <w:tcW w:w="993" w:type="dxa"/>
            <w:vAlign w:val="center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7</w:t>
            </w:r>
          </w:p>
        </w:tc>
        <w:tc>
          <w:tcPr>
            <w:tcW w:w="992" w:type="dxa"/>
            <w:vAlign w:val="center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8</w:t>
            </w:r>
          </w:p>
        </w:tc>
        <w:tc>
          <w:tcPr>
            <w:tcW w:w="992" w:type="dxa"/>
            <w:vAlign w:val="center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10</w:t>
            </w:r>
          </w:p>
        </w:tc>
        <w:tc>
          <w:tcPr>
            <w:tcW w:w="1211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11</w:t>
            </w:r>
          </w:p>
        </w:tc>
      </w:tr>
      <w:tr w:rsidR="00820A2F" w:rsidRPr="00DB53D5">
        <w:tc>
          <w:tcPr>
            <w:tcW w:w="2391" w:type="dxa"/>
            <w:vMerge w:val="restart"/>
          </w:tcPr>
          <w:p w:rsidR="00820A2F" w:rsidRPr="00F82D5D" w:rsidRDefault="00820A2F" w:rsidP="009304FB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Мероприятие № 1:</w:t>
            </w:r>
          </w:p>
          <w:p w:rsidR="00820A2F" w:rsidRPr="00F82D5D" w:rsidRDefault="00820A2F" w:rsidP="009304FB">
            <w:pPr>
              <w:spacing w:line="216" w:lineRule="auto"/>
              <w:rPr>
                <w:sz w:val="24"/>
                <w:szCs w:val="24"/>
              </w:rPr>
            </w:pPr>
          </w:p>
          <w:p w:rsidR="00820A2F" w:rsidRPr="00F82D5D" w:rsidRDefault="00820A2F" w:rsidP="009304FB">
            <w:pPr>
              <w:spacing w:line="216" w:lineRule="auto"/>
              <w:rPr>
                <w:sz w:val="24"/>
                <w:szCs w:val="24"/>
                <w:u w:val="single"/>
              </w:rPr>
            </w:pPr>
            <w:r w:rsidRPr="00F82D5D">
              <w:rPr>
                <w:sz w:val="24"/>
                <w:szCs w:val="24"/>
                <w:u w:val="single"/>
              </w:rPr>
              <w:t>Формирование земельных участков, обеспеченных инфраструктурой и подготовленными бизнес-планами, для предоставления их с торгов субъектам малого и среднего предпринимательства</w:t>
            </w:r>
          </w:p>
          <w:p w:rsidR="00820A2F" w:rsidRPr="00F82D5D" w:rsidRDefault="00820A2F" w:rsidP="009304FB">
            <w:pPr>
              <w:spacing w:line="216" w:lineRule="auto"/>
              <w:rPr>
                <w:sz w:val="24"/>
                <w:szCs w:val="24"/>
                <w:u w:val="single"/>
              </w:rPr>
            </w:pPr>
          </w:p>
          <w:p w:rsidR="00820A2F" w:rsidRPr="00F82D5D" w:rsidRDefault="00820A2F" w:rsidP="009304FB">
            <w:pPr>
              <w:spacing w:line="216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1970" w:type="dxa"/>
          </w:tcPr>
          <w:p w:rsidR="00820A2F" w:rsidRPr="00F82D5D" w:rsidRDefault="00820A2F" w:rsidP="009304FB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всего</w:t>
            </w:r>
          </w:p>
        </w:tc>
        <w:tc>
          <w:tcPr>
            <w:tcW w:w="1984" w:type="dxa"/>
            <w:vAlign w:val="center"/>
          </w:tcPr>
          <w:p w:rsidR="00820A2F" w:rsidRPr="00FE7964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94,5</w:t>
            </w:r>
          </w:p>
        </w:tc>
        <w:tc>
          <w:tcPr>
            <w:tcW w:w="993" w:type="dxa"/>
            <w:vAlign w:val="center"/>
          </w:tcPr>
          <w:p w:rsidR="00820A2F" w:rsidRPr="00FE7964" w:rsidRDefault="00820A2F" w:rsidP="009304FB">
            <w:pPr>
              <w:jc w:val="center"/>
              <w:rPr>
                <w:sz w:val="24"/>
                <w:szCs w:val="24"/>
              </w:rPr>
            </w:pPr>
            <w:r w:rsidRPr="00FE7964">
              <w:rPr>
                <w:sz w:val="24"/>
                <w:szCs w:val="24"/>
              </w:rPr>
              <w:t>94,5</w:t>
            </w:r>
          </w:p>
        </w:tc>
        <w:tc>
          <w:tcPr>
            <w:tcW w:w="992" w:type="dxa"/>
            <w:vAlign w:val="center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 w:val="restart"/>
          </w:tcPr>
          <w:p w:rsidR="00820A2F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Мероприя-тие должно оценивать-ся по степени освоения финансо-вых средств, выделен-ных на него в определен-ный год</w:t>
            </w:r>
          </w:p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 w:val="restart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УЭ*</w:t>
            </w:r>
          </w:p>
        </w:tc>
      </w:tr>
      <w:tr w:rsidR="00820A2F" w:rsidRPr="00DB53D5">
        <w:tblPrEx>
          <w:tblLook w:val="00A0"/>
        </w:tblPrEx>
        <w:tc>
          <w:tcPr>
            <w:tcW w:w="2391" w:type="dxa"/>
            <w:vMerge/>
          </w:tcPr>
          <w:p w:rsidR="00820A2F" w:rsidRPr="00F82D5D" w:rsidRDefault="00820A2F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820A2F" w:rsidRPr="00F82D5D" w:rsidRDefault="00820A2F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  <w:vAlign w:val="center"/>
          </w:tcPr>
          <w:p w:rsidR="00820A2F" w:rsidRPr="00FE7964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94,5</w:t>
            </w:r>
          </w:p>
        </w:tc>
        <w:tc>
          <w:tcPr>
            <w:tcW w:w="993" w:type="dxa"/>
            <w:vAlign w:val="center"/>
          </w:tcPr>
          <w:p w:rsidR="00820A2F" w:rsidRPr="00FE7964" w:rsidRDefault="00820A2F" w:rsidP="009304FB">
            <w:pPr>
              <w:jc w:val="center"/>
              <w:rPr>
                <w:sz w:val="24"/>
                <w:szCs w:val="24"/>
              </w:rPr>
            </w:pPr>
            <w:r w:rsidRPr="00FE7964">
              <w:rPr>
                <w:sz w:val="24"/>
                <w:szCs w:val="24"/>
              </w:rPr>
              <w:t>94,5</w:t>
            </w:r>
          </w:p>
        </w:tc>
        <w:tc>
          <w:tcPr>
            <w:tcW w:w="992" w:type="dxa"/>
            <w:vAlign w:val="center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vAlign w:val="center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vMerge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820A2F" w:rsidRPr="00DB53D5">
        <w:tblPrEx>
          <w:tblLook w:val="00A0"/>
        </w:tblPrEx>
        <w:tc>
          <w:tcPr>
            <w:tcW w:w="2391" w:type="dxa"/>
            <w:vMerge/>
          </w:tcPr>
          <w:p w:rsidR="00820A2F" w:rsidRPr="00F82D5D" w:rsidRDefault="00820A2F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820A2F" w:rsidRPr="00F82D5D" w:rsidRDefault="00820A2F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820A2F" w:rsidRPr="00DB53D5">
        <w:tblPrEx>
          <w:tblLook w:val="00A0"/>
        </w:tblPrEx>
        <w:tc>
          <w:tcPr>
            <w:tcW w:w="2391" w:type="dxa"/>
            <w:vMerge/>
          </w:tcPr>
          <w:p w:rsidR="00820A2F" w:rsidRPr="00F82D5D" w:rsidRDefault="00820A2F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820A2F" w:rsidRPr="00F82D5D" w:rsidRDefault="00820A2F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820A2F" w:rsidRPr="00DB53D5">
        <w:tblPrEx>
          <w:tblLook w:val="00A0"/>
        </w:tblPrEx>
        <w:tc>
          <w:tcPr>
            <w:tcW w:w="2391" w:type="dxa"/>
            <w:vMerge/>
          </w:tcPr>
          <w:p w:rsidR="00820A2F" w:rsidRPr="00F82D5D" w:rsidRDefault="00820A2F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820A2F" w:rsidRPr="00F82D5D" w:rsidRDefault="00820A2F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820A2F" w:rsidRPr="00DB53D5">
        <w:tblPrEx>
          <w:tblLook w:val="00A0"/>
        </w:tblPrEx>
        <w:tc>
          <w:tcPr>
            <w:tcW w:w="2391" w:type="dxa"/>
            <w:vMerge w:val="restart"/>
          </w:tcPr>
          <w:p w:rsidR="00820A2F" w:rsidRPr="00F82D5D" w:rsidRDefault="00820A2F" w:rsidP="009304FB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Мероприятие № 2:</w:t>
            </w:r>
          </w:p>
          <w:p w:rsidR="00820A2F" w:rsidRPr="00F82D5D" w:rsidRDefault="00820A2F" w:rsidP="009304FB">
            <w:pPr>
              <w:spacing w:line="216" w:lineRule="auto"/>
              <w:rPr>
                <w:sz w:val="24"/>
                <w:szCs w:val="24"/>
              </w:rPr>
            </w:pPr>
          </w:p>
          <w:p w:rsidR="00820A2F" w:rsidRPr="00F82D5D" w:rsidRDefault="00820A2F" w:rsidP="008D1187">
            <w:pPr>
              <w:spacing w:line="216" w:lineRule="auto"/>
              <w:rPr>
                <w:sz w:val="24"/>
                <w:szCs w:val="24"/>
                <w:u w:val="single"/>
              </w:rPr>
            </w:pPr>
            <w:r w:rsidRPr="00CF6336">
              <w:rPr>
                <w:sz w:val="24"/>
                <w:szCs w:val="24"/>
                <w:u w:val="single"/>
              </w:rPr>
              <w:t>Субсидирование из местного бюджета части затрат субъектов малого предпринимательства на ранней стадии их деятельности</w:t>
            </w:r>
          </w:p>
        </w:tc>
        <w:tc>
          <w:tcPr>
            <w:tcW w:w="1970" w:type="dxa"/>
          </w:tcPr>
          <w:p w:rsidR="00820A2F" w:rsidRPr="00F82D5D" w:rsidRDefault="00820A2F" w:rsidP="009304FB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всего</w:t>
            </w:r>
          </w:p>
        </w:tc>
        <w:tc>
          <w:tcPr>
            <w:tcW w:w="1984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3622,2</w:t>
            </w: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700,0</w:t>
            </w: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907,2</w:t>
            </w:r>
          </w:p>
        </w:tc>
        <w:tc>
          <w:tcPr>
            <w:tcW w:w="850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900,0</w:t>
            </w: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1000,0</w:t>
            </w: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55,0</w:t>
            </w: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60,0</w:t>
            </w:r>
          </w:p>
        </w:tc>
        <w:tc>
          <w:tcPr>
            <w:tcW w:w="1418" w:type="dxa"/>
            <w:vMerge w:val="restart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Возмещен-ие (субсиди-рование) части затрат 2</w:t>
            </w:r>
            <w:r>
              <w:rPr>
                <w:sz w:val="24"/>
                <w:szCs w:val="24"/>
              </w:rPr>
              <w:t>-м субъектам</w:t>
            </w:r>
            <w:r w:rsidRPr="00F82D5D">
              <w:rPr>
                <w:sz w:val="24"/>
                <w:szCs w:val="24"/>
              </w:rPr>
              <w:t xml:space="preserve"> малого предпринимательства в год</w:t>
            </w:r>
          </w:p>
        </w:tc>
        <w:tc>
          <w:tcPr>
            <w:tcW w:w="1211" w:type="dxa"/>
            <w:vMerge w:val="restart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УЭ</w:t>
            </w:r>
          </w:p>
        </w:tc>
      </w:tr>
      <w:tr w:rsidR="00820A2F" w:rsidRPr="00DB53D5">
        <w:tblPrEx>
          <w:tblLook w:val="00A0"/>
        </w:tblPrEx>
        <w:tc>
          <w:tcPr>
            <w:tcW w:w="2391" w:type="dxa"/>
            <w:vMerge/>
          </w:tcPr>
          <w:p w:rsidR="00820A2F" w:rsidRPr="00F82D5D" w:rsidRDefault="00820A2F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820A2F" w:rsidRPr="00F82D5D" w:rsidRDefault="00820A2F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345</w:t>
            </w:r>
            <w:r w:rsidRPr="00F82D5D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35,0</w:t>
            </w: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Pr="00F82D5D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45,0</w:t>
            </w: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50,0</w:t>
            </w: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55,0</w:t>
            </w: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60,0</w:t>
            </w:r>
          </w:p>
        </w:tc>
        <w:tc>
          <w:tcPr>
            <w:tcW w:w="1418" w:type="dxa"/>
            <w:vMerge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820A2F" w:rsidRPr="00DB53D5">
        <w:tblPrEx>
          <w:tblLook w:val="00A0"/>
        </w:tblPrEx>
        <w:tc>
          <w:tcPr>
            <w:tcW w:w="2391" w:type="dxa"/>
            <w:vMerge/>
          </w:tcPr>
          <w:p w:rsidR="00820A2F" w:rsidRPr="00F82D5D" w:rsidRDefault="00820A2F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820A2F" w:rsidRPr="00F82D5D" w:rsidRDefault="00820A2F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3277,2</w:t>
            </w: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665,0</w:t>
            </w: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807,2</w:t>
            </w:r>
          </w:p>
        </w:tc>
        <w:tc>
          <w:tcPr>
            <w:tcW w:w="850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855,0</w:t>
            </w: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950,0</w:t>
            </w: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20A2F" w:rsidRPr="00F82D5D" w:rsidRDefault="00820A2F" w:rsidP="009304FB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820A2F" w:rsidRPr="00DB53D5">
        <w:tblPrEx>
          <w:tblLook w:val="00A0"/>
        </w:tblPrEx>
        <w:tc>
          <w:tcPr>
            <w:tcW w:w="2391" w:type="dxa"/>
            <w:vMerge/>
          </w:tcPr>
          <w:p w:rsidR="00820A2F" w:rsidRPr="00F82D5D" w:rsidRDefault="00820A2F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820A2F" w:rsidRPr="00F82D5D" w:rsidRDefault="00820A2F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820A2F" w:rsidRPr="00DB53D5">
        <w:tblPrEx>
          <w:tblLook w:val="00A0"/>
        </w:tblPrEx>
        <w:tc>
          <w:tcPr>
            <w:tcW w:w="2391" w:type="dxa"/>
            <w:vMerge/>
          </w:tcPr>
          <w:p w:rsidR="00820A2F" w:rsidRPr="00F82D5D" w:rsidRDefault="00820A2F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820A2F" w:rsidRPr="00F82D5D" w:rsidRDefault="00820A2F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820A2F" w:rsidRPr="00DB53D5">
        <w:tblPrEx>
          <w:tblLook w:val="00A0"/>
        </w:tblPrEx>
        <w:tc>
          <w:tcPr>
            <w:tcW w:w="2391" w:type="dxa"/>
            <w:vMerge w:val="restart"/>
          </w:tcPr>
          <w:p w:rsidR="00820A2F" w:rsidRPr="00F82D5D" w:rsidRDefault="00820A2F" w:rsidP="009304FB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Мероприятие № 3:</w:t>
            </w:r>
          </w:p>
          <w:p w:rsidR="00820A2F" w:rsidRPr="00F82D5D" w:rsidRDefault="00820A2F" w:rsidP="009304FB">
            <w:pPr>
              <w:spacing w:line="216" w:lineRule="auto"/>
              <w:rPr>
                <w:sz w:val="24"/>
                <w:szCs w:val="24"/>
              </w:rPr>
            </w:pPr>
          </w:p>
          <w:p w:rsidR="00820A2F" w:rsidRPr="00F82D5D" w:rsidRDefault="00820A2F" w:rsidP="009304FB">
            <w:pPr>
              <w:spacing w:line="216" w:lineRule="auto"/>
              <w:rPr>
                <w:sz w:val="24"/>
                <w:szCs w:val="24"/>
                <w:u w:val="single"/>
              </w:rPr>
            </w:pPr>
            <w:r w:rsidRPr="00F82D5D">
              <w:rPr>
                <w:sz w:val="24"/>
                <w:szCs w:val="24"/>
                <w:u w:val="single"/>
              </w:rPr>
              <w:t>Организация и проведение обучающих семинаров, совещаний, конференций, «круглых столов», «дней открытых дверей» для субъектов малого и среднего предпринимательства по актуальным вопросам</w:t>
            </w:r>
          </w:p>
          <w:p w:rsidR="00820A2F" w:rsidRPr="00F82D5D" w:rsidRDefault="00820A2F" w:rsidP="009304FB">
            <w:pPr>
              <w:spacing w:line="216" w:lineRule="auto"/>
              <w:rPr>
                <w:sz w:val="24"/>
                <w:szCs w:val="24"/>
                <w:u w:val="single"/>
              </w:rPr>
            </w:pPr>
          </w:p>
          <w:p w:rsidR="00820A2F" w:rsidRPr="00F82D5D" w:rsidRDefault="00820A2F" w:rsidP="009304FB">
            <w:pPr>
              <w:spacing w:line="216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1970" w:type="dxa"/>
          </w:tcPr>
          <w:p w:rsidR="00820A2F" w:rsidRPr="00F82D5D" w:rsidRDefault="00820A2F" w:rsidP="009304FB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всего</w:t>
            </w:r>
          </w:p>
        </w:tc>
        <w:tc>
          <w:tcPr>
            <w:tcW w:w="1984" w:type="dxa"/>
          </w:tcPr>
          <w:p w:rsidR="00820A2F" w:rsidRPr="003F3FA8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3F3FA8">
              <w:rPr>
                <w:sz w:val="24"/>
                <w:szCs w:val="24"/>
              </w:rPr>
              <w:t>5,0</w:t>
            </w:r>
          </w:p>
        </w:tc>
        <w:tc>
          <w:tcPr>
            <w:tcW w:w="993" w:type="dxa"/>
          </w:tcPr>
          <w:p w:rsidR="00820A2F" w:rsidRPr="003F3FA8" w:rsidRDefault="00820A2F" w:rsidP="009304FB">
            <w:pPr>
              <w:jc w:val="center"/>
              <w:rPr>
                <w:sz w:val="24"/>
                <w:szCs w:val="24"/>
              </w:rPr>
            </w:pPr>
            <w:r w:rsidRPr="003F3FA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35,0</w:t>
            </w: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35,0</w:t>
            </w: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35,0</w:t>
            </w: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35,0</w:t>
            </w:r>
          </w:p>
        </w:tc>
        <w:tc>
          <w:tcPr>
            <w:tcW w:w="1418" w:type="dxa"/>
            <w:vMerge w:val="restart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1 обучаю-щий семинар в год</w:t>
            </w:r>
          </w:p>
        </w:tc>
        <w:tc>
          <w:tcPr>
            <w:tcW w:w="1211" w:type="dxa"/>
            <w:vMerge w:val="restart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УЭ</w:t>
            </w:r>
          </w:p>
        </w:tc>
      </w:tr>
      <w:tr w:rsidR="00820A2F" w:rsidRPr="00DB53D5">
        <w:tblPrEx>
          <w:tblLook w:val="00A0"/>
        </w:tblPrEx>
        <w:tc>
          <w:tcPr>
            <w:tcW w:w="2391" w:type="dxa"/>
            <w:vMerge/>
          </w:tcPr>
          <w:p w:rsidR="00820A2F" w:rsidRPr="00F82D5D" w:rsidRDefault="00820A2F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820A2F" w:rsidRPr="00F82D5D" w:rsidRDefault="00820A2F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820A2F" w:rsidRPr="003F3FA8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Pr="003F3FA8">
              <w:rPr>
                <w:sz w:val="24"/>
                <w:szCs w:val="24"/>
              </w:rPr>
              <w:t>5,0</w:t>
            </w:r>
          </w:p>
        </w:tc>
        <w:tc>
          <w:tcPr>
            <w:tcW w:w="993" w:type="dxa"/>
          </w:tcPr>
          <w:p w:rsidR="00820A2F" w:rsidRPr="003F3FA8" w:rsidRDefault="00820A2F" w:rsidP="009304FB">
            <w:pPr>
              <w:jc w:val="center"/>
              <w:rPr>
                <w:sz w:val="24"/>
                <w:szCs w:val="24"/>
              </w:rPr>
            </w:pPr>
            <w:r w:rsidRPr="003F3FA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35,0</w:t>
            </w: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35,0</w:t>
            </w: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35,0</w:t>
            </w: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35,0</w:t>
            </w:r>
          </w:p>
        </w:tc>
        <w:tc>
          <w:tcPr>
            <w:tcW w:w="1418" w:type="dxa"/>
            <w:vMerge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820A2F" w:rsidRPr="00DB53D5">
        <w:tblPrEx>
          <w:tblLook w:val="00A0"/>
        </w:tblPrEx>
        <w:tc>
          <w:tcPr>
            <w:tcW w:w="2391" w:type="dxa"/>
            <w:vMerge/>
          </w:tcPr>
          <w:p w:rsidR="00820A2F" w:rsidRPr="00F82D5D" w:rsidRDefault="00820A2F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820A2F" w:rsidRPr="00F82D5D" w:rsidRDefault="00820A2F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820A2F" w:rsidRPr="00DB53D5">
        <w:tblPrEx>
          <w:tblLook w:val="00A0"/>
        </w:tblPrEx>
        <w:tc>
          <w:tcPr>
            <w:tcW w:w="2391" w:type="dxa"/>
            <w:vMerge/>
          </w:tcPr>
          <w:p w:rsidR="00820A2F" w:rsidRPr="00F82D5D" w:rsidRDefault="00820A2F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820A2F" w:rsidRPr="00F82D5D" w:rsidRDefault="00820A2F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820A2F" w:rsidRPr="00DB53D5">
        <w:tblPrEx>
          <w:tblLook w:val="00A0"/>
        </w:tblPrEx>
        <w:tc>
          <w:tcPr>
            <w:tcW w:w="2391" w:type="dxa"/>
            <w:vMerge/>
          </w:tcPr>
          <w:p w:rsidR="00820A2F" w:rsidRPr="00F82D5D" w:rsidRDefault="00820A2F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820A2F" w:rsidRPr="00F82D5D" w:rsidRDefault="00820A2F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820A2F" w:rsidRPr="00DB53D5">
        <w:tblPrEx>
          <w:tblLook w:val="00A0"/>
        </w:tblPrEx>
        <w:trPr>
          <w:trHeight w:val="283"/>
        </w:trPr>
        <w:tc>
          <w:tcPr>
            <w:tcW w:w="2391" w:type="dxa"/>
            <w:vMerge w:val="restart"/>
          </w:tcPr>
          <w:p w:rsidR="00820A2F" w:rsidRPr="00F82D5D" w:rsidRDefault="00820A2F" w:rsidP="009304FB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Мероприятие № 4:</w:t>
            </w:r>
          </w:p>
          <w:p w:rsidR="00820A2F" w:rsidRPr="00F82D5D" w:rsidRDefault="00820A2F" w:rsidP="009304FB">
            <w:pPr>
              <w:spacing w:line="216" w:lineRule="auto"/>
              <w:rPr>
                <w:sz w:val="24"/>
                <w:szCs w:val="24"/>
              </w:rPr>
            </w:pPr>
          </w:p>
          <w:p w:rsidR="00820A2F" w:rsidRDefault="00820A2F" w:rsidP="009304FB">
            <w:pPr>
              <w:spacing w:line="216" w:lineRule="auto"/>
              <w:rPr>
                <w:sz w:val="24"/>
                <w:szCs w:val="24"/>
                <w:u w:val="single"/>
              </w:rPr>
            </w:pPr>
            <w:r w:rsidRPr="00F82D5D">
              <w:rPr>
                <w:sz w:val="24"/>
                <w:szCs w:val="24"/>
                <w:u w:val="single"/>
              </w:rPr>
              <w:t>Разработка и представление инвестиционных проектов социально-значимых для района видов деятельности, участие муниципального образования в краевых и российских конкурсах и выставках малого и среднего бизнеса, изготовл</w:t>
            </w:r>
            <w:r>
              <w:rPr>
                <w:sz w:val="24"/>
                <w:szCs w:val="24"/>
                <w:u w:val="single"/>
              </w:rPr>
              <w:t xml:space="preserve">ение презентационных материалов </w:t>
            </w:r>
            <w:r w:rsidRPr="00F82D5D">
              <w:rPr>
                <w:sz w:val="24"/>
                <w:szCs w:val="24"/>
                <w:u w:val="single"/>
              </w:rPr>
              <w:t>(блокнотов, буклетов, листовок, календарей)</w:t>
            </w:r>
            <w:r>
              <w:rPr>
                <w:sz w:val="24"/>
                <w:szCs w:val="24"/>
                <w:u w:val="single"/>
              </w:rPr>
              <w:t xml:space="preserve"> и рекламных баннеров, укрепление материально-технической базы отдела инвестиций, малого и среднего предпринимательства управления экономики администрации МО Калининский район </w:t>
            </w:r>
          </w:p>
          <w:p w:rsidR="00820A2F" w:rsidRDefault="00820A2F" w:rsidP="009304FB">
            <w:pPr>
              <w:spacing w:line="216" w:lineRule="auto"/>
              <w:rPr>
                <w:sz w:val="24"/>
                <w:szCs w:val="24"/>
                <w:u w:val="single"/>
              </w:rPr>
            </w:pPr>
          </w:p>
          <w:p w:rsidR="00820A2F" w:rsidRDefault="00820A2F" w:rsidP="009304FB">
            <w:pPr>
              <w:spacing w:line="216" w:lineRule="auto"/>
              <w:rPr>
                <w:sz w:val="24"/>
                <w:szCs w:val="24"/>
                <w:u w:val="single"/>
              </w:rPr>
            </w:pPr>
          </w:p>
          <w:p w:rsidR="00820A2F" w:rsidRPr="00F82D5D" w:rsidRDefault="00820A2F" w:rsidP="009304FB">
            <w:pPr>
              <w:spacing w:line="216" w:lineRule="auto"/>
              <w:rPr>
                <w:sz w:val="24"/>
                <w:szCs w:val="24"/>
                <w:u w:val="single"/>
              </w:rPr>
            </w:pPr>
          </w:p>
          <w:p w:rsidR="00820A2F" w:rsidRPr="00F82D5D" w:rsidRDefault="00820A2F" w:rsidP="009304FB">
            <w:pPr>
              <w:spacing w:line="216" w:lineRule="auto"/>
              <w:rPr>
                <w:sz w:val="24"/>
                <w:szCs w:val="24"/>
                <w:u w:val="single"/>
              </w:rPr>
            </w:pPr>
          </w:p>
          <w:p w:rsidR="00820A2F" w:rsidRPr="00F82D5D" w:rsidRDefault="00820A2F" w:rsidP="009304FB">
            <w:pPr>
              <w:spacing w:line="216" w:lineRule="auto"/>
              <w:rPr>
                <w:sz w:val="24"/>
                <w:szCs w:val="24"/>
                <w:u w:val="single"/>
              </w:rPr>
            </w:pPr>
          </w:p>
          <w:p w:rsidR="00820A2F" w:rsidRPr="00F82D5D" w:rsidRDefault="00820A2F" w:rsidP="009304FB">
            <w:pPr>
              <w:spacing w:line="216" w:lineRule="auto"/>
              <w:rPr>
                <w:sz w:val="24"/>
                <w:szCs w:val="24"/>
                <w:u w:val="single"/>
              </w:rPr>
            </w:pPr>
          </w:p>
        </w:tc>
        <w:tc>
          <w:tcPr>
            <w:tcW w:w="1970" w:type="dxa"/>
          </w:tcPr>
          <w:p w:rsidR="00820A2F" w:rsidRPr="00F82D5D" w:rsidRDefault="00820A2F" w:rsidP="009304FB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всего</w:t>
            </w:r>
          </w:p>
          <w:p w:rsidR="00820A2F" w:rsidRPr="00F82D5D" w:rsidRDefault="00820A2F" w:rsidP="009304FB">
            <w:pPr>
              <w:spacing w:line="216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820A2F" w:rsidRPr="003F3FA8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877,5</w:t>
            </w:r>
          </w:p>
        </w:tc>
        <w:tc>
          <w:tcPr>
            <w:tcW w:w="993" w:type="dxa"/>
          </w:tcPr>
          <w:p w:rsidR="00820A2F" w:rsidRPr="003F3FA8" w:rsidRDefault="00820A2F" w:rsidP="009304FB">
            <w:pPr>
              <w:jc w:val="center"/>
              <w:rPr>
                <w:sz w:val="24"/>
                <w:szCs w:val="24"/>
              </w:rPr>
            </w:pPr>
            <w:r w:rsidRPr="003F3FA8">
              <w:rPr>
                <w:sz w:val="24"/>
                <w:szCs w:val="24"/>
              </w:rPr>
              <w:t>117,5</w:t>
            </w: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1350,</w:t>
            </w:r>
          </w:p>
        </w:tc>
        <w:tc>
          <w:tcPr>
            <w:tcW w:w="850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145,0</w:t>
            </w: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155,0</w:t>
            </w: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165,0</w:t>
            </w: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170,0</w:t>
            </w:r>
          </w:p>
        </w:tc>
        <w:tc>
          <w:tcPr>
            <w:tcW w:w="1418" w:type="dxa"/>
            <w:vMerge w:val="restart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Мероприя-тие должно оценивать-ся по степени освоения финансо-вых средств, выделен-ных на него в определен-ный год</w:t>
            </w:r>
          </w:p>
        </w:tc>
        <w:tc>
          <w:tcPr>
            <w:tcW w:w="1211" w:type="dxa"/>
            <w:vMerge w:val="restart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УЭ</w:t>
            </w:r>
          </w:p>
        </w:tc>
      </w:tr>
      <w:tr w:rsidR="00820A2F" w:rsidRPr="00DB53D5">
        <w:tblPrEx>
          <w:tblLook w:val="00A0"/>
        </w:tblPrEx>
        <w:tc>
          <w:tcPr>
            <w:tcW w:w="2391" w:type="dxa"/>
            <w:vMerge/>
          </w:tcPr>
          <w:p w:rsidR="00820A2F" w:rsidRPr="00F82D5D" w:rsidRDefault="00820A2F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820A2F" w:rsidRPr="00F82D5D" w:rsidRDefault="00820A2F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820A2F" w:rsidRPr="003F3FA8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877,5</w:t>
            </w:r>
          </w:p>
        </w:tc>
        <w:tc>
          <w:tcPr>
            <w:tcW w:w="993" w:type="dxa"/>
          </w:tcPr>
          <w:p w:rsidR="00820A2F" w:rsidRPr="003F3FA8" w:rsidRDefault="00820A2F" w:rsidP="009304FB">
            <w:pPr>
              <w:jc w:val="center"/>
              <w:rPr>
                <w:sz w:val="24"/>
                <w:szCs w:val="24"/>
              </w:rPr>
            </w:pPr>
            <w:r w:rsidRPr="003F3FA8">
              <w:rPr>
                <w:sz w:val="24"/>
                <w:szCs w:val="24"/>
              </w:rPr>
              <w:t>117,5</w:t>
            </w: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135,0</w:t>
            </w:r>
          </w:p>
        </w:tc>
        <w:tc>
          <w:tcPr>
            <w:tcW w:w="850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145,0</w:t>
            </w: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155,0</w:t>
            </w: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165,0</w:t>
            </w: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170,0</w:t>
            </w:r>
          </w:p>
        </w:tc>
        <w:tc>
          <w:tcPr>
            <w:tcW w:w="1418" w:type="dxa"/>
            <w:vMerge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820A2F" w:rsidRPr="00DB53D5">
        <w:tblPrEx>
          <w:tblLook w:val="00A0"/>
        </w:tblPrEx>
        <w:tc>
          <w:tcPr>
            <w:tcW w:w="2391" w:type="dxa"/>
            <w:vMerge/>
          </w:tcPr>
          <w:p w:rsidR="00820A2F" w:rsidRPr="00F82D5D" w:rsidRDefault="00820A2F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820A2F" w:rsidRPr="00F82D5D" w:rsidRDefault="00820A2F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820A2F" w:rsidRPr="00DB53D5">
        <w:tblPrEx>
          <w:tblLook w:val="00A0"/>
        </w:tblPrEx>
        <w:tc>
          <w:tcPr>
            <w:tcW w:w="2391" w:type="dxa"/>
            <w:vMerge/>
          </w:tcPr>
          <w:p w:rsidR="00820A2F" w:rsidRPr="00F82D5D" w:rsidRDefault="00820A2F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820A2F" w:rsidRPr="00F82D5D" w:rsidRDefault="00820A2F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820A2F" w:rsidRPr="00DB53D5">
        <w:tblPrEx>
          <w:tblLook w:val="00A0"/>
        </w:tblPrEx>
        <w:tc>
          <w:tcPr>
            <w:tcW w:w="2391" w:type="dxa"/>
            <w:vMerge/>
          </w:tcPr>
          <w:p w:rsidR="00820A2F" w:rsidRPr="00F82D5D" w:rsidRDefault="00820A2F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820A2F" w:rsidRPr="00F82D5D" w:rsidRDefault="00820A2F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820A2F" w:rsidRPr="00DB53D5">
        <w:tblPrEx>
          <w:tblLook w:val="00A0"/>
        </w:tblPrEx>
        <w:tc>
          <w:tcPr>
            <w:tcW w:w="2391" w:type="dxa"/>
            <w:vMerge w:val="restart"/>
          </w:tcPr>
          <w:p w:rsidR="00820A2F" w:rsidRPr="00F82D5D" w:rsidRDefault="00820A2F" w:rsidP="009304FB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Мероприятие № 5:</w:t>
            </w:r>
          </w:p>
          <w:p w:rsidR="00820A2F" w:rsidRPr="00F82D5D" w:rsidRDefault="00820A2F" w:rsidP="009304FB">
            <w:pPr>
              <w:spacing w:line="216" w:lineRule="auto"/>
              <w:rPr>
                <w:sz w:val="24"/>
                <w:szCs w:val="24"/>
              </w:rPr>
            </w:pPr>
          </w:p>
          <w:p w:rsidR="00820A2F" w:rsidRPr="00F82D5D" w:rsidRDefault="00820A2F" w:rsidP="009304FB">
            <w:pPr>
              <w:spacing w:line="216" w:lineRule="auto"/>
              <w:rPr>
                <w:sz w:val="24"/>
                <w:szCs w:val="24"/>
                <w:u w:val="single"/>
              </w:rPr>
            </w:pPr>
            <w:r w:rsidRPr="00F82D5D">
              <w:rPr>
                <w:sz w:val="24"/>
                <w:szCs w:val="24"/>
                <w:u w:val="single"/>
              </w:rPr>
              <w:t>Организация и проведение конкурсов среди субъектов малого и среднего предпринимательства муниципального образования Калининский район</w:t>
            </w:r>
          </w:p>
        </w:tc>
        <w:tc>
          <w:tcPr>
            <w:tcW w:w="1970" w:type="dxa"/>
          </w:tcPr>
          <w:p w:rsidR="00820A2F" w:rsidRPr="00F82D5D" w:rsidRDefault="00820A2F" w:rsidP="009304FB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всего</w:t>
            </w:r>
          </w:p>
        </w:tc>
        <w:tc>
          <w:tcPr>
            <w:tcW w:w="1984" w:type="dxa"/>
          </w:tcPr>
          <w:p w:rsidR="00820A2F" w:rsidRPr="003F3FA8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993" w:type="dxa"/>
          </w:tcPr>
          <w:p w:rsidR="00820A2F" w:rsidRPr="003F3FA8" w:rsidRDefault="00820A2F" w:rsidP="009304FB">
            <w:pPr>
              <w:jc w:val="center"/>
              <w:rPr>
                <w:sz w:val="24"/>
                <w:szCs w:val="24"/>
              </w:rPr>
            </w:pPr>
            <w:r w:rsidRPr="003F3FA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850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65,0</w:t>
            </w: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65,0</w:t>
            </w: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65,0</w:t>
            </w: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65,0</w:t>
            </w:r>
          </w:p>
        </w:tc>
        <w:tc>
          <w:tcPr>
            <w:tcW w:w="1418" w:type="dxa"/>
            <w:vMerge w:val="restart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1 конкурс в год</w:t>
            </w:r>
          </w:p>
        </w:tc>
        <w:tc>
          <w:tcPr>
            <w:tcW w:w="1211" w:type="dxa"/>
            <w:vMerge w:val="restart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УЭ</w:t>
            </w:r>
          </w:p>
        </w:tc>
      </w:tr>
      <w:tr w:rsidR="00820A2F" w:rsidRPr="00DB53D5">
        <w:tblPrEx>
          <w:tblLook w:val="00A0"/>
        </w:tblPrEx>
        <w:tc>
          <w:tcPr>
            <w:tcW w:w="2391" w:type="dxa"/>
            <w:vMerge/>
          </w:tcPr>
          <w:p w:rsidR="00820A2F" w:rsidRPr="00F82D5D" w:rsidRDefault="00820A2F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820A2F" w:rsidRPr="00F82D5D" w:rsidRDefault="00820A2F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820A2F" w:rsidRPr="003F3FA8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270,0</w:t>
            </w:r>
          </w:p>
        </w:tc>
        <w:tc>
          <w:tcPr>
            <w:tcW w:w="993" w:type="dxa"/>
          </w:tcPr>
          <w:p w:rsidR="00820A2F" w:rsidRPr="003F3FA8" w:rsidRDefault="00820A2F" w:rsidP="009304FB">
            <w:pPr>
              <w:jc w:val="center"/>
              <w:rPr>
                <w:sz w:val="24"/>
                <w:szCs w:val="24"/>
              </w:rPr>
            </w:pPr>
            <w:r w:rsidRPr="003F3FA8"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850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65,0</w:t>
            </w: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65,0</w:t>
            </w: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65,0</w:t>
            </w: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65,0</w:t>
            </w:r>
          </w:p>
        </w:tc>
        <w:tc>
          <w:tcPr>
            <w:tcW w:w="1418" w:type="dxa"/>
            <w:vMerge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820A2F" w:rsidRPr="00DB53D5">
        <w:tblPrEx>
          <w:tblLook w:val="00A0"/>
        </w:tblPrEx>
        <w:tc>
          <w:tcPr>
            <w:tcW w:w="2391" w:type="dxa"/>
            <w:vMerge/>
          </w:tcPr>
          <w:p w:rsidR="00820A2F" w:rsidRPr="00F82D5D" w:rsidRDefault="00820A2F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820A2F" w:rsidRPr="00F82D5D" w:rsidRDefault="00820A2F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820A2F" w:rsidRPr="00DB53D5">
        <w:tblPrEx>
          <w:tblLook w:val="00A0"/>
        </w:tblPrEx>
        <w:tc>
          <w:tcPr>
            <w:tcW w:w="2391" w:type="dxa"/>
            <w:vMerge/>
          </w:tcPr>
          <w:p w:rsidR="00820A2F" w:rsidRPr="00F82D5D" w:rsidRDefault="00820A2F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820A2F" w:rsidRPr="00F82D5D" w:rsidRDefault="00820A2F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820A2F" w:rsidRPr="00DB53D5">
        <w:tblPrEx>
          <w:tblLook w:val="00A0"/>
        </w:tblPrEx>
        <w:tc>
          <w:tcPr>
            <w:tcW w:w="2391" w:type="dxa"/>
            <w:vMerge/>
          </w:tcPr>
          <w:p w:rsidR="00820A2F" w:rsidRPr="00F82D5D" w:rsidRDefault="00820A2F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820A2F" w:rsidRPr="00F82D5D" w:rsidRDefault="00820A2F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  <w:vMerge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820A2F" w:rsidRPr="00DB53D5">
        <w:tblPrEx>
          <w:tblLook w:val="00A0"/>
        </w:tblPrEx>
        <w:tc>
          <w:tcPr>
            <w:tcW w:w="2391" w:type="dxa"/>
            <w:vMerge w:val="restart"/>
          </w:tcPr>
          <w:p w:rsidR="00820A2F" w:rsidRDefault="00820A2F" w:rsidP="009304FB">
            <w:pPr>
              <w:spacing w:line="216" w:lineRule="auto"/>
              <w:rPr>
                <w:sz w:val="24"/>
                <w:szCs w:val="24"/>
              </w:rPr>
            </w:pPr>
          </w:p>
          <w:p w:rsidR="00820A2F" w:rsidRDefault="00820A2F" w:rsidP="009304FB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№ 6</w:t>
            </w:r>
            <w:r w:rsidRPr="00B9502A">
              <w:rPr>
                <w:sz w:val="24"/>
                <w:szCs w:val="24"/>
              </w:rPr>
              <w:t>:</w:t>
            </w:r>
          </w:p>
          <w:p w:rsidR="00820A2F" w:rsidRPr="00973B91" w:rsidRDefault="00820A2F" w:rsidP="009304FB">
            <w:pPr>
              <w:spacing w:line="21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Субсидирование</w:t>
            </w:r>
            <w:r w:rsidRPr="00F82D5D"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 xml:space="preserve">из местного бюджета </w:t>
            </w:r>
            <w:r w:rsidRPr="00F82D5D">
              <w:rPr>
                <w:sz w:val="24"/>
                <w:szCs w:val="24"/>
                <w:u w:val="single"/>
              </w:rPr>
              <w:t>части затрат</w:t>
            </w:r>
            <w:r>
              <w:rPr>
                <w:sz w:val="24"/>
                <w:szCs w:val="24"/>
                <w:u w:val="single"/>
              </w:rPr>
              <w:t xml:space="preserve"> на уплату первого взноса при заключении договора финансовой аренды (лизинга), понесенных субъектами малого и среднего предпринимательства</w:t>
            </w:r>
          </w:p>
        </w:tc>
        <w:tc>
          <w:tcPr>
            <w:tcW w:w="1970" w:type="dxa"/>
          </w:tcPr>
          <w:p w:rsidR="00820A2F" w:rsidRPr="00F82D5D" w:rsidRDefault="00820A2F" w:rsidP="009304FB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всего</w:t>
            </w:r>
          </w:p>
        </w:tc>
        <w:tc>
          <w:tcPr>
            <w:tcW w:w="1984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3480,0</w:t>
            </w: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</w:t>
            </w: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1000,0</w:t>
            </w:r>
          </w:p>
        </w:tc>
        <w:tc>
          <w:tcPr>
            <w:tcW w:w="850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</w:t>
            </w: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</w:t>
            </w: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418" w:type="dxa"/>
            <w:vMerge w:val="restart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Мероприя-тие должно оценивать-ся по степени освоения финансо-вых средств, выделен-ных на него в определен-ный год</w:t>
            </w:r>
          </w:p>
        </w:tc>
        <w:tc>
          <w:tcPr>
            <w:tcW w:w="1211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820A2F" w:rsidRPr="00DB53D5">
        <w:tblPrEx>
          <w:tblLook w:val="00A0"/>
        </w:tblPrEx>
        <w:tc>
          <w:tcPr>
            <w:tcW w:w="2391" w:type="dxa"/>
            <w:vMerge/>
          </w:tcPr>
          <w:p w:rsidR="00820A2F" w:rsidRPr="00F82D5D" w:rsidRDefault="00820A2F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820A2F" w:rsidRPr="00F82D5D" w:rsidRDefault="00820A2F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250,0</w:t>
            </w: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850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1418" w:type="dxa"/>
            <w:vMerge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820A2F" w:rsidRPr="00DB53D5">
        <w:tblPrEx>
          <w:tblLook w:val="00A0"/>
        </w:tblPrEx>
        <w:tc>
          <w:tcPr>
            <w:tcW w:w="2391" w:type="dxa"/>
            <w:vMerge/>
          </w:tcPr>
          <w:p w:rsidR="00820A2F" w:rsidRPr="00F82D5D" w:rsidRDefault="00820A2F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820A2F" w:rsidRPr="00F82D5D" w:rsidRDefault="00820A2F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3230,0</w:t>
            </w: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760,0</w:t>
            </w: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950,0</w:t>
            </w:r>
          </w:p>
        </w:tc>
        <w:tc>
          <w:tcPr>
            <w:tcW w:w="850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760,0</w:t>
            </w: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760,0</w:t>
            </w:r>
          </w:p>
        </w:tc>
        <w:tc>
          <w:tcPr>
            <w:tcW w:w="992" w:type="dxa"/>
          </w:tcPr>
          <w:p w:rsidR="00820A2F" w:rsidRPr="00E14027" w:rsidRDefault="00820A2F" w:rsidP="009304FB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</w:tcPr>
          <w:p w:rsidR="00820A2F" w:rsidRPr="00E14027" w:rsidRDefault="00820A2F" w:rsidP="009304FB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vMerge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820A2F" w:rsidRPr="00DB53D5">
        <w:tblPrEx>
          <w:tblLook w:val="00A0"/>
        </w:tblPrEx>
        <w:tc>
          <w:tcPr>
            <w:tcW w:w="2391" w:type="dxa"/>
            <w:vMerge/>
          </w:tcPr>
          <w:p w:rsidR="00820A2F" w:rsidRPr="00F82D5D" w:rsidRDefault="00820A2F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820A2F" w:rsidRPr="00F82D5D" w:rsidRDefault="00820A2F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820A2F" w:rsidRPr="00DB53D5">
        <w:tblPrEx>
          <w:tblLook w:val="00A0"/>
        </w:tblPrEx>
        <w:tc>
          <w:tcPr>
            <w:tcW w:w="2391" w:type="dxa"/>
            <w:vMerge/>
          </w:tcPr>
          <w:p w:rsidR="00820A2F" w:rsidRPr="00F82D5D" w:rsidRDefault="00820A2F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820A2F" w:rsidRPr="00F82D5D" w:rsidRDefault="00820A2F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820A2F" w:rsidRPr="00DB53D5">
        <w:tblPrEx>
          <w:tblLook w:val="00A0"/>
        </w:tblPrEx>
        <w:tc>
          <w:tcPr>
            <w:tcW w:w="2391" w:type="dxa"/>
            <w:vMerge w:val="restart"/>
          </w:tcPr>
          <w:p w:rsidR="00820A2F" w:rsidRDefault="00820A2F" w:rsidP="009304FB">
            <w:pPr>
              <w:rPr>
                <w:sz w:val="24"/>
                <w:szCs w:val="24"/>
              </w:rPr>
            </w:pPr>
          </w:p>
          <w:p w:rsidR="00820A2F" w:rsidRDefault="00820A2F" w:rsidP="009304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Мероприятие № 7</w:t>
            </w:r>
            <w:r w:rsidRPr="009304FB">
              <w:rPr>
                <w:sz w:val="24"/>
                <w:szCs w:val="24"/>
              </w:rPr>
              <w:t>:</w:t>
            </w:r>
          </w:p>
          <w:p w:rsidR="00820A2F" w:rsidRPr="001B712A" w:rsidRDefault="00820A2F" w:rsidP="009304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Субсидирование</w:t>
            </w:r>
            <w:r w:rsidRPr="00F82D5D">
              <w:rPr>
                <w:sz w:val="24"/>
                <w:szCs w:val="24"/>
                <w:u w:val="single"/>
              </w:rPr>
              <w:t xml:space="preserve"> </w:t>
            </w:r>
            <w:r>
              <w:rPr>
                <w:sz w:val="24"/>
                <w:szCs w:val="24"/>
                <w:u w:val="single"/>
              </w:rPr>
              <w:t xml:space="preserve">из местного бюджета </w:t>
            </w:r>
            <w:r w:rsidRPr="00F82D5D">
              <w:rPr>
                <w:sz w:val="24"/>
                <w:szCs w:val="24"/>
                <w:u w:val="single"/>
              </w:rPr>
              <w:t>части затрат</w:t>
            </w:r>
            <w:r>
              <w:rPr>
                <w:sz w:val="24"/>
                <w:szCs w:val="24"/>
                <w:u w:val="single"/>
              </w:rPr>
              <w:t xml:space="preserve"> субъектов малого и среднего предпринимательства, связанных с уплатой процентов по кредитам, привлеченным в российских кредитных организациях на приобретение оборудования в целях создания и (или) развития либо модернизации производства товаров (работ, услуг)</w:t>
            </w:r>
          </w:p>
          <w:p w:rsidR="00820A2F" w:rsidRPr="00F82D5D" w:rsidRDefault="00820A2F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820A2F" w:rsidRPr="00F82D5D" w:rsidRDefault="00820A2F" w:rsidP="009304FB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всего</w:t>
            </w:r>
          </w:p>
        </w:tc>
        <w:tc>
          <w:tcPr>
            <w:tcW w:w="1984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420,0</w:t>
            </w: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200,0</w:t>
            </w: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418" w:type="dxa"/>
            <w:vMerge w:val="restart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Мероприя-тие должно оценивать-ся по степени освоения финансо-вых средств, выделен-ных на него в определен-ный год</w:t>
            </w:r>
          </w:p>
        </w:tc>
        <w:tc>
          <w:tcPr>
            <w:tcW w:w="1211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820A2F" w:rsidRPr="00F82D5D">
        <w:tblPrEx>
          <w:tblLook w:val="00A0"/>
        </w:tblPrEx>
        <w:tc>
          <w:tcPr>
            <w:tcW w:w="2391" w:type="dxa"/>
            <w:vMerge/>
          </w:tcPr>
          <w:p w:rsidR="00820A2F" w:rsidRPr="00F82D5D" w:rsidRDefault="00820A2F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820A2F" w:rsidRPr="00F82D5D" w:rsidRDefault="00820A2F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40,0</w:t>
            </w: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418" w:type="dxa"/>
            <w:vMerge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820A2F" w:rsidRPr="00F82D5D">
        <w:tblPrEx>
          <w:tblLook w:val="00A0"/>
        </w:tblPrEx>
        <w:tc>
          <w:tcPr>
            <w:tcW w:w="2391" w:type="dxa"/>
            <w:vMerge/>
          </w:tcPr>
          <w:p w:rsidR="00820A2F" w:rsidRPr="00F82D5D" w:rsidRDefault="00820A2F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820A2F" w:rsidRPr="00F82D5D" w:rsidRDefault="00820A2F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380,0</w:t>
            </w: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190,0</w:t>
            </w: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190,0</w:t>
            </w:r>
          </w:p>
        </w:tc>
        <w:tc>
          <w:tcPr>
            <w:tcW w:w="992" w:type="dxa"/>
          </w:tcPr>
          <w:p w:rsidR="00820A2F" w:rsidRPr="00E14027" w:rsidRDefault="00820A2F" w:rsidP="009304FB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</w:tcPr>
          <w:p w:rsidR="00820A2F" w:rsidRPr="00E14027" w:rsidRDefault="00820A2F" w:rsidP="009304FB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418" w:type="dxa"/>
            <w:vMerge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820A2F" w:rsidRPr="00F82D5D">
        <w:tblPrEx>
          <w:tblLook w:val="00A0"/>
        </w:tblPrEx>
        <w:tc>
          <w:tcPr>
            <w:tcW w:w="2391" w:type="dxa"/>
            <w:vMerge/>
          </w:tcPr>
          <w:p w:rsidR="00820A2F" w:rsidRPr="00F82D5D" w:rsidRDefault="00820A2F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820A2F" w:rsidRPr="00F82D5D" w:rsidRDefault="00820A2F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820A2F" w:rsidRPr="00F82D5D">
        <w:tblPrEx>
          <w:tblLook w:val="00A0"/>
        </w:tblPrEx>
        <w:tc>
          <w:tcPr>
            <w:tcW w:w="2391" w:type="dxa"/>
            <w:vMerge/>
          </w:tcPr>
          <w:p w:rsidR="00820A2F" w:rsidRPr="00F82D5D" w:rsidRDefault="00820A2F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820A2F" w:rsidRPr="00F82D5D" w:rsidRDefault="00820A2F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820A2F" w:rsidRPr="00F82D5D">
        <w:tblPrEx>
          <w:tblLook w:val="00A0"/>
        </w:tblPrEx>
        <w:tc>
          <w:tcPr>
            <w:tcW w:w="2391" w:type="dxa"/>
            <w:vMerge w:val="restart"/>
          </w:tcPr>
          <w:p w:rsidR="00820A2F" w:rsidRPr="00F82D5D" w:rsidRDefault="00820A2F" w:rsidP="009304FB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ИТОГО</w:t>
            </w:r>
          </w:p>
        </w:tc>
        <w:tc>
          <w:tcPr>
            <w:tcW w:w="1970" w:type="dxa"/>
          </w:tcPr>
          <w:p w:rsidR="00820A2F" w:rsidRPr="00F82D5D" w:rsidRDefault="00820A2F" w:rsidP="009304FB">
            <w:pPr>
              <w:spacing w:line="216" w:lineRule="auto"/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всего</w:t>
            </w:r>
          </w:p>
        </w:tc>
        <w:tc>
          <w:tcPr>
            <w:tcW w:w="1984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8929,2</w:t>
            </w: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1712,0</w:t>
            </w: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2067,2</w:t>
            </w:r>
          </w:p>
        </w:tc>
        <w:tc>
          <w:tcPr>
            <w:tcW w:w="850" w:type="dxa"/>
          </w:tcPr>
          <w:p w:rsidR="00820A2F" w:rsidRPr="002F6801" w:rsidRDefault="00820A2F" w:rsidP="009304F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214</w:t>
            </w:r>
            <w:r w:rsidRPr="002F6801">
              <w:rPr>
                <w:sz w:val="22"/>
                <w:szCs w:val="22"/>
              </w:rPr>
              <w:t>5,0</w:t>
            </w: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2255</w:t>
            </w:r>
            <w:r w:rsidRPr="00F82D5D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F82D5D">
              <w:rPr>
                <w:sz w:val="24"/>
                <w:szCs w:val="24"/>
              </w:rPr>
              <w:t>70,0</w:t>
            </w: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  <w:r w:rsidRPr="00F82D5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820A2F" w:rsidRPr="00F82D5D">
        <w:tblPrEx>
          <w:tblLook w:val="00A0"/>
        </w:tblPrEx>
        <w:tc>
          <w:tcPr>
            <w:tcW w:w="2391" w:type="dxa"/>
            <w:vMerge/>
          </w:tcPr>
          <w:p w:rsidR="00820A2F" w:rsidRPr="00F82D5D" w:rsidRDefault="00820A2F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820A2F" w:rsidRPr="00F82D5D" w:rsidRDefault="00820A2F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местный бюджет</w:t>
            </w:r>
          </w:p>
        </w:tc>
        <w:tc>
          <w:tcPr>
            <w:tcW w:w="1984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82D5D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42</w:t>
            </w:r>
            <w:r w:rsidRPr="00F82D5D">
              <w:rPr>
                <w:sz w:val="24"/>
                <w:szCs w:val="24"/>
              </w:rPr>
              <w:t>,0</w:t>
            </w: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</w:t>
            </w:r>
            <w:r w:rsidRPr="00F82D5D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F82D5D">
              <w:rPr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  <w:r w:rsidRPr="00F82D5D">
              <w:rPr>
                <w:sz w:val="24"/>
                <w:szCs w:val="24"/>
              </w:rPr>
              <w:t>0,0</w:t>
            </w: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355</w:t>
            </w:r>
            <w:r w:rsidRPr="00F82D5D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F82D5D">
              <w:rPr>
                <w:sz w:val="24"/>
                <w:szCs w:val="24"/>
              </w:rPr>
              <w:t>70,0</w:t>
            </w: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  <w:r w:rsidRPr="00F82D5D"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820A2F" w:rsidRPr="00F82D5D">
        <w:tblPrEx>
          <w:tblLook w:val="00A0"/>
        </w:tblPrEx>
        <w:tc>
          <w:tcPr>
            <w:tcW w:w="2391" w:type="dxa"/>
            <w:vMerge/>
          </w:tcPr>
          <w:p w:rsidR="00820A2F" w:rsidRPr="00F82D5D" w:rsidRDefault="00820A2F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820A2F" w:rsidRPr="00F82D5D" w:rsidRDefault="00820A2F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984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6887,2</w:t>
            </w: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1425</w:t>
            </w:r>
            <w:r w:rsidRPr="00F82D5D">
              <w:rPr>
                <w:sz w:val="24"/>
                <w:szCs w:val="24"/>
              </w:rPr>
              <w:t>,0</w:t>
            </w: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1757,2</w:t>
            </w:r>
          </w:p>
        </w:tc>
        <w:tc>
          <w:tcPr>
            <w:tcW w:w="850" w:type="dxa"/>
          </w:tcPr>
          <w:p w:rsidR="00820A2F" w:rsidRPr="002F6801" w:rsidRDefault="00820A2F" w:rsidP="009304FB">
            <w:pPr>
              <w:jc w:val="center"/>
              <w:rPr>
                <w:sz w:val="22"/>
                <w:szCs w:val="22"/>
              </w:rPr>
            </w:pPr>
            <w:r w:rsidRPr="002F6801">
              <w:rPr>
                <w:sz w:val="22"/>
                <w:szCs w:val="22"/>
              </w:rPr>
              <w:t>1805,0</w:t>
            </w: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190</w:t>
            </w:r>
            <w:r w:rsidRPr="00F82D5D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820A2F" w:rsidRPr="00F82D5D">
        <w:tblPrEx>
          <w:tblLook w:val="00A0"/>
        </w:tblPrEx>
        <w:tc>
          <w:tcPr>
            <w:tcW w:w="2391" w:type="dxa"/>
            <w:vMerge/>
          </w:tcPr>
          <w:p w:rsidR="00820A2F" w:rsidRPr="00F82D5D" w:rsidRDefault="00820A2F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820A2F" w:rsidRPr="00F82D5D" w:rsidRDefault="00820A2F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984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</w:tr>
      <w:tr w:rsidR="00820A2F" w:rsidRPr="00F82D5D">
        <w:tblPrEx>
          <w:tblLook w:val="00A0"/>
        </w:tblPrEx>
        <w:tc>
          <w:tcPr>
            <w:tcW w:w="2391" w:type="dxa"/>
            <w:vMerge/>
          </w:tcPr>
          <w:p w:rsidR="00820A2F" w:rsidRPr="00F82D5D" w:rsidRDefault="00820A2F" w:rsidP="009304FB">
            <w:pPr>
              <w:rPr>
                <w:sz w:val="24"/>
                <w:szCs w:val="24"/>
              </w:rPr>
            </w:pPr>
          </w:p>
        </w:tc>
        <w:tc>
          <w:tcPr>
            <w:tcW w:w="1970" w:type="dxa"/>
          </w:tcPr>
          <w:p w:rsidR="00820A2F" w:rsidRPr="00F82D5D" w:rsidRDefault="00820A2F" w:rsidP="009304FB">
            <w:pPr>
              <w:rPr>
                <w:sz w:val="24"/>
                <w:szCs w:val="24"/>
              </w:rPr>
            </w:pPr>
            <w:r w:rsidRPr="00F82D5D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11" w:type="dxa"/>
          </w:tcPr>
          <w:p w:rsidR="00820A2F" w:rsidRPr="00F82D5D" w:rsidRDefault="00820A2F" w:rsidP="009304FB">
            <w:pPr>
              <w:jc w:val="center"/>
              <w:rPr>
                <w:sz w:val="24"/>
                <w:szCs w:val="24"/>
              </w:rPr>
            </w:pPr>
          </w:p>
        </w:tc>
      </w:tr>
    </w:tbl>
    <w:p w:rsidR="00820A2F" w:rsidRDefault="00820A2F" w:rsidP="00B9502A">
      <w:pPr>
        <w:autoSpaceDE w:val="0"/>
        <w:autoSpaceDN w:val="0"/>
        <w:adjustRightInd w:val="0"/>
        <w:jc w:val="center"/>
        <w:outlineLvl w:val="2"/>
        <w:rPr>
          <w:b/>
          <w:bCs/>
          <w:color w:val="FF0000"/>
          <w:lang w:eastAsia="ru-RU"/>
        </w:rPr>
      </w:pPr>
    </w:p>
    <w:p w:rsidR="00820A2F" w:rsidRDefault="00820A2F" w:rsidP="00B9502A">
      <w:pPr>
        <w:autoSpaceDE w:val="0"/>
        <w:autoSpaceDN w:val="0"/>
        <w:adjustRightInd w:val="0"/>
        <w:outlineLvl w:val="2"/>
        <w:rPr>
          <w:lang w:eastAsia="ru-RU"/>
        </w:rPr>
      </w:pPr>
      <w:r>
        <w:rPr>
          <w:lang w:eastAsia="ru-RU"/>
        </w:rPr>
        <w:t>* - Управление экономики администрации муниципального образования Калининский район,</w:t>
      </w:r>
    </w:p>
    <w:p w:rsidR="00820A2F" w:rsidRDefault="00820A2F" w:rsidP="00B9502A">
      <w:pPr>
        <w:autoSpaceDE w:val="0"/>
        <w:autoSpaceDN w:val="0"/>
        <w:adjustRightInd w:val="0"/>
        <w:outlineLvl w:val="2"/>
        <w:rPr>
          <w:b/>
          <w:bCs/>
          <w:color w:val="FF0000"/>
          <w:lang w:eastAsia="ru-RU"/>
        </w:rPr>
      </w:pPr>
    </w:p>
    <w:p w:rsidR="00820A2F" w:rsidRDefault="00820A2F" w:rsidP="00B9502A"/>
    <w:p w:rsidR="00820A2F" w:rsidRDefault="00820A2F" w:rsidP="00B9502A">
      <w:r>
        <w:t>Начальник управления экономики</w:t>
      </w:r>
    </w:p>
    <w:p w:rsidR="00820A2F" w:rsidRDefault="00820A2F" w:rsidP="00B9502A">
      <w:r>
        <w:t>администрации муниципального</w:t>
      </w:r>
    </w:p>
    <w:p w:rsidR="00820A2F" w:rsidRDefault="00820A2F" w:rsidP="00B9502A">
      <w:r>
        <w:t xml:space="preserve">образования Калининский район                                                                                                                              А.С. Винников </w:t>
      </w:r>
    </w:p>
    <w:p w:rsidR="00820A2F" w:rsidRDefault="00820A2F"/>
    <w:sectPr w:rsidR="00820A2F" w:rsidSect="009304FB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502A"/>
    <w:rsid w:val="00000FEC"/>
    <w:rsid w:val="00003884"/>
    <w:rsid w:val="00012D70"/>
    <w:rsid w:val="000149D3"/>
    <w:rsid w:val="00022FCD"/>
    <w:rsid w:val="0002443E"/>
    <w:rsid w:val="00024ED5"/>
    <w:rsid w:val="0002549D"/>
    <w:rsid w:val="00037C15"/>
    <w:rsid w:val="00041B04"/>
    <w:rsid w:val="0004477F"/>
    <w:rsid w:val="00050F73"/>
    <w:rsid w:val="00066D95"/>
    <w:rsid w:val="0007002C"/>
    <w:rsid w:val="00073F87"/>
    <w:rsid w:val="00074F91"/>
    <w:rsid w:val="0007528B"/>
    <w:rsid w:val="000779B4"/>
    <w:rsid w:val="000906C0"/>
    <w:rsid w:val="00093424"/>
    <w:rsid w:val="000B062D"/>
    <w:rsid w:val="000B20FE"/>
    <w:rsid w:val="000B5706"/>
    <w:rsid w:val="000C3745"/>
    <w:rsid w:val="000C6328"/>
    <w:rsid w:val="000D2E0E"/>
    <w:rsid w:val="000E0E4F"/>
    <w:rsid w:val="000E4595"/>
    <w:rsid w:val="000E49F1"/>
    <w:rsid w:val="000F3E35"/>
    <w:rsid w:val="000F545C"/>
    <w:rsid w:val="000F596A"/>
    <w:rsid w:val="00115199"/>
    <w:rsid w:val="00124E23"/>
    <w:rsid w:val="00126B14"/>
    <w:rsid w:val="001272E6"/>
    <w:rsid w:val="00130526"/>
    <w:rsid w:val="00135BF1"/>
    <w:rsid w:val="00136002"/>
    <w:rsid w:val="001425F0"/>
    <w:rsid w:val="00147018"/>
    <w:rsid w:val="00150579"/>
    <w:rsid w:val="00150FFA"/>
    <w:rsid w:val="00152F23"/>
    <w:rsid w:val="0015466C"/>
    <w:rsid w:val="00163A15"/>
    <w:rsid w:val="00164775"/>
    <w:rsid w:val="00171AA1"/>
    <w:rsid w:val="00174890"/>
    <w:rsid w:val="00175FFC"/>
    <w:rsid w:val="00182315"/>
    <w:rsid w:val="001937A0"/>
    <w:rsid w:val="00194B22"/>
    <w:rsid w:val="001966C1"/>
    <w:rsid w:val="001A0C83"/>
    <w:rsid w:val="001A17D8"/>
    <w:rsid w:val="001A34AE"/>
    <w:rsid w:val="001A4A4B"/>
    <w:rsid w:val="001B0199"/>
    <w:rsid w:val="001B1763"/>
    <w:rsid w:val="001B2842"/>
    <w:rsid w:val="001B61DF"/>
    <w:rsid w:val="001B712A"/>
    <w:rsid w:val="001C0569"/>
    <w:rsid w:val="001C1A19"/>
    <w:rsid w:val="001C6C2E"/>
    <w:rsid w:val="001D2859"/>
    <w:rsid w:val="001D2D8A"/>
    <w:rsid w:val="001D3FD1"/>
    <w:rsid w:val="001D650D"/>
    <w:rsid w:val="001E2954"/>
    <w:rsid w:val="001E46F0"/>
    <w:rsid w:val="001E4FC6"/>
    <w:rsid w:val="001E5D4B"/>
    <w:rsid w:val="001F25F4"/>
    <w:rsid w:val="001F7914"/>
    <w:rsid w:val="002052A0"/>
    <w:rsid w:val="00206064"/>
    <w:rsid w:val="002075D3"/>
    <w:rsid w:val="00215611"/>
    <w:rsid w:val="00220B55"/>
    <w:rsid w:val="002215AD"/>
    <w:rsid w:val="00224BF4"/>
    <w:rsid w:val="0022742A"/>
    <w:rsid w:val="00234111"/>
    <w:rsid w:val="00234DC8"/>
    <w:rsid w:val="00240A72"/>
    <w:rsid w:val="002417C2"/>
    <w:rsid w:val="00243D81"/>
    <w:rsid w:val="00254C25"/>
    <w:rsid w:val="0025518F"/>
    <w:rsid w:val="002613EB"/>
    <w:rsid w:val="00263482"/>
    <w:rsid w:val="00280804"/>
    <w:rsid w:val="00283D9C"/>
    <w:rsid w:val="002848A1"/>
    <w:rsid w:val="002857F3"/>
    <w:rsid w:val="00290AA8"/>
    <w:rsid w:val="00292802"/>
    <w:rsid w:val="00296D01"/>
    <w:rsid w:val="002A0018"/>
    <w:rsid w:val="002A0C9D"/>
    <w:rsid w:val="002A0F63"/>
    <w:rsid w:val="002A36D0"/>
    <w:rsid w:val="002B727D"/>
    <w:rsid w:val="002C0224"/>
    <w:rsid w:val="002D2CBC"/>
    <w:rsid w:val="002D36FE"/>
    <w:rsid w:val="002D4076"/>
    <w:rsid w:val="002E254A"/>
    <w:rsid w:val="002E3DCC"/>
    <w:rsid w:val="002E54CD"/>
    <w:rsid w:val="002F0C03"/>
    <w:rsid w:val="002F505D"/>
    <w:rsid w:val="002F6801"/>
    <w:rsid w:val="00302001"/>
    <w:rsid w:val="003053C5"/>
    <w:rsid w:val="003068D5"/>
    <w:rsid w:val="00324DD1"/>
    <w:rsid w:val="0032703B"/>
    <w:rsid w:val="00330297"/>
    <w:rsid w:val="00330DBA"/>
    <w:rsid w:val="00331E22"/>
    <w:rsid w:val="003326C7"/>
    <w:rsid w:val="0033460B"/>
    <w:rsid w:val="00335BD7"/>
    <w:rsid w:val="003419F1"/>
    <w:rsid w:val="00346B5E"/>
    <w:rsid w:val="00352DC1"/>
    <w:rsid w:val="0036044D"/>
    <w:rsid w:val="00362BF7"/>
    <w:rsid w:val="00364EAE"/>
    <w:rsid w:val="003760ED"/>
    <w:rsid w:val="003824F8"/>
    <w:rsid w:val="0038252A"/>
    <w:rsid w:val="00382C3F"/>
    <w:rsid w:val="00384A6A"/>
    <w:rsid w:val="00385A68"/>
    <w:rsid w:val="00387D7C"/>
    <w:rsid w:val="00390B98"/>
    <w:rsid w:val="00392EA3"/>
    <w:rsid w:val="003A15D4"/>
    <w:rsid w:val="003A257A"/>
    <w:rsid w:val="003A695E"/>
    <w:rsid w:val="003B1FA0"/>
    <w:rsid w:val="003B66ED"/>
    <w:rsid w:val="003C01AA"/>
    <w:rsid w:val="003C2F35"/>
    <w:rsid w:val="003C6619"/>
    <w:rsid w:val="003C6BAB"/>
    <w:rsid w:val="003D3425"/>
    <w:rsid w:val="003D4D4D"/>
    <w:rsid w:val="003E29DC"/>
    <w:rsid w:val="003F13DE"/>
    <w:rsid w:val="003F3FA8"/>
    <w:rsid w:val="003F5EC5"/>
    <w:rsid w:val="004026AB"/>
    <w:rsid w:val="00404988"/>
    <w:rsid w:val="00413EF5"/>
    <w:rsid w:val="0041567F"/>
    <w:rsid w:val="004216CD"/>
    <w:rsid w:val="00425530"/>
    <w:rsid w:val="00431712"/>
    <w:rsid w:val="004318B9"/>
    <w:rsid w:val="0043661A"/>
    <w:rsid w:val="00442956"/>
    <w:rsid w:val="0044524B"/>
    <w:rsid w:val="004512C2"/>
    <w:rsid w:val="00452164"/>
    <w:rsid w:val="00453D38"/>
    <w:rsid w:val="00454EDD"/>
    <w:rsid w:val="00457E7A"/>
    <w:rsid w:val="00461CC7"/>
    <w:rsid w:val="004632D8"/>
    <w:rsid w:val="00463BBF"/>
    <w:rsid w:val="00467DF9"/>
    <w:rsid w:val="00472FF8"/>
    <w:rsid w:val="00476A5B"/>
    <w:rsid w:val="00483C6E"/>
    <w:rsid w:val="004877C8"/>
    <w:rsid w:val="004905DD"/>
    <w:rsid w:val="004913A7"/>
    <w:rsid w:val="004A0FB3"/>
    <w:rsid w:val="004A302B"/>
    <w:rsid w:val="004B7B6D"/>
    <w:rsid w:val="004C1BF9"/>
    <w:rsid w:val="004C21F1"/>
    <w:rsid w:val="004C7CB1"/>
    <w:rsid w:val="004C7F1A"/>
    <w:rsid w:val="004D40FC"/>
    <w:rsid w:val="004D55BE"/>
    <w:rsid w:val="004D584C"/>
    <w:rsid w:val="004E4F60"/>
    <w:rsid w:val="004E50DB"/>
    <w:rsid w:val="004E5C3F"/>
    <w:rsid w:val="00503F60"/>
    <w:rsid w:val="005148A6"/>
    <w:rsid w:val="005153F3"/>
    <w:rsid w:val="00523A12"/>
    <w:rsid w:val="0052537A"/>
    <w:rsid w:val="005270ED"/>
    <w:rsid w:val="00527FF9"/>
    <w:rsid w:val="0053202B"/>
    <w:rsid w:val="0053749A"/>
    <w:rsid w:val="0054260D"/>
    <w:rsid w:val="00553E62"/>
    <w:rsid w:val="005652FE"/>
    <w:rsid w:val="00584D9E"/>
    <w:rsid w:val="00590AA0"/>
    <w:rsid w:val="00590F4A"/>
    <w:rsid w:val="00597AC6"/>
    <w:rsid w:val="005A6480"/>
    <w:rsid w:val="005B02FD"/>
    <w:rsid w:val="005C39AB"/>
    <w:rsid w:val="005C4CE2"/>
    <w:rsid w:val="005D2107"/>
    <w:rsid w:val="005D6665"/>
    <w:rsid w:val="005D72E4"/>
    <w:rsid w:val="005E1B4D"/>
    <w:rsid w:val="005E3978"/>
    <w:rsid w:val="005E3F16"/>
    <w:rsid w:val="005E6636"/>
    <w:rsid w:val="005E6C5F"/>
    <w:rsid w:val="005F01FC"/>
    <w:rsid w:val="005F3F2D"/>
    <w:rsid w:val="005F7C24"/>
    <w:rsid w:val="00611309"/>
    <w:rsid w:val="006122C4"/>
    <w:rsid w:val="0062319B"/>
    <w:rsid w:val="00625E1B"/>
    <w:rsid w:val="00626878"/>
    <w:rsid w:val="00630784"/>
    <w:rsid w:val="00631652"/>
    <w:rsid w:val="00633504"/>
    <w:rsid w:val="00635A2B"/>
    <w:rsid w:val="00637267"/>
    <w:rsid w:val="006462C5"/>
    <w:rsid w:val="00650310"/>
    <w:rsid w:val="00652009"/>
    <w:rsid w:val="00656CFB"/>
    <w:rsid w:val="006614AC"/>
    <w:rsid w:val="00662108"/>
    <w:rsid w:val="00664E87"/>
    <w:rsid w:val="006657BE"/>
    <w:rsid w:val="00665C0F"/>
    <w:rsid w:val="006717D2"/>
    <w:rsid w:val="00683AF4"/>
    <w:rsid w:val="00686E2A"/>
    <w:rsid w:val="00691BBD"/>
    <w:rsid w:val="006A02B0"/>
    <w:rsid w:val="006A281B"/>
    <w:rsid w:val="006B77F9"/>
    <w:rsid w:val="006C639B"/>
    <w:rsid w:val="006C64F6"/>
    <w:rsid w:val="006D0851"/>
    <w:rsid w:val="006D2844"/>
    <w:rsid w:val="006D35FC"/>
    <w:rsid w:val="006E1E56"/>
    <w:rsid w:val="006E24C2"/>
    <w:rsid w:val="006E3593"/>
    <w:rsid w:val="006F168B"/>
    <w:rsid w:val="006F34C6"/>
    <w:rsid w:val="006F47F2"/>
    <w:rsid w:val="006F68BF"/>
    <w:rsid w:val="00710918"/>
    <w:rsid w:val="007114A2"/>
    <w:rsid w:val="00717937"/>
    <w:rsid w:val="00717FB7"/>
    <w:rsid w:val="00723070"/>
    <w:rsid w:val="0072440D"/>
    <w:rsid w:val="007319AD"/>
    <w:rsid w:val="00732535"/>
    <w:rsid w:val="00747664"/>
    <w:rsid w:val="00753CD1"/>
    <w:rsid w:val="00757689"/>
    <w:rsid w:val="007613E5"/>
    <w:rsid w:val="00764DE4"/>
    <w:rsid w:val="007652E3"/>
    <w:rsid w:val="00770A97"/>
    <w:rsid w:val="00775191"/>
    <w:rsid w:val="0078287E"/>
    <w:rsid w:val="00783C6E"/>
    <w:rsid w:val="0078700C"/>
    <w:rsid w:val="00793E14"/>
    <w:rsid w:val="00794CFD"/>
    <w:rsid w:val="0079646D"/>
    <w:rsid w:val="0079650E"/>
    <w:rsid w:val="007A14AC"/>
    <w:rsid w:val="007A3DA7"/>
    <w:rsid w:val="007A7808"/>
    <w:rsid w:val="007A7BCB"/>
    <w:rsid w:val="007C11B7"/>
    <w:rsid w:val="007C3233"/>
    <w:rsid w:val="007C42B5"/>
    <w:rsid w:val="007C7B56"/>
    <w:rsid w:val="007C7E8B"/>
    <w:rsid w:val="007D6F34"/>
    <w:rsid w:val="007E11CE"/>
    <w:rsid w:val="007E3856"/>
    <w:rsid w:val="007E6E10"/>
    <w:rsid w:val="007F0BB7"/>
    <w:rsid w:val="007F64C7"/>
    <w:rsid w:val="007F6BB6"/>
    <w:rsid w:val="008011E2"/>
    <w:rsid w:val="00802437"/>
    <w:rsid w:val="008035D6"/>
    <w:rsid w:val="008035EC"/>
    <w:rsid w:val="00807294"/>
    <w:rsid w:val="008104FF"/>
    <w:rsid w:val="00816E9B"/>
    <w:rsid w:val="00820A2F"/>
    <w:rsid w:val="00825F3D"/>
    <w:rsid w:val="00833173"/>
    <w:rsid w:val="00845E71"/>
    <w:rsid w:val="00846C00"/>
    <w:rsid w:val="00850523"/>
    <w:rsid w:val="008520A6"/>
    <w:rsid w:val="0085608B"/>
    <w:rsid w:val="00856CAC"/>
    <w:rsid w:val="00860341"/>
    <w:rsid w:val="008609D3"/>
    <w:rsid w:val="00861152"/>
    <w:rsid w:val="00865B5C"/>
    <w:rsid w:val="00865C7F"/>
    <w:rsid w:val="00875954"/>
    <w:rsid w:val="008766EE"/>
    <w:rsid w:val="00876DAF"/>
    <w:rsid w:val="00880AF7"/>
    <w:rsid w:val="00890949"/>
    <w:rsid w:val="00892407"/>
    <w:rsid w:val="0089281D"/>
    <w:rsid w:val="00895482"/>
    <w:rsid w:val="00897EFD"/>
    <w:rsid w:val="008A024A"/>
    <w:rsid w:val="008A2F8B"/>
    <w:rsid w:val="008A3C6C"/>
    <w:rsid w:val="008A5171"/>
    <w:rsid w:val="008A59BA"/>
    <w:rsid w:val="008B78DA"/>
    <w:rsid w:val="008C55B6"/>
    <w:rsid w:val="008C6495"/>
    <w:rsid w:val="008D1187"/>
    <w:rsid w:val="008E47F5"/>
    <w:rsid w:val="008E56A3"/>
    <w:rsid w:val="008F2DC8"/>
    <w:rsid w:val="008F5294"/>
    <w:rsid w:val="00903473"/>
    <w:rsid w:val="009056B0"/>
    <w:rsid w:val="009064E0"/>
    <w:rsid w:val="00911243"/>
    <w:rsid w:val="009158AD"/>
    <w:rsid w:val="00925FCB"/>
    <w:rsid w:val="009304FB"/>
    <w:rsid w:val="00933F3E"/>
    <w:rsid w:val="00940E53"/>
    <w:rsid w:val="00941682"/>
    <w:rsid w:val="00941BA6"/>
    <w:rsid w:val="00941BD7"/>
    <w:rsid w:val="00951320"/>
    <w:rsid w:val="009514AB"/>
    <w:rsid w:val="00956B35"/>
    <w:rsid w:val="00964CE3"/>
    <w:rsid w:val="009713C4"/>
    <w:rsid w:val="00973B91"/>
    <w:rsid w:val="00974B0B"/>
    <w:rsid w:val="00986CFA"/>
    <w:rsid w:val="009942AA"/>
    <w:rsid w:val="009943E1"/>
    <w:rsid w:val="009A1876"/>
    <w:rsid w:val="009A2210"/>
    <w:rsid w:val="009A5A2B"/>
    <w:rsid w:val="009B4B9F"/>
    <w:rsid w:val="009B58D5"/>
    <w:rsid w:val="009C54ED"/>
    <w:rsid w:val="009D06A9"/>
    <w:rsid w:val="009D0B69"/>
    <w:rsid w:val="009D0DDC"/>
    <w:rsid w:val="009E35CD"/>
    <w:rsid w:val="009E57DF"/>
    <w:rsid w:val="009E6B64"/>
    <w:rsid w:val="009E7E10"/>
    <w:rsid w:val="009F0388"/>
    <w:rsid w:val="009F045E"/>
    <w:rsid w:val="009F1CF5"/>
    <w:rsid w:val="009F76E5"/>
    <w:rsid w:val="00A00029"/>
    <w:rsid w:val="00A00563"/>
    <w:rsid w:val="00A026F8"/>
    <w:rsid w:val="00A0423C"/>
    <w:rsid w:val="00A2103F"/>
    <w:rsid w:val="00A2173B"/>
    <w:rsid w:val="00A2337D"/>
    <w:rsid w:val="00A25880"/>
    <w:rsid w:val="00A32290"/>
    <w:rsid w:val="00A35E18"/>
    <w:rsid w:val="00A40E75"/>
    <w:rsid w:val="00A41B44"/>
    <w:rsid w:val="00A43E78"/>
    <w:rsid w:val="00A47794"/>
    <w:rsid w:val="00A50345"/>
    <w:rsid w:val="00A545EE"/>
    <w:rsid w:val="00A64257"/>
    <w:rsid w:val="00A71962"/>
    <w:rsid w:val="00A72586"/>
    <w:rsid w:val="00A74CEE"/>
    <w:rsid w:val="00A75459"/>
    <w:rsid w:val="00A82FD1"/>
    <w:rsid w:val="00A84025"/>
    <w:rsid w:val="00A844BC"/>
    <w:rsid w:val="00A84CB8"/>
    <w:rsid w:val="00A866D5"/>
    <w:rsid w:val="00A87365"/>
    <w:rsid w:val="00A87A7F"/>
    <w:rsid w:val="00A9229E"/>
    <w:rsid w:val="00A9274F"/>
    <w:rsid w:val="00A95EA1"/>
    <w:rsid w:val="00AB3349"/>
    <w:rsid w:val="00AC26B3"/>
    <w:rsid w:val="00AC4EEB"/>
    <w:rsid w:val="00AC5372"/>
    <w:rsid w:val="00AD3DEA"/>
    <w:rsid w:val="00AD4B99"/>
    <w:rsid w:val="00AE253E"/>
    <w:rsid w:val="00AE482A"/>
    <w:rsid w:val="00AE4FB6"/>
    <w:rsid w:val="00AF7E9E"/>
    <w:rsid w:val="00B121B0"/>
    <w:rsid w:val="00B132EE"/>
    <w:rsid w:val="00B36B3C"/>
    <w:rsid w:val="00B37FDA"/>
    <w:rsid w:val="00B47290"/>
    <w:rsid w:val="00B533E9"/>
    <w:rsid w:val="00B56AE6"/>
    <w:rsid w:val="00B6477D"/>
    <w:rsid w:val="00B66544"/>
    <w:rsid w:val="00B67349"/>
    <w:rsid w:val="00B67588"/>
    <w:rsid w:val="00B702A8"/>
    <w:rsid w:val="00B728E9"/>
    <w:rsid w:val="00B77B79"/>
    <w:rsid w:val="00B77BE3"/>
    <w:rsid w:val="00B801BD"/>
    <w:rsid w:val="00B851E6"/>
    <w:rsid w:val="00B871DD"/>
    <w:rsid w:val="00B941A6"/>
    <w:rsid w:val="00B9502A"/>
    <w:rsid w:val="00BB07CB"/>
    <w:rsid w:val="00BB3417"/>
    <w:rsid w:val="00BB397A"/>
    <w:rsid w:val="00BC66E3"/>
    <w:rsid w:val="00BD3EE6"/>
    <w:rsid w:val="00BD69D4"/>
    <w:rsid w:val="00BE2E70"/>
    <w:rsid w:val="00BE3524"/>
    <w:rsid w:val="00BF1B76"/>
    <w:rsid w:val="00BF4778"/>
    <w:rsid w:val="00BF4BC3"/>
    <w:rsid w:val="00BF7A95"/>
    <w:rsid w:val="00C0019D"/>
    <w:rsid w:val="00C001C6"/>
    <w:rsid w:val="00C05DF6"/>
    <w:rsid w:val="00C07413"/>
    <w:rsid w:val="00C23466"/>
    <w:rsid w:val="00C2359A"/>
    <w:rsid w:val="00C250E4"/>
    <w:rsid w:val="00C31C6D"/>
    <w:rsid w:val="00C3359D"/>
    <w:rsid w:val="00C33CB1"/>
    <w:rsid w:val="00C42402"/>
    <w:rsid w:val="00C42643"/>
    <w:rsid w:val="00C4779A"/>
    <w:rsid w:val="00C508BA"/>
    <w:rsid w:val="00C543D4"/>
    <w:rsid w:val="00C603EF"/>
    <w:rsid w:val="00C64EB4"/>
    <w:rsid w:val="00C8135A"/>
    <w:rsid w:val="00C91FF7"/>
    <w:rsid w:val="00C944F4"/>
    <w:rsid w:val="00C96139"/>
    <w:rsid w:val="00C97B74"/>
    <w:rsid w:val="00CA0FD8"/>
    <w:rsid w:val="00CA64D1"/>
    <w:rsid w:val="00CA7182"/>
    <w:rsid w:val="00CA74AC"/>
    <w:rsid w:val="00CC2058"/>
    <w:rsid w:val="00CC6745"/>
    <w:rsid w:val="00CE3B7E"/>
    <w:rsid w:val="00CE6B92"/>
    <w:rsid w:val="00CF6336"/>
    <w:rsid w:val="00CF7FFC"/>
    <w:rsid w:val="00D04444"/>
    <w:rsid w:val="00D155B2"/>
    <w:rsid w:val="00D208F4"/>
    <w:rsid w:val="00D24450"/>
    <w:rsid w:val="00D2516A"/>
    <w:rsid w:val="00D34E8C"/>
    <w:rsid w:val="00D35B12"/>
    <w:rsid w:val="00D45666"/>
    <w:rsid w:val="00D50BA1"/>
    <w:rsid w:val="00D5254A"/>
    <w:rsid w:val="00D64371"/>
    <w:rsid w:val="00D665D2"/>
    <w:rsid w:val="00D715C6"/>
    <w:rsid w:val="00D72713"/>
    <w:rsid w:val="00D72ADE"/>
    <w:rsid w:val="00D81151"/>
    <w:rsid w:val="00D81539"/>
    <w:rsid w:val="00D81DBC"/>
    <w:rsid w:val="00D952CD"/>
    <w:rsid w:val="00D95A48"/>
    <w:rsid w:val="00D9653F"/>
    <w:rsid w:val="00DB2519"/>
    <w:rsid w:val="00DB46C5"/>
    <w:rsid w:val="00DB53D5"/>
    <w:rsid w:val="00DB7383"/>
    <w:rsid w:val="00DB78D2"/>
    <w:rsid w:val="00DC4BF8"/>
    <w:rsid w:val="00DC5533"/>
    <w:rsid w:val="00DC6AE4"/>
    <w:rsid w:val="00DD0C13"/>
    <w:rsid w:val="00DD1A50"/>
    <w:rsid w:val="00DD23A1"/>
    <w:rsid w:val="00DD5436"/>
    <w:rsid w:val="00DE1D6A"/>
    <w:rsid w:val="00DE4415"/>
    <w:rsid w:val="00DE5D21"/>
    <w:rsid w:val="00DE699E"/>
    <w:rsid w:val="00DF1511"/>
    <w:rsid w:val="00DF2F72"/>
    <w:rsid w:val="00DF343A"/>
    <w:rsid w:val="00E00A5E"/>
    <w:rsid w:val="00E034BF"/>
    <w:rsid w:val="00E103B5"/>
    <w:rsid w:val="00E1127E"/>
    <w:rsid w:val="00E128D5"/>
    <w:rsid w:val="00E14027"/>
    <w:rsid w:val="00E16C9A"/>
    <w:rsid w:val="00E2144F"/>
    <w:rsid w:val="00E22505"/>
    <w:rsid w:val="00E25851"/>
    <w:rsid w:val="00E25AA0"/>
    <w:rsid w:val="00E26176"/>
    <w:rsid w:val="00E31570"/>
    <w:rsid w:val="00E32941"/>
    <w:rsid w:val="00E34D0A"/>
    <w:rsid w:val="00E35839"/>
    <w:rsid w:val="00E41912"/>
    <w:rsid w:val="00E42F5A"/>
    <w:rsid w:val="00E57126"/>
    <w:rsid w:val="00E6481D"/>
    <w:rsid w:val="00E653CD"/>
    <w:rsid w:val="00E7363B"/>
    <w:rsid w:val="00E7388A"/>
    <w:rsid w:val="00E74F18"/>
    <w:rsid w:val="00E83B50"/>
    <w:rsid w:val="00E84F54"/>
    <w:rsid w:val="00E8787D"/>
    <w:rsid w:val="00E87A63"/>
    <w:rsid w:val="00E9093F"/>
    <w:rsid w:val="00E90E0B"/>
    <w:rsid w:val="00EA04A5"/>
    <w:rsid w:val="00EA185A"/>
    <w:rsid w:val="00EB2B32"/>
    <w:rsid w:val="00EB582E"/>
    <w:rsid w:val="00EC3B79"/>
    <w:rsid w:val="00EC7905"/>
    <w:rsid w:val="00ED0319"/>
    <w:rsid w:val="00ED3670"/>
    <w:rsid w:val="00EE4366"/>
    <w:rsid w:val="00EE5C64"/>
    <w:rsid w:val="00EF17B4"/>
    <w:rsid w:val="00EF24E1"/>
    <w:rsid w:val="00EF260F"/>
    <w:rsid w:val="00EF27AB"/>
    <w:rsid w:val="00EF4179"/>
    <w:rsid w:val="00EF65BD"/>
    <w:rsid w:val="00F01077"/>
    <w:rsid w:val="00F128B7"/>
    <w:rsid w:val="00F14BD5"/>
    <w:rsid w:val="00F170FB"/>
    <w:rsid w:val="00F1757B"/>
    <w:rsid w:val="00F22EED"/>
    <w:rsid w:val="00F272B8"/>
    <w:rsid w:val="00F30850"/>
    <w:rsid w:val="00F317C6"/>
    <w:rsid w:val="00F33C7E"/>
    <w:rsid w:val="00F34572"/>
    <w:rsid w:val="00F37470"/>
    <w:rsid w:val="00F404A5"/>
    <w:rsid w:val="00F429CF"/>
    <w:rsid w:val="00F4427B"/>
    <w:rsid w:val="00F460AF"/>
    <w:rsid w:val="00F565BC"/>
    <w:rsid w:val="00F6078A"/>
    <w:rsid w:val="00F60E20"/>
    <w:rsid w:val="00F63CE7"/>
    <w:rsid w:val="00F70B71"/>
    <w:rsid w:val="00F763D0"/>
    <w:rsid w:val="00F82993"/>
    <w:rsid w:val="00F82D5D"/>
    <w:rsid w:val="00F85BCA"/>
    <w:rsid w:val="00F8770F"/>
    <w:rsid w:val="00F9305F"/>
    <w:rsid w:val="00F94ADC"/>
    <w:rsid w:val="00F94AFF"/>
    <w:rsid w:val="00F96A70"/>
    <w:rsid w:val="00F97747"/>
    <w:rsid w:val="00FA14B9"/>
    <w:rsid w:val="00FB5B93"/>
    <w:rsid w:val="00FB5C59"/>
    <w:rsid w:val="00FC03EE"/>
    <w:rsid w:val="00FC0F2B"/>
    <w:rsid w:val="00FC4074"/>
    <w:rsid w:val="00FC4258"/>
    <w:rsid w:val="00FD1E46"/>
    <w:rsid w:val="00FD4339"/>
    <w:rsid w:val="00FD5890"/>
    <w:rsid w:val="00FD6276"/>
    <w:rsid w:val="00FD7535"/>
    <w:rsid w:val="00FD7B57"/>
    <w:rsid w:val="00FE06AA"/>
    <w:rsid w:val="00FE26F6"/>
    <w:rsid w:val="00FE3B1E"/>
    <w:rsid w:val="00FE7964"/>
    <w:rsid w:val="00FE7C57"/>
    <w:rsid w:val="00FF0084"/>
    <w:rsid w:val="00FF2A54"/>
    <w:rsid w:val="00FF51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502A"/>
    <w:pPr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101</TotalTime>
  <Pages>6</Pages>
  <Words>920</Words>
  <Characters>5250</Characters>
  <Application>Microsoft Office Outlook</Application>
  <DocSecurity>0</DocSecurity>
  <Lines>0</Lines>
  <Paragraphs>0</Paragraphs>
  <ScaleCrop>false</ScaleCrop>
  <Company>Tycoon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Марченко</dc:creator>
  <cp:keywords/>
  <dc:description/>
  <cp:lastModifiedBy>Vinnikov</cp:lastModifiedBy>
  <cp:revision>24</cp:revision>
  <dcterms:created xsi:type="dcterms:W3CDTF">2015-05-06T05:56:00Z</dcterms:created>
  <dcterms:modified xsi:type="dcterms:W3CDTF">2016-11-07T11:34:00Z</dcterms:modified>
</cp:coreProperties>
</file>