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2EB" w:rsidRDefault="008542EB" w:rsidP="004E6226">
      <w:pPr>
        <w:ind w:left="5580"/>
        <w:jc w:val="center"/>
        <w:rPr>
          <w:sz w:val="28"/>
          <w:szCs w:val="28"/>
        </w:rPr>
      </w:pPr>
      <w:bookmarkStart w:id="0" w:name="sub_200"/>
      <w:r w:rsidRPr="00ED3795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№2 </w:t>
      </w:r>
    </w:p>
    <w:p w:rsidR="008542EB" w:rsidRDefault="008542EB" w:rsidP="004E6226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8542EB" w:rsidRPr="00ED3795" w:rsidRDefault="008542EB" w:rsidP="00AC5E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ED3795">
        <w:rPr>
          <w:sz w:val="28"/>
          <w:szCs w:val="28"/>
        </w:rPr>
        <w:t>постановлени</w:t>
      </w:r>
      <w:r>
        <w:rPr>
          <w:sz w:val="28"/>
          <w:szCs w:val="28"/>
        </w:rPr>
        <w:t>ем администрации</w:t>
      </w:r>
    </w:p>
    <w:p w:rsidR="008542EB" w:rsidRPr="00ED3795" w:rsidRDefault="008542EB" w:rsidP="004E6226">
      <w:pPr>
        <w:ind w:left="558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муниципального образования</w:t>
      </w:r>
    </w:p>
    <w:p w:rsidR="008542EB" w:rsidRDefault="008542EB" w:rsidP="004E6226">
      <w:pPr>
        <w:ind w:left="558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Калининский район</w:t>
      </w:r>
    </w:p>
    <w:p w:rsidR="008542EB" w:rsidRPr="00C754C9" w:rsidRDefault="008542EB" w:rsidP="004E6226">
      <w:pPr>
        <w:ind w:left="558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683EFB">
        <w:rPr>
          <w:sz w:val="28"/>
          <w:szCs w:val="28"/>
        </w:rPr>
        <w:t>_</w:t>
      </w:r>
      <w:r w:rsidRPr="00C754C9">
        <w:rPr>
          <w:sz w:val="28"/>
          <w:szCs w:val="28"/>
        </w:rPr>
        <w:t>_________</w:t>
      </w:r>
      <w:r>
        <w:rPr>
          <w:sz w:val="28"/>
          <w:szCs w:val="28"/>
        </w:rPr>
        <w:softHyphen/>
        <w:t xml:space="preserve">_ №  </w:t>
      </w:r>
      <w:r w:rsidRPr="00C754C9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C754C9">
        <w:rPr>
          <w:sz w:val="28"/>
          <w:szCs w:val="28"/>
        </w:rPr>
        <w:t>_</w:t>
      </w:r>
    </w:p>
    <w:p w:rsidR="008542EB" w:rsidRPr="00ED3795" w:rsidRDefault="008542EB" w:rsidP="004E6226">
      <w:pPr>
        <w:ind w:left="5580"/>
        <w:jc w:val="center"/>
        <w:rPr>
          <w:sz w:val="28"/>
          <w:szCs w:val="28"/>
        </w:rPr>
      </w:pPr>
    </w:p>
    <w:bookmarkEnd w:id="0"/>
    <w:p w:rsidR="008542EB" w:rsidRPr="005F2DCA" w:rsidRDefault="008542EB" w:rsidP="0081252D">
      <w:pPr>
        <w:pStyle w:val="a0"/>
        <w:ind w:firstLine="720"/>
        <w:rPr>
          <w:rStyle w:val="a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8542EB" w:rsidRPr="005F2DCA" w:rsidRDefault="008542EB" w:rsidP="0081252D">
      <w:pPr>
        <w:jc w:val="center"/>
        <w:rPr>
          <w:sz w:val="28"/>
          <w:szCs w:val="28"/>
        </w:rPr>
      </w:pPr>
    </w:p>
    <w:p w:rsidR="008542EB" w:rsidRPr="00C23501" w:rsidRDefault="008542EB" w:rsidP="0081252D">
      <w:pPr>
        <w:jc w:val="center"/>
        <w:rPr>
          <w:b/>
          <w:bCs/>
          <w:sz w:val="28"/>
          <w:szCs w:val="28"/>
        </w:rPr>
      </w:pPr>
      <w:r w:rsidRPr="00C23501">
        <w:rPr>
          <w:b/>
          <w:bCs/>
          <w:sz w:val="28"/>
          <w:szCs w:val="28"/>
        </w:rPr>
        <w:t>ПОЛОЖЕНИЕ</w:t>
      </w:r>
    </w:p>
    <w:p w:rsidR="008542EB" w:rsidRPr="00C23501" w:rsidRDefault="008542EB" w:rsidP="006821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Pr="00C23501">
        <w:rPr>
          <w:b/>
          <w:bCs/>
          <w:sz w:val="28"/>
          <w:szCs w:val="28"/>
        </w:rPr>
        <w:t xml:space="preserve">абочей группы по формированию концепций муниципальных </w:t>
      </w:r>
    </w:p>
    <w:p w:rsidR="008542EB" w:rsidRPr="00C23501" w:rsidRDefault="008542EB" w:rsidP="00603051">
      <w:pPr>
        <w:jc w:val="center"/>
        <w:rPr>
          <w:b/>
          <w:bCs/>
          <w:sz w:val="28"/>
          <w:szCs w:val="28"/>
        </w:rPr>
      </w:pPr>
      <w:r w:rsidRPr="00C23501">
        <w:rPr>
          <w:b/>
          <w:bCs/>
          <w:sz w:val="28"/>
          <w:szCs w:val="28"/>
        </w:rPr>
        <w:t xml:space="preserve">или межмуниципальных инвестиционных проектов на </w:t>
      </w:r>
    </w:p>
    <w:p w:rsidR="008542EB" w:rsidRPr="00C23501" w:rsidRDefault="008542EB" w:rsidP="0068217E">
      <w:pPr>
        <w:jc w:val="center"/>
        <w:rPr>
          <w:b/>
          <w:bCs/>
          <w:sz w:val="28"/>
          <w:szCs w:val="28"/>
        </w:rPr>
      </w:pPr>
      <w:r w:rsidRPr="00C23501">
        <w:rPr>
          <w:b/>
          <w:bCs/>
          <w:sz w:val="28"/>
          <w:szCs w:val="28"/>
        </w:rPr>
        <w:t xml:space="preserve">основе концессионных соглашений и иных форм </w:t>
      </w:r>
    </w:p>
    <w:p w:rsidR="008542EB" w:rsidRPr="00603051" w:rsidRDefault="008542EB" w:rsidP="0068217E">
      <w:pPr>
        <w:jc w:val="center"/>
        <w:rPr>
          <w:sz w:val="28"/>
          <w:szCs w:val="28"/>
        </w:rPr>
      </w:pPr>
      <w:r w:rsidRPr="00C23501">
        <w:rPr>
          <w:b/>
          <w:bCs/>
          <w:sz w:val="28"/>
          <w:szCs w:val="28"/>
        </w:rPr>
        <w:t>государственно-частного партнерства и их реализации</w:t>
      </w:r>
    </w:p>
    <w:p w:rsidR="008542EB" w:rsidRDefault="008542EB" w:rsidP="0081252D">
      <w:pPr>
        <w:jc w:val="center"/>
        <w:rPr>
          <w:sz w:val="28"/>
          <w:szCs w:val="28"/>
        </w:rPr>
      </w:pPr>
    </w:p>
    <w:p w:rsidR="008542EB" w:rsidRPr="005F2DCA" w:rsidRDefault="008542EB" w:rsidP="0081252D">
      <w:pPr>
        <w:jc w:val="center"/>
        <w:rPr>
          <w:sz w:val="28"/>
          <w:szCs w:val="28"/>
        </w:rPr>
      </w:pPr>
    </w:p>
    <w:p w:rsidR="008542EB" w:rsidRPr="005F2DCA" w:rsidRDefault="008542EB" w:rsidP="0081252D">
      <w:pPr>
        <w:jc w:val="center"/>
        <w:rPr>
          <w:sz w:val="28"/>
          <w:szCs w:val="28"/>
        </w:rPr>
      </w:pPr>
      <w:r w:rsidRPr="005F2DCA">
        <w:rPr>
          <w:sz w:val="28"/>
          <w:szCs w:val="28"/>
        </w:rPr>
        <w:t>1. Общие положения</w:t>
      </w:r>
    </w:p>
    <w:p w:rsidR="008542EB" w:rsidRDefault="008542EB" w:rsidP="0081252D">
      <w:pPr>
        <w:rPr>
          <w:sz w:val="28"/>
          <w:szCs w:val="28"/>
        </w:rPr>
      </w:pPr>
    </w:p>
    <w:p w:rsidR="008542EB" w:rsidRPr="0000792C" w:rsidRDefault="008542EB" w:rsidP="00B551D7">
      <w:pPr>
        <w:ind w:firstLine="708"/>
        <w:jc w:val="both"/>
        <w:rPr>
          <w:sz w:val="28"/>
          <w:szCs w:val="28"/>
        </w:rPr>
      </w:pPr>
      <w:r w:rsidRPr="00C754C9">
        <w:rPr>
          <w:sz w:val="28"/>
          <w:szCs w:val="28"/>
        </w:rPr>
        <w:t>Рабоч</w:t>
      </w:r>
      <w:r>
        <w:rPr>
          <w:sz w:val="28"/>
          <w:szCs w:val="28"/>
        </w:rPr>
        <w:t>ая</w:t>
      </w:r>
      <w:r w:rsidRPr="00C754C9">
        <w:rPr>
          <w:sz w:val="28"/>
          <w:szCs w:val="28"/>
        </w:rPr>
        <w:t xml:space="preserve"> групп</w:t>
      </w:r>
      <w:r>
        <w:rPr>
          <w:sz w:val="28"/>
          <w:szCs w:val="28"/>
        </w:rPr>
        <w:t>а</w:t>
      </w:r>
      <w:r w:rsidRPr="00C754C9">
        <w:rPr>
          <w:sz w:val="28"/>
          <w:szCs w:val="28"/>
        </w:rPr>
        <w:t xml:space="preserve"> </w:t>
      </w:r>
      <w:r w:rsidRPr="0068217E">
        <w:rPr>
          <w:sz w:val="28"/>
          <w:szCs w:val="28"/>
        </w:rPr>
        <w:t xml:space="preserve">по формированию концепций муниципальных или межмуниципальных инвестиционных проектов на основе механизмов </w:t>
      </w:r>
      <w:r w:rsidRPr="00603051">
        <w:rPr>
          <w:sz w:val="28"/>
          <w:szCs w:val="28"/>
        </w:rPr>
        <w:t>концессионных соглашений и иных форм государственно-частного партнерства</w:t>
      </w:r>
      <w:r w:rsidRPr="005F2DC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5F2DCA">
        <w:rPr>
          <w:sz w:val="28"/>
          <w:szCs w:val="28"/>
        </w:rPr>
        <w:t xml:space="preserve"> </w:t>
      </w:r>
      <w:r>
        <w:rPr>
          <w:rStyle w:val="a"/>
          <w:b w:val="0"/>
          <w:bCs w:val="0"/>
          <w:color w:val="auto"/>
          <w:sz w:val="28"/>
          <w:szCs w:val="28"/>
        </w:rPr>
        <w:t>рабочая группа</w:t>
      </w:r>
      <w:r w:rsidRPr="005F2DCA">
        <w:rPr>
          <w:sz w:val="28"/>
          <w:szCs w:val="28"/>
        </w:rPr>
        <w:t xml:space="preserve">) является постоянно действующим коллегиальным органом муниципального образования Калининский район, созданным в целях </w:t>
      </w:r>
      <w:r>
        <w:rPr>
          <w:sz w:val="28"/>
          <w:szCs w:val="28"/>
        </w:rPr>
        <w:t>выработки</w:t>
      </w:r>
      <w:r w:rsidRPr="0068217E">
        <w:rPr>
          <w:sz w:val="28"/>
          <w:szCs w:val="28"/>
        </w:rPr>
        <w:t xml:space="preserve"> концепци</w:t>
      </w:r>
      <w:r>
        <w:rPr>
          <w:sz w:val="28"/>
          <w:szCs w:val="28"/>
        </w:rPr>
        <w:t>и формирования</w:t>
      </w:r>
      <w:r w:rsidRPr="0068217E">
        <w:rPr>
          <w:sz w:val="28"/>
          <w:szCs w:val="28"/>
        </w:rPr>
        <w:t xml:space="preserve"> </w:t>
      </w:r>
      <w:r w:rsidRPr="00B551D7">
        <w:rPr>
          <w:sz w:val="28"/>
          <w:szCs w:val="28"/>
        </w:rPr>
        <w:t xml:space="preserve">и реализации инфраструктурных, транспортных и социально значимых проектов путем использования инструментов </w:t>
      </w:r>
      <w:r w:rsidRPr="00603051">
        <w:rPr>
          <w:sz w:val="28"/>
          <w:szCs w:val="28"/>
        </w:rPr>
        <w:t>концессионных соглашений и иных форм государственно-частного партнерства</w:t>
      </w:r>
      <w:r w:rsidRPr="00B551D7">
        <w:rPr>
          <w:sz w:val="28"/>
          <w:szCs w:val="28"/>
        </w:rPr>
        <w:t xml:space="preserve"> на муниципальном и межмуниципальном уровне.</w:t>
      </w:r>
    </w:p>
    <w:p w:rsidR="008542EB" w:rsidRPr="0000792C" w:rsidRDefault="008542EB" w:rsidP="00B551D7">
      <w:pPr>
        <w:pStyle w:val="ListParagraph"/>
        <w:ind w:left="0" w:firstLine="709"/>
        <w:jc w:val="both"/>
        <w:rPr>
          <w:sz w:val="28"/>
          <w:szCs w:val="28"/>
        </w:rPr>
      </w:pPr>
      <w:r w:rsidRPr="0000792C">
        <w:rPr>
          <w:sz w:val="28"/>
          <w:szCs w:val="28"/>
        </w:rPr>
        <w:t xml:space="preserve">В своей деятельности </w:t>
      </w:r>
      <w:r>
        <w:rPr>
          <w:sz w:val="28"/>
          <w:szCs w:val="28"/>
        </w:rPr>
        <w:t xml:space="preserve">рабочая группа </w:t>
      </w:r>
      <w:r w:rsidRPr="0000792C">
        <w:rPr>
          <w:sz w:val="28"/>
          <w:szCs w:val="28"/>
        </w:rPr>
        <w:t>руководствуется Конституцией Российской Федерации, федеральными законами, законами Краснодарского края, муниципальными правовыми актами, настоящим Положением.</w:t>
      </w:r>
    </w:p>
    <w:p w:rsidR="008542EB" w:rsidRPr="0000792C" w:rsidRDefault="008542EB" w:rsidP="00B551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группа</w:t>
      </w:r>
      <w:r w:rsidRPr="0000792C">
        <w:rPr>
          <w:sz w:val="28"/>
          <w:szCs w:val="28"/>
        </w:rPr>
        <w:t xml:space="preserve"> создается из числа должностных лиц администрации муниципальног</w:t>
      </w:r>
      <w:r>
        <w:rPr>
          <w:sz w:val="28"/>
          <w:szCs w:val="28"/>
        </w:rPr>
        <w:t xml:space="preserve">о образования Калининский район, представителей предпринимательского сообщества, банковского сектора, </w:t>
      </w:r>
      <w:r w:rsidRPr="00823955">
        <w:rPr>
          <w:sz w:val="28"/>
          <w:szCs w:val="28"/>
        </w:rPr>
        <w:t>ресурсо и энергоснабжающих</w:t>
      </w:r>
      <w:r>
        <w:rPr>
          <w:sz w:val="28"/>
          <w:szCs w:val="28"/>
        </w:rPr>
        <w:t xml:space="preserve"> предприятий.</w:t>
      </w:r>
    </w:p>
    <w:p w:rsidR="008542EB" w:rsidRPr="0000792C" w:rsidRDefault="008542EB" w:rsidP="0081252D">
      <w:pPr>
        <w:ind w:left="420"/>
        <w:jc w:val="center"/>
        <w:rPr>
          <w:sz w:val="28"/>
          <w:szCs w:val="28"/>
        </w:rPr>
      </w:pPr>
    </w:p>
    <w:p w:rsidR="008542EB" w:rsidRPr="0000792C" w:rsidRDefault="008542EB" w:rsidP="0081252D">
      <w:pPr>
        <w:ind w:left="420"/>
        <w:jc w:val="center"/>
        <w:rPr>
          <w:sz w:val="28"/>
          <w:szCs w:val="28"/>
        </w:rPr>
      </w:pPr>
      <w:r w:rsidRPr="0000792C">
        <w:rPr>
          <w:sz w:val="28"/>
          <w:szCs w:val="28"/>
        </w:rPr>
        <w:t xml:space="preserve">2. Основные задачи и функции </w:t>
      </w:r>
      <w:r>
        <w:rPr>
          <w:sz w:val="28"/>
          <w:szCs w:val="28"/>
        </w:rPr>
        <w:t>рабочей группы</w:t>
      </w:r>
    </w:p>
    <w:p w:rsidR="008542EB" w:rsidRPr="0000792C" w:rsidRDefault="008542EB" w:rsidP="00E17689">
      <w:pPr>
        <w:ind w:firstLine="709"/>
        <w:jc w:val="both"/>
        <w:rPr>
          <w:sz w:val="28"/>
          <w:szCs w:val="28"/>
        </w:rPr>
      </w:pPr>
    </w:p>
    <w:p w:rsidR="008542EB" w:rsidRPr="00823955" w:rsidRDefault="008542EB" w:rsidP="00230907">
      <w:pPr>
        <w:ind w:firstLine="720"/>
        <w:jc w:val="both"/>
        <w:rPr>
          <w:sz w:val="28"/>
          <w:szCs w:val="28"/>
        </w:rPr>
      </w:pPr>
      <w:bookmarkStart w:id="1" w:name="sub_231"/>
      <w:r w:rsidRPr="00823955">
        <w:rPr>
          <w:sz w:val="28"/>
          <w:szCs w:val="28"/>
        </w:rPr>
        <w:t>Координация деятельности структурных подразделений органов местного самоуправления,</w:t>
      </w:r>
      <w:r>
        <w:rPr>
          <w:sz w:val="28"/>
          <w:szCs w:val="28"/>
        </w:rPr>
        <w:t xml:space="preserve"> банков,</w:t>
      </w:r>
      <w:r w:rsidRPr="00823955">
        <w:rPr>
          <w:sz w:val="28"/>
          <w:szCs w:val="28"/>
        </w:rPr>
        <w:t xml:space="preserve"> учреждений, в том числе ресурсо и энергоснабжающих, предприятий и организаций независимо от их организационно-правовой формы по вопросам формирования, реализации и развития механизмов </w:t>
      </w:r>
      <w:r w:rsidRPr="00603051">
        <w:rPr>
          <w:sz w:val="28"/>
          <w:szCs w:val="28"/>
        </w:rPr>
        <w:t>концессионных соглашений и иных форм государственно-частного партнерства</w:t>
      </w:r>
      <w:r w:rsidRPr="00823955">
        <w:rPr>
          <w:sz w:val="28"/>
          <w:szCs w:val="28"/>
        </w:rPr>
        <w:t xml:space="preserve"> в Калининском районе и на межмуниципальном уровне.</w:t>
      </w:r>
    </w:p>
    <w:p w:rsidR="008542EB" w:rsidRPr="00823955" w:rsidRDefault="008542EB" w:rsidP="00230907">
      <w:pPr>
        <w:ind w:firstLine="720"/>
        <w:jc w:val="both"/>
        <w:rPr>
          <w:sz w:val="28"/>
          <w:szCs w:val="28"/>
        </w:rPr>
      </w:pPr>
      <w:bookmarkStart w:id="2" w:name="sub_232"/>
      <w:bookmarkEnd w:id="1"/>
      <w:r w:rsidRPr="00823955">
        <w:rPr>
          <w:sz w:val="28"/>
          <w:szCs w:val="28"/>
        </w:rPr>
        <w:t xml:space="preserve">Содействие заинтересованным инициаторам инвестиционных проектов в получении необходимой информации о возможных формах сотрудничества на принципах </w:t>
      </w:r>
      <w:r w:rsidRPr="00603051">
        <w:rPr>
          <w:sz w:val="28"/>
          <w:szCs w:val="28"/>
        </w:rPr>
        <w:t>концессионных соглашений и иных форм государственно-частного партнерства</w:t>
      </w:r>
      <w:r w:rsidRPr="00823955">
        <w:rPr>
          <w:sz w:val="28"/>
          <w:szCs w:val="28"/>
        </w:rPr>
        <w:t>.</w:t>
      </w:r>
    </w:p>
    <w:p w:rsidR="008542EB" w:rsidRDefault="008542EB" w:rsidP="00230907">
      <w:pPr>
        <w:ind w:firstLine="720"/>
        <w:jc w:val="both"/>
      </w:pPr>
      <w:bookmarkStart w:id="3" w:name="sub_233"/>
      <w:bookmarkEnd w:id="2"/>
      <w:r w:rsidRPr="00823955">
        <w:rPr>
          <w:sz w:val="28"/>
          <w:szCs w:val="28"/>
        </w:rPr>
        <w:t xml:space="preserve">Выработка и утверждение планов мероприятий по развитию </w:t>
      </w:r>
      <w:r w:rsidRPr="00603051">
        <w:rPr>
          <w:sz w:val="28"/>
          <w:szCs w:val="28"/>
        </w:rPr>
        <w:t>концессионных соглашений и иных форм государственно-частного партнерства</w:t>
      </w:r>
      <w:r w:rsidRPr="00823955">
        <w:rPr>
          <w:sz w:val="28"/>
          <w:szCs w:val="28"/>
        </w:rPr>
        <w:t xml:space="preserve"> в Калининском районе, контроль за их выполнением.</w:t>
      </w:r>
    </w:p>
    <w:bookmarkEnd w:id="3"/>
    <w:p w:rsidR="008542EB" w:rsidRPr="0000792C" w:rsidRDefault="008542EB" w:rsidP="00283F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Взаимодействие с органами местного самоуправления соседних муниципальных образований Краснодарского края.</w:t>
      </w:r>
    </w:p>
    <w:p w:rsidR="008542EB" w:rsidRPr="00E15BD1" w:rsidRDefault="008542EB" w:rsidP="00F773E0">
      <w:pPr>
        <w:ind w:firstLine="708"/>
        <w:jc w:val="both"/>
        <w:rPr>
          <w:sz w:val="28"/>
          <w:szCs w:val="28"/>
        </w:rPr>
      </w:pPr>
      <w:r w:rsidRPr="00E15BD1">
        <w:rPr>
          <w:sz w:val="28"/>
          <w:szCs w:val="28"/>
        </w:rPr>
        <w:t>Для решения поставленных задач рабочая группа осуществляет следующие функции:</w:t>
      </w:r>
    </w:p>
    <w:p w:rsidR="008542EB" w:rsidRPr="00E15BD1" w:rsidRDefault="008542EB" w:rsidP="00F773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организовывает работу </w:t>
      </w:r>
      <w:r w:rsidRPr="00E15BD1">
        <w:rPr>
          <w:sz w:val="28"/>
          <w:szCs w:val="28"/>
        </w:rPr>
        <w:t xml:space="preserve">по поиску частных </w:t>
      </w:r>
      <w:r>
        <w:rPr>
          <w:sz w:val="28"/>
          <w:szCs w:val="28"/>
        </w:rPr>
        <w:t>инвесторов</w:t>
      </w:r>
      <w:r w:rsidRPr="00E15BD1">
        <w:rPr>
          <w:sz w:val="28"/>
          <w:szCs w:val="28"/>
        </w:rPr>
        <w:t xml:space="preserve"> в целях реали</w:t>
      </w:r>
      <w:r>
        <w:rPr>
          <w:sz w:val="28"/>
          <w:szCs w:val="28"/>
        </w:rPr>
        <w:t>з</w:t>
      </w:r>
      <w:r w:rsidRPr="00E15BD1">
        <w:rPr>
          <w:sz w:val="28"/>
          <w:szCs w:val="28"/>
        </w:rPr>
        <w:t>ации</w:t>
      </w:r>
      <w:r>
        <w:rPr>
          <w:sz w:val="28"/>
          <w:szCs w:val="28"/>
        </w:rPr>
        <w:t xml:space="preserve"> инвестиционных</w:t>
      </w:r>
      <w:r w:rsidRPr="00E15BD1">
        <w:rPr>
          <w:sz w:val="28"/>
          <w:szCs w:val="28"/>
        </w:rPr>
        <w:t xml:space="preserve"> проектов посредством механизм</w:t>
      </w:r>
      <w:r>
        <w:rPr>
          <w:sz w:val="28"/>
          <w:szCs w:val="28"/>
        </w:rPr>
        <w:t>а</w:t>
      </w:r>
      <w:r w:rsidRPr="00E15BD1">
        <w:rPr>
          <w:sz w:val="28"/>
          <w:szCs w:val="28"/>
        </w:rPr>
        <w:t xml:space="preserve"> концессионных </w:t>
      </w:r>
      <w:r>
        <w:rPr>
          <w:sz w:val="28"/>
          <w:szCs w:val="28"/>
        </w:rPr>
        <w:t>соглашений и иных форм государственно-</w:t>
      </w:r>
      <w:r w:rsidRPr="00E15BD1">
        <w:rPr>
          <w:sz w:val="28"/>
          <w:szCs w:val="28"/>
        </w:rPr>
        <w:t>частного партнерства</w:t>
      </w:r>
      <w:r>
        <w:rPr>
          <w:sz w:val="28"/>
          <w:szCs w:val="28"/>
        </w:rPr>
        <w:t>;</w:t>
      </w:r>
    </w:p>
    <w:p w:rsidR="008542EB" w:rsidRDefault="008542EB" w:rsidP="00F773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 предложения главе муниципального образования                                 Красноармейский район по реализации инвестиционных проектов с использованием механизма концессионных соглашений </w:t>
      </w:r>
      <w:r w:rsidRPr="00E15BD1">
        <w:rPr>
          <w:sz w:val="28"/>
          <w:szCs w:val="28"/>
        </w:rPr>
        <w:t xml:space="preserve">и </w:t>
      </w:r>
      <w:r>
        <w:rPr>
          <w:sz w:val="28"/>
          <w:szCs w:val="28"/>
        </w:rPr>
        <w:t>иных</w:t>
      </w:r>
      <w:r w:rsidRPr="00E15BD1">
        <w:rPr>
          <w:sz w:val="28"/>
          <w:szCs w:val="28"/>
        </w:rPr>
        <w:t xml:space="preserve"> форм </w:t>
      </w:r>
      <w:r>
        <w:rPr>
          <w:sz w:val="28"/>
          <w:szCs w:val="28"/>
        </w:rPr>
        <w:t xml:space="preserve">государственно </w:t>
      </w:r>
      <w:r w:rsidRPr="00E15B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15BD1">
        <w:rPr>
          <w:sz w:val="28"/>
          <w:szCs w:val="28"/>
        </w:rPr>
        <w:t xml:space="preserve">частного партнерства на территории муниципального образования </w:t>
      </w:r>
      <w:r>
        <w:rPr>
          <w:sz w:val="28"/>
          <w:szCs w:val="28"/>
        </w:rPr>
        <w:t>Красноармейский район;</w:t>
      </w:r>
    </w:p>
    <w:p w:rsidR="008542EB" w:rsidRDefault="008542EB" w:rsidP="00F773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рассматривает на</w:t>
      </w:r>
      <w:r w:rsidRPr="00E15BD1">
        <w:rPr>
          <w:sz w:val="28"/>
          <w:szCs w:val="28"/>
        </w:rPr>
        <w:t xml:space="preserve"> заседания</w:t>
      </w:r>
      <w:r>
        <w:rPr>
          <w:sz w:val="28"/>
          <w:szCs w:val="28"/>
        </w:rPr>
        <w:t>х</w:t>
      </w:r>
      <w:r w:rsidRPr="00E15BD1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ей</w:t>
      </w:r>
      <w:r w:rsidRPr="00E15BD1">
        <w:rPr>
          <w:sz w:val="28"/>
          <w:szCs w:val="28"/>
        </w:rPr>
        <w:t xml:space="preserve"> групп</w:t>
      </w:r>
      <w:r>
        <w:rPr>
          <w:sz w:val="28"/>
          <w:szCs w:val="28"/>
        </w:rPr>
        <w:t>ы</w:t>
      </w:r>
      <w:r w:rsidRPr="00E15BD1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ы</w:t>
      </w:r>
      <w:r w:rsidRPr="00E15BD1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инвестиционных </w:t>
      </w:r>
      <w:r w:rsidRPr="00E15BD1">
        <w:rPr>
          <w:sz w:val="28"/>
          <w:szCs w:val="28"/>
        </w:rPr>
        <w:t xml:space="preserve">проектов посредством концессионных </w:t>
      </w:r>
      <w:r>
        <w:rPr>
          <w:sz w:val="28"/>
          <w:szCs w:val="28"/>
        </w:rPr>
        <w:t>соглашений</w:t>
      </w:r>
      <w:r w:rsidRPr="00E15BD1">
        <w:rPr>
          <w:sz w:val="28"/>
          <w:szCs w:val="28"/>
        </w:rPr>
        <w:t xml:space="preserve"> и </w:t>
      </w:r>
      <w:r>
        <w:rPr>
          <w:sz w:val="28"/>
          <w:szCs w:val="28"/>
        </w:rPr>
        <w:t>иных</w:t>
      </w:r>
      <w:r w:rsidRPr="00E15BD1">
        <w:rPr>
          <w:sz w:val="28"/>
          <w:szCs w:val="28"/>
        </w:rPr>
        <w:t xml:space="preserve"> форм государственно-частного партнерства на территории муниципального образования </w:t>
      </w:r>
      <w:r>
        <w:rPr>
          <w:sz w:val="28"/>
          <w:szCs w:val="28"/>
        </w:rPr>
        <w:t>Красноармейский район.</w:t>
      </w:r>
    </w:p>
    <w:p w:rsidR="008542EB" w:rsidRPr="0000792C" w:rsidRDefault="008542EB" w:rsidP="0081252D">
      <w:pPr>
        <w:jc w:val="center"/>
        <w:rPr>
          <w:sz w:val="28"/>
          <w:szCs w:val="28"/>
        </w:rPr>
      </w:pPr>
    </w:p>
    <w:p w:rsidR="008542EB" w:rsidRPr="005F2DCA" w:rsidRDefault="008542EB" w:rsidP="0081252D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5F2DCA">
        <w:rPr>
          <w:sz w:val="28"/>
          <w:szCs w:val="28"/>
        </w:rPr>
        <w:t xml:space="preserve">. Права </w:t>
      </w:r>
      <w:r>
        <w:rPr>
          <w:sz w:val="28"/>
          <w:szCs w:val="28"/>
        </w:rPr>
        <w:t>рабочей группы</w:t>
      </w:r>
    </w:p>
    <w:p w:rsidR="008542EB" w:rsidRDefault="008542EB" w:rsidP="0081252D">
      <w:pPr>
        <w:ind w:firstLine="851"/>
        <w:jc w:val="both"/>
        <w:rPr>
          <w:sz w:val="28"/>
          <w:szCs w:val="28"/>
        </w:rPr>
      </w:pPr>
    </w:p>
    <w:p w:rsidR="008542EB" w:rsidRPr="002E4514" w:rsidRDefault="008542EB" w:rsidP="0081252D">
      <w:pPr>
        <w:ind w:firstLine="851"/>
        <w:jc w:val="both"/>
        <w:rPr>
          <w:sz w:val="28"/>
          <w:szCs w:val="28"/>
        </w:rPr>
      </w:pPr>
      <w:r w:rsidRPr="002E4514">
        <w:rPr>
          <w:sz w:val="28"/>
          <w:szCs w:val="28"/>
        </w:rPr>
        <w:t>Рабочая группа, исходя из возложенных на него задач и функций, имеет право:</w:t>
      </w:r>
    </w:p>
    <w:p w:rsidR="008542EB" w:rsidRPr="002E4514" w:rsidRDefault="008542EB" w:rsidP="0081252D">
      <w:pPr>
        <w:ind w:firstLine="851"/>
        <w:jc w:val="both"/>
        <w:rPr>
          <w:sz w:val="28"/>
          <w:szCs w:val="28"/>
        </w:rPr>
      </w:pPr>
      <w:r w:rsidRPr="002E4514">
        <w:rPr>
          <w:sz w:val="28"/>
          <w:szCs w:val="28"/>
        </w:rPr>
        <w:t>принимать решение по вопросам, рассмотрение которых входит в его компетенцию.</w:t>
      </w:r>
    </w:p>
    <w:p w:rsidR="008542EB" w:rsidRPr="002E4514" w:rsidRDefault="008542EB" w:rsidP="00283F76">
      <w:pPr>
        <w:ind w:firstLine="720"/>
        <w:jc w:val="both"/>
        <w:rPr>
          <w:sz w:val="28"/>
          <w:szCs w:val="28"/>
        </w:rPr>
      </w:pPr>
      <w:r w:rsidRPr="002E4514">
        <w:rPr>
          <w:sz w:val="28"/>
          <w:szCs w:val="28"/>
        </w:rPr>
        <w:t xml:space="preserve">запрашивать в установленном порядке у структурных подразделений администрации муниципального образования и </w:t>
      </w:r>
      <w:r>
        <w:rPr>
          <w:sz w:val="28"/>
          <w:szCs w:val="28"/>
        </w:rPr>
        <w:t xml:space="preserve">администраций </w:t>
      </w:r>
      <w:r w:rsidRPr="002E4514">
        <w:rPr>
          <w:sz w:val="28"/>
          <w:szCs w:val="28"/>
        </w:rPr>
        <w:t>сельских поселений, учреждений, предприятий и организаций необходимую информацию и документы по вопросам, относящимся к компетенции рабочей группы.</w:t>
      </w:r>
    </w:p>
    <w:p w:rsidR="008542EB" w:rsidRDefault="008542EB" w:rsidP="00283F76">
      <w:pPr>
        <w:ind w:firstLine="720"/>
        <w:jc w:val="both"/>
      </w:pPr>
      <w:bookmarkStart w:id="4" w:name="sub_242"/>
      <w:r w:rsidRPr="002E4514">
        <w:rPr>
          <w:sz w:val="28"/>
          <w:szCs w:val="28"/>
        </w:rPr>
        <w:t xml:space="preserve">заслушивать приглашаемых для участия в заседаниях рабочей группы </w:t>
      </w:r>
      <w:r w:rsidRPr="00A4322E">
        <w:rPr>
          <w:sz w:val="28"/>
          <w:szCs w:val="28"/>
        </w:rPr>
        <w:t>представителей территориальных органов федеральных органов исполнительной власти</w:t>
      </w:r>
      <w:r>
        <w:rPr>
          <w:sz w:val="28"/>
          <w:szCs w:val="28"/>
        </w:rPr>
        <w:t>,</w:t>
      </w:r>
      <w:r w:rsidRPr="002E4514">
        <w:rPr>
          <w:sz w:val="28"/>
          <w:szCs w:val="28"/>
        </w:rPr>
        <w:t xml:space="preserve"> представителей структурных подразделений администрации муниципального образования и </w:t>
      </w:r>
      <w:r>
        <w:rPr>
          <w:sz w:val="28"/>
          <w:szCs w:val="28"/>
        </w:rPr>
        <w:t xml:space="preserve">администраций </w:t>
      </w:r>
      <w:r w:rsidRPr="002E4514">
        <w:rPr>
          <w:sz w:val="28"/>
          <w:szCs w:val="28"/>
        </w:rPr>
        <w:t>сельских поселений, учреждений, предприятий и организаций по вопросам, относящимся к компетенции рабочей группы.</w:t>
      </w:r>
    </w:p>
    <w:bookmarkEnd w:id="4"/>
    <w:p w:rsidR="008542EB" w:rsidRDefault="008542EB" w:rsidP="00F773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привлекать в установленном законодательством порядке представителей научного, экспертного и делового сообщества по согласованию с ними материалов, рассматриваемых на заседаниях рабочей группы;</w:t>
      </w:r>
    </w:p>
    <w:p w:rsidR="008542EB" w:rsidRDefault="008542EB" w:rsidP="00F773E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15BD1">
        <w:rPr>
          <w:sz w:val="28"/>
          <w:szCs w:val="28"/>
        </w:rPr>
        <w:t>проводит</w:t>
      </w:r>
      <w:r>
        <w:rPr>
          <w:sz w:val="28"/>
          <w:szCs w:val="28"/>
        </w:rPr>
        <w:t>ь</w:t>
      </w:r>
      <w:r w:rsidRPr="00E15BD1">
        <w:rPr>
          <w:sz w:val="28"/>
          <w:szCs w:val="28"/>
        </w:rPr>
        <w:t xml:space="preserve"> заседания </w:t>
      </w:r>
      <w:r>
        <w:rPr>
          <w:sz w:val="28"/>
          <w:szCs w:val="28"/>
        </w:rPr>
        <w:t>по мере необходимости для решения вопросов, входящих в компетенцию рабочей группы;</w:t>
      </w:r>
    </w:p>
    <w:p w:rsidR="008542EB" w:rsidRDefault="008542EB" w:rsidP="00F773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разъяснительно-консультационную работу по </w:t>
      </w:r>
      <w:r w:rsidRPr="00E15BD1">
        <w:rPr>
          <w:sz w:val="28"/>
          <w:szCs w:val="28"/>
        </w:rPr>
        <w:t>вопросам</w:t>
      </w:r>
      <w:r>
        <w:rPr>
          <w:sz w:val="28"/>
          <w:szCs w:val="28"/>
        </w:rPr>
        <w:t xml:space="preserve">, касающимся организации и </w:t>
      </w:r>
      <w:r w:rsidRPr="00E15BD1">
        <w:rPr>
          <w:sz w:val="28"/>
          <w:szCs w:val="28"/>
        </w:rPr>
        <w:t xml:space="preserve">деятельности </w:t>
      </w:r>
      <w:r>
        <w:rPr>
          <w:sz w:val="28"/>
          <w:szCs w:val="28"/>
        </w:rPr>
        <w:t>рабочей группы.</w:t>
      </w:r>
    </w:p>
    <w:p w:rsidR="008542EB" w:rsidRDefault="008542EB" w:rsidP="00283F76">
      <w:pPr>
        <w:jc w:val="both"/>
        <w:rPr>
          <w:sz w:val="28"/>
          <w:szCs w:val="28"/>
        </w:rPr>
      </w:pPr>
    </w:p>
    <w:p w:rsidR="008542EB" w:rsidRPr="00E15BD1" w:rsidRDefault="008542EB" w:rsidP="00F773E0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4. </w:t>
      </w:r>
      <w:r w:rsidRPr="00E15BD1">
        <w:rPr>
          <w:sz w:val="28"/>
          <w:szCs w:val="28"/>
        </w:rPr>
        <w:t>Организация деятельности рабочей группы</w:t>
      </w:r>
    </w:p>
    <w:p w:rsidR="008542EB" w:rsidRPr="00E15BD1" w:rsidRDefault="008542EB" w:rsidP="00F773E0">
      <w:pPr>
        <w:ind w:firstLine="851"/>
        <w:jc w:val="both"/>
        <w:rPr>
          <w:sz w:val="28"/>
          <w:szCs w:val="28"/>
        </w:rPr>
      </w:pPr>
    </w:p>
    <w:p w:rsidR="008542EB" w:rsidRDefault="008542EB" w:rsidP="00F773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Состав рабочей группы утверждается постановлением администрацией муниципального образования Калининский район.</w:t>
      </w:r>
    </w:p>
    <w:p w:rsidR="008542EB" w:rsidRPr="00E15BD1" w:rsidRDefault="008542EB" w:rsidP="00F773E0">
      <w:pPr>
        <w:ind w:firstLine="851"/>
        <w:jc w:val="both"/>
        <w:rPr>
          <w:sz w:val="28"/>
          <w:szCs w:val="28"/>
        </w:rPr>
      </w:pPr>
      <w:r w:rsidRPr="00E15BD1">
        <w:rPr>
          <w:sz w:val="28"/>
          <w:szCs w:val="28"/>
        </w:rPr>
        <w:t>В состав рабочей группы входят председатель рабочей группы,</w:t>
      </w:r>
      <w:r>
        <w:rPr>
          <w:sz w:val="28"/>
          <w:szCs w:val="28"/>
        </w:rPr>
        <w:t xml:space="preserve"> заместитель председателя рабочей группы, </w:t>
      </w:r>
      <w:r w:rsidRPr="00E15BD1">
        <w:rPr>
          <w:sz w:val="28"/>
          <w:szCs w:val="28"/>
        </w:rPr>
        <w:t>секретарь рабочей группы, члены рабочей группы.</w:t>
      </w:r>
    </w:p>
    <w:p w:rsidR="008542EB" w:rsidRDefault="008542EB" w:rsidP="00F773E0">
      <w:pPr>
        <w:ind w:firstLine="851"/>
        <w:jc w:val="both"/>
        <w:rPr>
          <w:sz w:val="28"/>
          <w:szCs w:val="28"/>
        </w:rPr>
      </w:pPr>
      <w:r w:rsidRPr="00E15BD1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осуществляет общее руководство рабочей группой, проводит</w:t>
      </w:r>
      <w:r w:rsidRPr="00E15BD1">
        <w:rPr>
          <w:sz w:val="28"/>
          <w:szCs w:val="28"/>
        </w:rPr>
        <w:t xml:space="preserve"> заседания</w:t>
      </w:r>
      <w:r>
        <w:rPr>
          <w:sz w:val="28"/>
          <w:szCs w:val="28"/>
        </w:rPr>
        <w:t xml:space="preserve"> рабочей группы</w:t>
      </w:r>
      <w:r w:rsidRPr="00E15BD1">
        <w:rPr>
          <w:sz w:val="28"/>
          <w:szCs w:val="28"/>
        </w:rPr>
        <w:t>, распределяет обязанности меж</w:t>
      </w:r>
      <w:r>
        <w:rPr>
          <w:sz w:val="28"/>
          <w:szCs w:val="28"/>
        </w:rPr>
        <w:t>ду членами рабочей группы</w:t>
      </w:r>
      <w:r w:rsidRPr="00E15BD1">
        <w:rPr>
          <w:sz w:val="28"/>
          <w:szCs w:val="28"/>
        </w:rPr>
        <w:t>.</w:t>
      </w:r>
    </w:p>
    <w:p w:rsidR="008542EB" w:rsidRDefault="008542EB" w:rsidP="00F773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председателя рабочей группы, заседания может проводить один из заместителей председателя рабочей группы. </w:t>
      </w:r>
    </w:p>
    <w:p w:rsidR="008542EB" w:rsidRPr="00C648B7" w:rsidRDefault="008542EB" w:rsidP="00F773E0">
      <w:pPr>
        <w:ind w:firstLine="851"/>
        <w:jc w:val="both"/>
        <w:rPr>
          <w:sz w:val="28"/>
          <w:szCs w:val="28"/>
        </w:rPr>
      </w:pPr>
      <w:r w:rsidRPr="00D016D0">
        <w:rPr>
          <w:sz w:val="28"/>
          <w:szCs w:val="28"/>
        </w:rPr>
        <w:t>Состав участников каждого заседания рабочей группы определяется в соответствии с ведомственной принадлежностью рассматриваемых вопросов.</w:t>
      </w:r>
    </w:p>
    <w:p w:rsidR="008542EB" w:rsidRDefault="008542EB" w:rsidP="00F773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Заседание рабочей группы считается правомочным, если на нем присутствуют не менее половины членов рабочей группы.</w:t>
      </w:r>
    </w:p>
    <w:p w:rsidR="008542EB" w:rsidRPr="00C07E49" w:rsidRDefault="008542EB" w:rsidP="00F773E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7E49">
        <w:rPr>
          <w:sz w:val="28"/>
          <w:szCs w:val="28"/>
        </w:rPr>
        <w:t>В случае невозможности члену рабочей группы присутствовать на заседании рабочей группы в ее работе вправе принимать участие представитель соответствующего ведомства по поручению руководителя.</w:t>
      </w:r>
    </w:p>
    <w:p w:rsidR="008542EB" w:rsidRPr="005F2DCA" w:rsidRDefault="008542EB" w:rsidP="00F773E0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 xml:space="preserve">Организационное обеспечение деятельности </w:t>
      </w:r>
      <w:r>
        <w:rPr>
          <w:sz w:val="28"/>
          <w:szCs w:val="28"/>
        </w:rPr>
        <w:t>рабочей группы</w:t>
      </w:r>
      <w:r w:rsidRPr="005F2DCA">
        <w:rPr>
          <w:sz w:val="28"/>
          <w:szCs w:val="28"/>
        </w:rPr>
        <w:t xml:space="preserve"> возлагается на </w:t>
      </w:r>
      <w:r>
        <w:rPr>
          <w:sz w:val="28"/>
          <w:szCs w:val="28"/>
        </w:rPr>
        <w:t xml:space="preserve">управления экономики </w:t>
      </w:r>
      <w:r w:rsidRPr="005F2DCA">
        <w:rPr>
          <w:sz w:val="28"/>
          <w:szCs w:val="28"/>
        </w:rPr>
        <w:t>администрации муниципального образования Калининский район.</w:t>
      </w:r>
    </w:p>
    <w:p w:rsidR="008542EB" w:rsidRDefault="008542EB" w:rsidP="00F773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Решения рабочей группы принимаются большинством голосов присутствующих на заседании членов рабочей группы. При равенстве голосов членов рабочей группы решающим является голос председательствующего на заседании.</w:t>
      </w:r>
    </w:p>
    <w:p w:rsidR="008542EB" w:rsidRPr="005F2DCA" w:rsidRDefault="008542EB" w:rsidP="00F773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Решения рабочей группы оформляются протоколами, которые подписываются председательствующим и секретарем рабочей группы.</w:t>
      </w:r>
    </w:p>
    <w:p w:rsidR="008542EB" w:rsidRPr="005F2DCA" w:rsidRDefault="008542EB" w:rsidP="00903E1A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 xml:space="preserve">Организационное обеспечение деятельности </w:t>
      </w:r>
      <w:r>
        <w:rPr>
          <w:sz w:val="28"/>
          <w:szCs w:val="28"/>
        </w:rPr>
        <w:t>рабочей группы</w:t>
      </w:r>
      <w:r w:rsidRPr="005F2DCA">
        <w:rPr>
          <w:sz w:val="28"/>
          <w:szCs w:val="28"/>
        </w:rPr>
        <w:t xml:space="preserve"> возлагается на </w:t>
      </w:r>
      <w:r>
        <w:rPr>
          <w:sz w:val="28"/>
          <w:szCs w:val="28"/>
        </w:rPr>
        <w:t xml:space="preserve">управления экономики </w:t>
      </w:r>
      <w:r w:rsidRPr="005F2DCA">
        <w:rPr>
          <w:sz w:val="28"/>
          <w:szCs w:val="28"/>
        </w:rPr>
        <w:t>администрации муниципального образования Калининский район.</w:t>
      </w:r>
    </w:p>
    <w:p w:rsidR="008542EB" w:rsidRDefault="008542EB" w:rsidP="0081252D">
      <w:pPr>
        <w:rPr>
          <w:sz w:val="28"/>
          <w:szCs w:val="28"/>
        </w:rPr>
      </w:pPr>
    </w:p>
    <w:p w:rsidR="008542EB" w:rsidRDefault="008542EB" w:rsidP="0081252D">
      <w:pPr>
        <w:rPr>
          <w:sz w:val="28"/>
          <w:szCs w:val="28"/>
        </w:rPr>
      </w:pPr>
    </w:p>
    <w:p w:rsidR="008542EB" w:rsidRPr="005F2DCA" w:rsidRDefault="008542EB" w:rsidP="0081252D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5F2DC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управления экономики</w:t>
      </w:r>
    </w:p>
    <w:p w:rsidR="008542EB" w:rsidRPr="005F2DCA" w:rsidRDefault="008542EB" w:rsidP="0081252D">
      <w:pPr>
        <w:rPr>
          <w:sz w:val="28"/>
          <w:szCs w:val="28"/>
        </w:rPr>
      </w:pPr>
      <w:r w:rsidRPr="005F2DCA">
        <w:rPr>
          <w:sz w:val="28"/>
          <w:szCs w:val="28"/>
        </w:rPr>
        <w:t>администрации муниципального</w:t>
      </w:r>
    </w:p>
    <w:p w:rsidR="008542EB" w:rsidRDefault="008542EB" w:rsidP="00362294">
      <w:r w:rsidRPr="005F2DCA">
        <w:rPr>
          <w:sz w:val="28"/>
          <w:szCs w:val="28"/>
        </w:rPr>
        <w:t>образования Калининский район</w:t>
      </w:r>
      <w:r w:rsidRPr="00E47FA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</w:t>
      </w:r>
      <w:r w:rsidRPr="00E47FA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А.С. Винников</w:t>
      </w:r>
    </w:p>
    <w:sectPr w:rsidR="008542EB" w:rsidSect="00C077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2EB" w:rsidRDefault="008542EB">
      <w:r>
        <w:separator/>
      </w:r>
    </w:p>
  </w:endnote>
  <w:endnote w:type="continuationSeparator" w:id="1">
    <w:p w:rsidR="008542EB" w:rsidRDefault="00854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2EB" w:rsidRDefault="008542EB">
      <w:r>
        <w:separator/>
      </w:r>
    </w:p>
  </w:footnote>
  <w:footnote w:type="continuationSeparator" w:id="1">
    <w:p w:rsidR="008542EB" w:rsidRDefault="008542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2EB" w:rsidRDefault="008542EB" w:rsidP="00CA6FB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542EB" w:rsidRDefault="008542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A762C"/>
    <w:multiLevelType w:val="multilevel"/>
    <w:tmpl w:val="EDC66B7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52D"/>
    <w:rsid w:val="00000596"/>
    <w:rsid w:val="00002C0F"/>
    <w:rsid w:val="00006F6C"/>
    <w:rsid w:val="0000792C"/>
    <w:rsid w:val="00010EEE"/>
    <w:rsid w:val="00015E80"/>
    <w:rsid w:val="00020932"/>
    <w:rsid w:val="00023EE2"/>
    <w:rsid w:val="00026F06"/>
    <w:rsid w:val="0002743C"/>
    <w:rsid w:val="000303DA"/>
    <w:rsid w:val="00033921"/>
    <w:rsid w:val="00035F46"/>
    <w:rsid w:val="000365DE"/>
    <w:rsid w:val="000379A2"/>
    <w:rsid w:val="0004233E"/>
    <w:rsid w:val="00044B64"/>
    <w:rsid w:val="0005683A"/>
    <w:rsid w:val="00057387"/>
    <w:rsid w:val="000606E6"/>
    <w:rsid w:val="0006396E"/>
    <w:rsid w:val="00066C59"/>
    <w:rsid w:val="0007169D"/>
    <w:rsid w:val="00072330"/>
    <w:rsid w:val="00073720"/>
    <w:rsid w:val="000742D0"/>
    <w:rsid w:val="00074C6E"/>
    <w:rsid w:val="00075628"/>
    <w:rsid w:val="00076ED0"/>
    <w:rsid w:val="00083751"/>
    <w:rsid w:val="000863D2"/>
    <w:rsid w:val="00087FB2"/>
    <w:rsid w:val="00091275"/>
    <w:rsid w:val="00092C76"/>
    <w:rsid w:val="00094756"/>
    <w:rsid w:val="000A3B25"/>
    <w:rsid w:val="000A3C4C"/>
    <w:rsid w:val="000A45C2"/>
    <w:rsid w:val="000B1376"/>
    <w:rsid w:val="000B198D"/>
    <w:rsid w:val="000B255E"/>
    <w:rsid w:val="000B4544"/>
    <w:rsid w:val="000B60BB"/>
    <w:rsid w:val="000B70FE"/>
    <w:rsid w:val="000C73FA"/>
    <w:rsid w:val="000D1701"/>
    <w:rsid w:val="000E250B"/>
    <w:rsid w:val="000E2F76"/>
    <w:rsid w:val="000E4EE8"/>
    <w:rsid w:val="000F41D2"/>
    <w:rsid w:val="000F68E9"/>
    <w:rsid w:val="00104897"/>
    <w:rsid w:val="00110158"/>
    <w:rsid w:val="001149BF"/>
    <w:rsid w:val="00114BF3"/>
    <w:rsid w:val="00114FE8"/>
    <w:rsid w:val="00115B98"/>
    <w:rsid w:val="001164EC"/>
    <w:rsid w:val="00121344"/>
    <w:rsid w:val="00125D8A"/>
    <w:rsid w:val="00131EC3"/>
    <w:rsid w:val="00131F35"/>
    <w:rsid w:val="0013300B"/>
    <w:rsid w:val="001361EA"/>
    <w:rsid w:val="0013643F"/>
    <w:rsid w:val="00136B0C"/>
    <w:rsid w:val="001547A8"/>
    <w:rsid w:val="00157D5F"/>
    <w:rsid w:val="001607DE"/>
    <w:rsid w:val="00161C13"/>
    <w:rsid w:val="0016427A"/>
    <w:rsid w:val="00165D47"/>
    <w:rsid w:val="00167290"/>
    <w:rsid w:val="00167E26"/>
    <w:rsid w:val="00172225"/>
    <w:rsid w:val="001724D0"/>
    <w:rsid w:val="00177956"/>
    <w:rsid w:val="00181790"/>
    <w:rsid w:val="00185275"/>
    <w:rsid w:val="0019672F"/>
    <w:rsid w:val="0019758C"/>
    <w:rsid w:val="001A3477"/>
    <w:rsid w:val="001A3533"/>
    <w:rsid w:val="001A3F9E"/>
    <w:rsid w:val="001A74EB"/>
    <w:rsid w:val="001B06B2"/>
    <w:rsid w:val="001B1487"/>
    <w:rsid w:val="001B1864"/>
    <w:rsid w:val="001B4C91"/>
    <w:rsid w:val="001B5900"/>
    <w:rsid w:val="001C0E63"/>
    <w:rsid w:val="001C5096"/>
    <w:rsid w:val="001C7C85"/>
    <w:rsid w:val="001D2675"/>
    <w:rsid w:val="001D4D68"/>
    <w:rsid w:val="001D72C9"/>
    <w:rsid w:val="001E1ECA"/>
    <w:rsid w:val="001E2863"/>
    <w:rsid w:val="001E5062"/>
    <w:rsid w:val="001E50E3"/>
    <w:rsid w:val="001F7B59"/>
    <w:rsid w:val="0020169E"/>
    <w:rsid w:val="002042E7"/>
    <w:rsid w:val="00206851"/>
    <w:rsid w:val="0020770E"/>
    <w:rsid w:val="00211F27"/>
    <w:rsid w:val="00212562"/>
    <w:rsid w:val="0021328D"/>
    <w:rsid w:val="00215A2E"/>
    <w:rsid w:val="002166F1"/>
    <w:rsid w:val="00222DBF"/>
    <w:rsid w:val="00226053"/>
    <w:rsid w:val="00230907"/>
    <w:rsid w:val="00231786"/>
    <w:rsid w:val="0023493F"/>
    <w:rsid w:val="00234E11"/>
    <w:rsid w:val="00237040"/>
    <w:rsid w:val="00237A11"/>
    <w:rsid w:val="0024124B"/>
    <w:rsid w:val="002421AF"/>
    <w:rsid w:val="0024282C"/>
    <w:rsid w:val="0024437B"/>
    <w:rsid w:val="0024480C"/>
    <w:rsid w:val="00245070"/>
    <w:rsid w:val="00251FB2"/>
    <w:rsid w:val="00252BBE"/>
    <w:rsid w:val="00253031"/>
    <w:rsid w:val="00255F6C"/>
    <w:rsid w:val="00257891"/>
    <w:rsid w:val="0026104A"/>
    <w:rsid w:val="00262BBF"/>
    <w:rsid w:val="00264EF0"/>
    <w:rsid w:val="00266F3D"/>
    <w:rsid w:val="002727EF"/>
    <w:rsid w:val="002832B5"/>
    <w:rsid w:val="00283F76"/>
    <w:rsid w:val="00287474"/>
    <w:rsid w:val="00293673"/>
    <w:rsid w:val="002A23E2"/>
    <w:rsid w:val="002A2549"/>
    <w:rsid w:val="002A50F4"/>
    <w:rsid w:val="002B229C"/>
    <w:rsid w:val="002B393E"/>
    <w:rsid w:val="002C30CE"/>
    <w:rsid w:val="002D0984"/>
    <w:rsid w:val="002D3A97"/>
    <w:rsid w:val="002D49A3"/>
    <w:rsid w:val="002D76E8"/>
    <w:rsid w:val="002D7753"/>
    <w:rsid w:val="002E4514"/>
    <w:rsid w:val="002E57AF"/>
    <w:rsid w:val="002E7888"/>
    <w:rsid w:val="002F33CB"/>
    <w:rsid w:val="002F46F6"/>
    <w:rsid w:val="002F53A7"/>
    <w:rsid w:val="002F5853"/>
    <w:rsid w:val="00301E3C"/>
    <w:rsid w:val="00313023"/>
    <w:rsid w:val="00313475"/>
    <w:rsid w:val="00315B42"/>
    <w:rsid w:val="003161AE"/>
    <w:rsid w:val="00317D37"/>
    <w:rsid w:val="00320740"/>
    <w:rsid w:val="0033697A"/>
    <w:rsid w:val="003409F9"/>
    <w:rsid w:val="00341F4A"/>
    <w:rsid w:val="003453EF"/>
    <w:rsid w:val="003461C5"/>
    <w:rsid w:val="00350EC0"/>
    <w:rsid w:val="00352B1D"/>
    <w:rsid w:val="00355E25"/>
    <w:rsid w:val="00356056"/>
    <w:rsid w:val="00360825"/>
    <w:rsid w:val="00362294"/>
    <w:rsid w:val="003646D4"/>
    <w:rsid w:val="00366614"/>
    <w:rsid w:val="0036756B"/>
    <w:rsid w:val="0037205E"/>
    <w:rsid w:val="00373830"/>
    <w:rsid w:val="00374517"/>
    <w:rsid w:val="00375FE5"/>
    <w:rsid w:val="00386BFA"/>
    <w:rsid w:val="003905DC"/>
    <w:rsid w:val="003913F3"/>
    <w:rsid w:val="00391D30"/>
    <w:rsid w:val="003A0E40"/>
    <w:rsid w:val="003A3EFB"/>
    <w:rsid w:val="003A46B8"/>
    <w:rsid w:val="003A53F5"/>
    <w:rsid w:val="003A7810"/>
    <w:rsid w:val="003A7F70"/>
    <w:rsid w:val="003C2DCC"/>
    <w:rsid w:val="003C33C9"/>
    <w:rsid w:val="003C616C"/>
    <w:rsid w:val="003C7471"/>
    <w:rsid w:val="003D528E"/>
    <w:rsid w:val="003D5FE4"/>
    <w:rsid w:val="003E47A7"/>
    <w:rsid w:val="003F16CD"/>
    <w:rsid w:val="003F1C8C"/>
    <w:rsid w:val="003F3DFE"/>
    <w:rsid w:val="003F46CE"/>
    <w:rsid w:val="003F48ED"/>
    <w:rsid w:val="003F79E9"/>
    <w:rsid w:val="00403E07"/>
    <w:rsid w:val="00403ED1"/>
    <w:rsid w:val="004067E8"/>
    <w:rsid w:val="00411262"/>
    <w:rsid w:val="00411304"/>
    <w:rsid w:val="00416F02"/>
    <w:rsid w:val="0041758F"/>
    <w:rsid w:val="004226E0"/>
    <w:rsid w:val="00423C49"/>
    <w:rsid w:val="00423F0C"/>
    <w:rsid w:val="00427B29"/>
    <w:rsid w:val="00427C42"/>
    <w:rsid w:val="00431648"/>
    <w:rsid w:val="00431A9E"/>
    <w:rsid w:val="004320D6"/>
    <w:rsid w:val="0043254B"/>
    <w:rsid w:val="004326AE"/>
    <w:rsid w:val="00432D6D"/>
    <w:rsid w:val="004340CA"/>
    <w:rsid w:val="00440BE4"/>
    <w:rsid w:val="0044390D"/>
    <w:rsid w:val="00443F46"/>
    <w:rsid w:val="00444EA9"/>
    <w:rsid w:val="00456560"/>
    <w:rsid w:val="00457181"/>
    <w:rsid w:val="00457C68"/>
    <w:rsid w:val="00464A32"/>
    <w:rsid w:val="00465389"/>
    <w:rsid w:val="00466181"/>
    <w:rsid w:val="004730F8"/>
    <w:rsid w:val="00487780"/>
    <w:rsid w:val="00494B70"/>
    <w:rsid w:val="0049593E"/>
    <w:rsid w:val="004A00B1"/>
    <w:rsid w:val="004A0880"/>
    <w:rsid w:val="004A348D"/>
    <w:rsid w:val="004B09F7"/>
    <w:rsid w:val="004B3395"/>
    <w:rsid w:val="004B568E"/>
    <w:rsid w:val="004B6217"/>
    <w:rsid w:val="004B751E"/>
    <w:rsid w:val="004C0551"/>
    <w:rsid w:val="004C1664"/>
    <w:rsid w:val="004C1F0F"/>
    <w:rsid w:val="004C207D"/>
    <w:rsid w:val="004C49D6"/>
    <w:rsid w:val="004C4A4A"/>
    <w:rsid w:val="004C7E6A"/>
    <w:rsid w:val="004D0189"/>
    <w:rsid w:val="004D4952"/>
    <w:rsid w:val="004D554A"/>
    <w:rsid w:val="004D5E4A"/>
    <w:rsid w:val="004D6ABA"/>
    <w:rsid w:val="004E4AAD"/>
    <w:rsid w:val="004E4B8E"/>
    <w:rsid w:val="004E6226"/>
    <w:rsid w:val="004F1F8D"/>
    <w:rsid w:val="004F2A82"/>
    <w:rsid w:val="004F4553"/>
    <w:rsid w:val="004F74D5"/>
    <w:rsid w:val="00500132"/>
    <w:rsid w:val="00503A26"/>
    <w:rsid w:val="00503E7E"/>
    <w:rsid w:val="00504584"/>
    <w:rsid w:val="00506D21"/>
    <w:rsid w:val="00506F10"/>
    <w:rsid w:val="00515561"/>
    <w:rsid w:val="00515A70"/>
    <w:rsid w:val="0051753D"/>
    <w:rsid w:val="005205AE"/>
    <w:rsid w:val="00521E79"/>
    <w:rsid w:val="00524FB2"/>
    <w:rsid w:val="0052522E"/>
    <w:rsid w:val="0052788D"/>
    <w:rsid w:val="00527C24"/>
    <w:rsid w:val="00530BFA"/>
    <w:rsid w:val="005322CF"/>
    <w:rsid w:val="00532560"/>
    <w:rsid w:val="0053680E"/>
    <w:rsid w:val="00541842"/>
    <w:rsid w:val="00544E57"/>
    <w:rsid w:val="00547E2C"/>
    <w:rsid w:val="00550154"/>
    <w:rsid w:val="00551014"/>
    <w:rsid w:val="00552334"/>
    <w:rsid w:val="005543A3"/>
    <w:rsid w:val="00560D56"/>
    <w:rsid w:val="00563DC1"/>
    <w:rsid w:val="00566273"/>
    <w:rsid w:val="005663FB"/>
    <w:rsid w:val="005676B3"/>
    <w:rsid w:val="005714DC"/>
    <w:rsid w:val="0057436E"/>
    <w:rsid w:val="00576972"/>
    <w:rsid w:val="00580FFF"/>
    <w:rsid w:val="005866F8"/>
    <w:rsid w:val="00591D2B"/>
    <w:rsid w:val="00597578"/>
    <w:rsid w:val="005A4685"/>
    <w:rsid w:val="005A59F4"/>
    <w:rsid w:val="005A780D"/>
    <w:rsid w:val="005B150F"/>
    <w:rsid w:val="005B3BA0"/>
    <w:rsid w:val="005B57E8"/>
    <w:rsid w:val="005B6355"/>
    <w:rsid w:val="005C5640"/>
    <w:rsid w:val="005C595F"/>
    <w:rsid w:val="005D0C53"/>
    <w:rsid w:val="005D4515"/>
    <w:rsid w:val="005D64EB"/>
    <w:rsid w:val="005E0D21"/>
    <w:rsid w:val="005E15BB"/>
    <w:rsid w:val="005E2A83"/>
    <w:rsid w:val="005E62B2"/>
    <w:rsid w:val="005E6562"/>
    <w:rsid w:val="005E6F0A"/>
    <w:rsid w:val="005F00EE"/>
    <w:rsid w:val="005F2DCA"/>
    <w:rsid w:val="005F47F9"/>
    <w:rsid w:val="005F56E0"/>
    <w:rsid w:val="005F58A1"/>
    <w:rsid w:val="005F6B0B"/>
    <w:rsid w:val="005F7227"/>
    <w:rsid w:val="005F75F6"/>
    <w:rsid w:val="00602604"/>
    <w:rsid w:val="00602CD0"/>
    <w:rsid w:val="00603051"/>
    <w:rsid w:val="00604D42"/>
    <w:rsid w:val="0061022E"/>
    <w:rsid w:val="00610D62"/>
    <w:rsid w:val="00610F31"/>
    <w:rsid w:val="00612D5B"/>
    <w:rsid w:val="006158B9"/>
    <w:rsid w:val="00615E71"/>
    <w:rsid w:val="00620F62"/>
    <w:rsid w:val="006216CE"/>
    <w:rsid w:val="00621C15"/>
    <w:rsid w:val="006222B1"/>
    <w:rsid w:val="00624A7E"/>
    <w:rsid w:val="00624C88"/>
    <w:rsid w:val="00627BDE"/>
    <w:rsid w:val="006304BB"/>
    <w:rsid w:val="00630B10"/>
    <w:rsid w:val="00631EC2"/>
    <w:rsid w:val="00637F81"/>
    <w:rsid w:val="00640D94"/>
    <w:rsid w:val="006429D1"/>
    <w:rsid w:val="00643300"/>
    <w:rsid w:val="006442FC"/>
    <w:rsid w:val="006466D5"/>
    <w:rsid w:val="006508D6"/>
    <w:rsid w:val="006543C8"/>
    <w:rsid w:val="00657186"/>
    <w:rsid w:val="00657AB9"/>
    <w:rsid w:val="006600FE"/>
    <w:rsid w:val="006614D7"/>
    <w:rsid w:val="006662F5"/>
    <w:rsid w:val="00666E65"/>
    <w:rsid w:val="00667245"/>
    <w:rsid w:val="0066728D"/>
    <w:rsid w:val="00675BD3"/>
    <w:rsid w:val="00675E32"/>
    <w:rsid w:val="00676E3E"/>
    <w:rsid w:val="0068217E"/>
    <w:rsid w:val="00683EFB"/>
    <w:rsid w:val="0068458E"/>
    <w:rsid w:val="00686BDB"/>
    <w:rsid w:val="006908AE"/>
    <w:rsid w:val="00691CCC"/>
    <w:rsid w:val="00691F99"/>
    <w:rsid w:val="0069612D"/>
    <w:rsid w:val="00697843"/>
    <w:rsid w:val="006A19BE"/>
    <w:rsid w:val="006A3E25"/>
    <w:rsid w:val="006A4431"/>
    <w:rsid w:val="006A52C8"/>
    <w:rsid w:val="006A5341"/>
    <w:rsid w:val="006A75CC"/>
    <w:rsid w:val="006B21E1"/>
    <w:rsid w:val="006B24C4"/>
    <w:rsid w:val="006B2D6B"/>
    <w:rsid w:val="006B7481"/>
    <w:rsid w:val="006C3012"/>
    <w:rsid w:val="006C71DD"/>
    <w:rsid w:val="006C74CC"/>
    <w:rsid w:val="006D2B99"/>
    <w:rsid w:val="006E298F"/>
    <w:rsid w:val="006E63FB"/>
    <w:rsid w:val="006E785C"/>
    <w:rsid w:val="006F2AF6"/>
    <w:rsid w:val="006F4831"/>
    <w:rsid w:val="007004B8"/>
    <w:rsid w:val="00702833"/>
    <w:rsid w:val="00702FEA"/>
    <w:rsid w:val="0070451A"/>
    <w:rsid w:val="00711DAE"/>
    <w:rsid w:val="00712537"/>
    <w:rsid w:val="00714FB7"/>
    <w:rsid w:val="00721A35"/>
    <w:rsid w:val="00721EE6"/>
    <w:rsid w:val="0072218B"/>
    <w:rsid w:val="00723D1D"/>
    <w:rsid w:val="00724274"/>
    <w:rsid w:val="0072481A"/>
    <w:rsid w:val="00730A64"/>
    <w:rsid w:val="00733F95"/>
    <w:rsid w:val="00736A13"/>
    <w:rsid w:val="007413ED"/>
    <w:rsid w:val="00743743"/>
    <w:rsid w:val="007446E5"/>
    <w:rsid w:val="007511F5"/>
    <w:rsid w:val="00751379"/>
    <w:rsid w:val="00753BA3"/>
    <w:rsid w:val="00753DDD"/>
    <w:rsid w:val="00756027"/>
    <w:rsid w:val="00764420"/>
    <w:rsid w:val="00765EF4"/>
    <w:rsid w:val="007669AA"/>
    <w:rsid w:val="00772C05"/>
    <w:rsid w:val="00773C2B"/>
    <w:rsid w:val="00791DFB"/>
    <w:rsid w:val="00795086"/>
    <w:rsid w:val="00797980"/>
    <w:rsid w:val="007A0F06"/>
    <w:rsid w:val="007A0F11"/>
    <w:rsid w:val="007A1D60"/>
    <w:rsid w:val="007A411F"/>
    <w:rsid w:val="007A732F"/>
    <w:rsid w:val="007A7ACB"/>
    <w:rsid w:val="007A7C75"/>
    <w:rsid w:val="007C32AD"/>
    <w:rsid w:val="007C5559"/>
    <w:rsid w:val="007C7D98"/>
    <w:rsid w:val="007D3674"/>
    <w:rsid w:val="007D566A"/>
    <w:rsid w:val="007D60D6"/>
    <w:rsid w:val="007D72FC"/>
    <w:rsid w:val="007E3FE6"/>
    <w:rsid w:val="007E48F7"/>
    <w:rsid w:val="007F068E"/>
    <w:rsid w:val="007F3886"/>
    <w:rsid w:val="007F4FE6"/>
    <w:rsid w:val="007F6A7D"/>
    <w:rsid w:val="007F6DEF"/>
    <w:rsid w:val="008018DE"/>
    <w:rsid w:val="00803803"/>
    <w:rsid w:val="00805E3C"/>
    <w:rsid w:val="0081252D"/>
    <w:rsid w:val="00812C2C"/>
    <w:rsid w:val="008136F5"/>
    <w:rsid w:val="00815EDD"/>
    <w:rsid w:val="00821A1B"/>
    <w:rsid w:val="00822E0B"/>
    <w:rsid w:val="00822E3A"/>
    <w:rsid w:val="00823955"/>
    <w:rsid w:val="008302A9"/>
    <w:rsid w:val="00831DF6"/>
    <w:rsid w:val="00833F91"/>
    <w:rsid w:val="008347D1"/>
    <w:rsid w:val="00836122"/>
    <w:rsid w:val="00837236"/>
    <w:rsid w:val="0084399E"/>
    <w:rsid w:val="00845744"/>
    <w:rsid w:val="00846C4D"/>
    <w:rsid w:val="008474BB"/>
    <w:rsid w:val="008519BD"/>
    <w:rsid w:val="00851D41"/>
    <w:rsid w:val="0085363F"/>
    <w:rsid w:val="00853C72"/>
    <w:rsid w:val="008542EB"/>
    <w:rsid w:val="008558BE"/>
    <w:rsid w:val="00855E51"/>
    <w:rsid w:val="00856D5E"/>
    <w:rsid w:val="008578C4"/>
    <w:rsid w:val="00857DC3"/>
    <w:rsid w:val="00862958"/>
    <w:rsid w:val="00864FD1"/>
    <w:rsid w:val="00865269"/>
    <w:rsid w:val="00865B30"/>
    <w:rsid w:val="00865E46"/>
    <w:rsid w:val="00866D5B"/>
    <w:rsid w:val="00871185"/>
    <w:rsid w:val="008721D8"/>
    <w:rsid w:val="00872DAC"/>
    <w:rsid w:val="0087302D"/>
    <w:rsid w:val="00873158"/>
    <w:rsid w:val="00873194"/>
    <w:rsid w:val="00874B49"/>
    <w:rsid w:val="00875F59"/>
    <w:rsid w:val="00877453"/>
    <w:rsid w:val="00877B4E"/>
    <w:rsid w:val="00880528"/>
    <w:rsid w:val="00882E22"/>
    <w:rsid w:val="00883EB7"/>
    <w:rsid w:val="00887256"/>
    <w:rsid w:val="00890B31"/>
    <w:rsid w:val="0089126A"/>
    <w:rsid w:val="00895EF3"/>
    <w:rsid w:val="00896120"/>
    <w:rsid w:val="008A0D02"/>
    <w:rsid w:val="008A6FE6"/>
    <w:rsid w:val="008B2361"/>
    <w:rsid w:val="008B2381"/>
    <w:rsid w:val="008B4403"/>
    <w:rsid w:val="008B4DE5"/>
    <w:rsid w:val="008C1561"/>
    <w:rsid w:val="008C329A"/>
    <w:rsid w:val="008C5AB1"/>
    <w:rsid w:val="008D46D8"/>
    <w:rsid w:val="008D6A3D"/>
    <w:rsid w:val="008E0BC5"/>
    <w:rsid w:val="008E183E"/>
    <w:rsid w:val="008E27F3"/>
    <w:rsid w:val="008E40EE"/>
    <w:rsid w:val="008F1B2E"/>
    <w:rsid w:val="008F2983"/>
    <w:rsid w:val="008F7062"/>
    <w:rsid w:val="00903E1A"/>
    <w:rsid w:val="00905005"/>
    <w:rsid w:val="00911BA2"/>
    <w:rsid w:val="0091436A"/>
    <w:rsid w:val="00921E3C"/>
    <w:rsid w:val="00922692"/>
    <w:rsid w:val="00923798"/>
    <w:rsid w:val="0092385D"/>
    <w:rsid w:val="00924A5F"/>
    <w:rsid w:val="00931A29"/>
    <w:rsid w:val="009335F8"/>
    <w:rsid w:val="00933729"/>
    <w:rsid w:val="00935904"/>
    <w:rsid w:val="00942F30"/>
    <w:rsid w:val="00954B88"/>
    <w:rsid w:val="009562D7"/>
    <w:rsid w:val="00956EEB"/>
    <w:rsid w:val="009575BA"/>
    <w:rsid w:val="00961E90"/>
    <w:rsid w:val="009643FA"/>
    <w:rsid w:val="0097032F"/>
    <w:rsid w:val="009707FA"/>
    <w:rsid w:val="00971AE6"/>
    <w:rsid w:val="00971B7B"/>
    <w:rsid w:val="0097444A"/>
    <w:rsid w:val="009803E7"/>
    <w:rsid w:val="00981E8B"/>
    <w:rsid w:val="00983FFA"/>
    <w:rsid w:val="0099278A"/>
    <w:rsid w:val="00994D6E"/>
    <w:rsid w:val="009965CC"/>
    <w:rsid w:val="009A03C0"/>
    <w:rsid w:val="009A0C1E"/>
    <w:rsid w:val="009A266F"/>
    <w:rsid w:val="009A2C75"/>
    <w:rsid w:val="009A5831"/>
    <w:rsid w:val="009A7DC7"/>
    <w:rsid w:val="009B11F5"/>
    <w:rsid w:val="009B2B6A"/>
    <w:rsid w:val="009B4AD6"/>
    <w:rsid w:val="009B53BB"/>
    <w:rsid w:val="009B56F1"/>
    <w:rsid w:val="009B776B"/>
    <w:rsid w:val="009C1341"/>
    <w:rsid w:val="009D3BBF"/>
    <w:rsid w:val="009D4319"/>
    <w:rsid w:val="009E04A0"/>
    <w:rsid w:val="009E54EF"/>
    <w:rsid w:val="009F13E4"/>
    <w:rsid w:val="009F1936"/>
    <w:rsid w:val="009F24E8"/>
    <w:rsid w:val="009F5618"/>
    <w:rsid w:val="009F5E96"/>
    <w:rsid w:val="009F5EC1"/>
    <w:rsid w:val="009F67E3"/>
    <w:rsid w:val="00A00D70"/>
    <w:rsid w:val="00A050B3"/>
    <w:rsid w:val="00A06417"/>
    <w:rsid w:val="00A06FA7"/>
    <w:rsid w:val="00A15C66"/>
    <w:rsid w:val="00A16D28"/>
    <w:rsid w:val="00A205C6"/>
    <w:rsid w:val="00A2135D"/>
    <w:rsid w:val="00A26151"/>
    <w:rsid w:val="00A26A5B"/>
    <w:rsid w:val="00A275AF"/>
    <w:rsid w:val="00A30DD1"/>
    <w:rsid w:val="00A30E19"/>
    <w:rsid w:val="00A33F97"/>
    <w:rsid w:val="00A373B5"/>
    <w:rsid w:val="00A424BC"/>
    <w:rsid w:val="00A4322E"/>
    <w:rsid w:val="00A45432"/>
    <w:rsid w:val="00A53CC6"/>
    <w:rsid w:val="00A56D35"/>
    <w:rsid w:val="00A5766D"/>
    <w:rsid w:val="00A608B3"/>
    <w:rsid w:val="00A63508"/>
    <w:rsid w:val="00A639BC"/>
    <w:rsid w:val="00A66591"/>
    <w:rsid w:val="00A7066B"/>
    <w:rsid w:val="00A7271F"/>
    <w:rsid w:val="00A733E7"/>
    <w:rsid w:val="00A73D0B"/>
    <w:rsid w:val="00A81827"/>
    <w:rsid w:val="00A83B71"/>
    <w:rsid w:val="00A85803"/>
    <w:rsid w:val="00A866B1"/>
    <w:rsid w:val="00A87815"/>
    <w:rsid w:val="00A9210C"/>
    <w:rsid w:val="00A939E5"/>
    <w:rsid w:val="00A95C6E"/>
    <w:rsid w:val="00AA0882"/>
    <w:rsid w:val="00AA2075"/>
    <w:rsid w:val="00AA7F54"/>
    <w:rsid w:val="00AB79D4"/>
    <w:rsid w:val="00AC3E5B"/>
    <w:rsid w:val="00AC5E5B"/>
    <w:rsid w:val="00AD30B2"/>
    <w:rsid w:val="00AE478C"/>
    <w:rsid w:val="00AE603C"/>
    <w:rsid w:val="00AE70C1"/>
    <w:rsid w:val="00AF117E"/>
    <w:rsid w:val="00AF3433"/>
    <w:rsid w:val="00AF375D"/>
    <w:rsid w:val="00AF7228"/>
    <w:rsid w:val="00AF7361"/>
    <w:rsid w:val="00AF79C9"/>
    <w:rsid w:val="00B07CDD"/>
    <w:rsid w:val="00B1095B"/>
    <w:rsid w:val="00B210E8"/>
    <w:rsid w:val="00B2190C"/>
    <w:rsid w:val="00B22300"/>
    <w:rsid w:val="00B24F97"/>
    <w:rsid w:val="00B254F7"/>
    <w:rsid w:val="00B2552C"/>
    <w:rsid w:val="00B31B1C"/>
    <w:rsid w:val="00B32D72"/>
    <w:rsid w:val="00B409E2"/>
    <w:rsid w:val="00B417E8"/>
    <w:rsid w:val="00B44510"/>
    <w:rsid w:val="00B519B6"/>
    <w:rsid w:val="00B551D7"/>
    <w:rsid w:val="00B60E5B"/>
    <w:rsid w:val="00B63492"/>
    <w:rsid w:val="00B63DA6"/>
    <w:rsid w:val="00B77769"/>
    <w:rsid w:val="00B827F1"/>
    <w:rsid w:val="00B85D03"/>
    <w:rsid w:val="00B87003"/>
    <w:rsid w:val="00B92627"/>
    <w:rsid w:val="00B943BC"/>
    <w:rsid w:val="00B9526B"/>
    <w:rsid w:val="00BA0310"/>
    <w:rsid w:val="00BA1716"/>
    <w:rsid w:val="00BA23B2"/>
    <w:rsid w:val="00BA7130"/>
    <w:rsid w:val="00BA772D"/>
    <w:rsid w:val="00BB2EDA"/>
    <w:rsid w:val="00BC2263"/>
    <w:rsid w:val="00BC256D"/>
    <w:rsid w:val="00BC2E30"/>
    <w:rsid w:val="00BC7CC9"/>
    <w:rsid w:val="00BC7E49"/>
    <w:rsid w:val="00BD0D6D"/>
    <w:rsid w:val="00BD7053"/>
    <w:rsid w:val="00BE2B9B"/>
    <w:rsid w:val="00BE2FFB"/>
    <w:rsid w:val="00BE377B"/>
    <w:rsid w:val="00BE5E59"/>
    <w:rsid w:val="00BF1E7B"/>
    <w:rsid w:val="00BF3924"/>
    <w:rsid w:val="00BF5EF4"/>
    <w:rsid w:val="00C0237E"/>
    <w:rsid w:val="00C077A6"/>
    <w:rsid w:val="00C07E49"/>
    <w:rsid w:val="00C104ED"/>
    <w:rsid w:val="00C16EB7"/>
    <w:rsid w:val="00C16FC2"/>
    <w:rsid w:val="00C20410"/>
    <w:rsid w:val="00C20988"/>
    <w:rsid w:val="00C23501"/>
    <w:rsid w:val="00C25AA6"/>
    <w:rsid w:val="00C271A7"/>
    <w:rsid w:val="00C30607"/>
    <w:rsid w:val="00C40AD6"/>
    <w:rsid w:val="00C51D00"/>
    <w:rsid w:val="00C520EF"/>
    <w:rsid w:val="00C52194"/>
    <w:rsid w:val="00C53875"/>
    <w:rsid w:val="00C5450A"/>
    <w:rsid w:val="00C54CAA"/>
    <w:rsid w:val="00C55208"/>
    <w:rsid w:val="00C6265E"/>
    <w:rsid w:val="00C63DB0"/>
    <w:rsid w:val="00C648B7"/>
    <w:rsid w:val="00C6702D"/>
    <w:rsid w:val="00C74E72"/>
    <w:rsid w:val="00C751E4"/>
    <w:rsid w:val="00C754C9"/>
    <w:rsid w:val="00C82534"/>
    <w:rsid w:val="00C83046"/>
    <w:rsid w:val="00C85BB0"/>
    <w:rsid w:val="00C87E14"/>
    <w:rsid w:val="00C90572"/>
    <w:rsid w:val="00C905BB"/>
    <w:rsid w:val="00C93B81"/>
    <w:rsid w:val="00C9477E"/>
    <w:rsid w:val="00C959FD"/>
    <w:rsid w:val="00CA1BE5"/>
    <w:rsid w:val="00CA267A"/>
    <w:rsid w:val="00CA3F01"/>
    <w:rsid w:val="00CA4CCE"/>
    <w:rsid w:val="00CA6A2A"/>
    <w:rsid w:val="00CA6FB5"/>
    <w:rsid w:val="00CB0204"/>
    <w:rsid w:val="00CB08B7"/>
    <w:rsid w:val="00CB36A5"/>
    <w:rsid w:val="00CB44CD"/>
    <w:rsid w:val="00CD0F00"/>
    <w:rsid w:val="00CD77AC"/>
    <w:rsid w:val="00CE010D"/>
    <w:rsid w:val="00CE67FB"/>
    <w:rsid w:val="00CF2841"/>
    <w:rsid w:val="00CF46C4"/>
    <w:rsid w:val="00CF7672"/>
    <w:rsid w:val="00D00637"/>
    <w:rsid w:val="00D016D0"/>
    <w:rsid w:val="00D03FFB"/>
    <w:rsid w:val="00D100E7"/>
    <w:rsid w:val="00D13C32"/>
    <w:rsid w:val="00D20659"/>
    <w:rsid w:val="00D2089E"/>
    <w:rsid w:val="00D20C52"/>
    <w:rsid w:val="00D22188"/>
    <w:rsid w:val="00D24FD4"/>
    <w:rsid w:val="00D25149"/>
    <w:rsid w:val="00D26F35"/>
    <w:rsid w:val="00D30376"/>
    <w:rsid w:val="00D34656"/>
    <w:rsid w:val="00D41484"/>
    <w:rsid w:val="00D46C1D"/>
    <w:rsid w:val="00D4772D"/>
    <w:rsid w:val="00D55056"/>
    <w:rsid w:val="00D614BC"/>
    <w:rsid w:val="00D6341A"/>
    <w:rsid w:val="00D656DC"/>
    <w:rsid w:val="00D66D14"/>
    <w:rsid w:val="00D820F5"/>
    <w:rsid w:val="00D82E16"/>
    <w:rsid w:val="00D8333D"/>
    <w:rsid w:val="00D85EE9"/>
    <w:rsid w:val="00D91EAD"/>
    <w:rsid w:val="00D93821"/>
    <w:rsid w:val="00DA1392"/>
    <w:rsid w:val="00DA16B4"/>
    <w:rsid w:val="00DA3939"/>
    <w:rsid w:val="00DA4C9A"/>
    <w:rsid w:val="00DA7B09"/>
    <w:rsid w:val="00DB0ADD"/>
    <w:rsid w:val="00DB14ED"/>
    <w:rsid w:val="00DB1FC1"/>
    <w:rsid w:val="00DB6812"/>
    <w:rsid w:val="00DB6A55"/>
    <w:rsid w:val="00DC06A7"/>
    <w:rsid w:val="00DC3925"/>
    <w:rsid w:val="00DC4763"/>
    <w:rsid w:val="00DC5656"/>
    <w:rsid w:val="00DD18A4"/>
    <w:rsid w:val="00DD350D"/>
    <w:rsid w:val="00DD3D80"/>
    <w:rsid w:val="00DE0950"/>
    <w:rsid w:val="00DE2436"/>
    <w:rsid w:val="00DE2851"/>
    <w:rsid w:val="00DE3806"/>
    <w:rsid w:val="00DE45ED"/>
    <w:rsid w:val="00DF777E"/>
    <w:rsid w:val="00E00A06"/>
    <w:rsid w:val="00E0166F"/>
    <w:rsid w:val="00E04BD1"/>
    <w:rsid w:val="00E0754B"/>
    <w:rsid w:val="00E10AC5"/>
    <w:rsid w:val="00E1261D"/>
    <w:rsid w:val="00E1503A"/>
    <w:rsid w:val="00E15278"/>
    <w:rsid w:val="00E15BD1"/>
    <w:rsid w:val="00E15FED"/>
    <w:rsid w:val="00E17689"/>
    <w:rsid w:val="00E20EC3"/>
    <w:rsid w:val="00E21CAC"/>
    <w:rsid w:val="00E23F89"/>
    <w:rsid w:val="00E24AA3"/>
    <w:rsid w:val="00E3376A"/>
    <w:rsid w:val="00E430E1"/>
    <w:rsid w:val="00E43955"/>
    <w:rsid w:val="00E46CA0"/>
    <w:rsid w:val="00E47F98"/>
    <w:rsid w:val="00E47FA7"/>
    <w:rsid w:val="00E50738"/>
    <w:rsid w:val="00E56108"/>
    <w:rsid w:val="00E6288B"/>
    <w:rsid w:val="00E6325D"/>
    <w:rsid w:val="00E64190"/>
    <w:rsid w:val="00E71424"/>
    <w:rsid w:val="00E74C1C"/>
    <w:rsid w:val="00E7617E"/>
    <w:rsid w:val="00E807E8"/>
    <w:rsid w:val="00E907BD"/>
    <w:rsid w:val="00E92FB4"/>
    <w:rsid w:val="00E93176"/>
    <w:rsid w:val="00E936B2"/>
    <w:rsid w:val="00E95FB9"/>
    <w:rsid w:val="00E9712D"/>
    <w:rsid w:val="00E97150"/>
    <w:rsid w:val="00EA0B41"/>
    <w:rsid w:val="00EA457B"/>
    <w:rsid w:val="00EB1DE5"/>
    <w:rsid w:val="00EB5FCE"/>
    <w:rsid w:val="00EC3510"/>
    <w:rsid w:val="00EC4018"/>
    <w:rsid w:val="00EC4296"/>
    <w:rsid w:val="00ED2F3F"/>
    <w:rsid w:val="00ED3795"/>
    <w:rsid w:val="00ED3BE4"/>
    <w:rsid w:val="00ED5F77"/>
    <w:rsid w:val="00EE0401"/>
    <w:rsid w:val="00EE296E"/>
    <w:rsid w:val="00EE61DC"/>
    <w:rsid w:val="00EE7B17"/>
    <w:rsid w:val="00EF0922"/>
    <w:rsid w:val="00EF355E"/>
    <w:rsid w:val="00EF58C8"/>
    <w:rsid w:val="00EF67EC"/>
    <w:rsid w:val="00EF685B"/>
    <w:rsid w:val="00F0166B"/>
    <w:rsid w:val="00F07873"/>
    <w:rsid w:val="00F20A03"/>
    <w:rsid w:val="00F21236"/>
    <w:rsid w:val="00F21460"/>
    <w:rsid w:val="00F23B60"/>
    <w:rsid w:val="00F41154"/>
    <w:rsid w:val="00F41B1D"/>
    <w:rsid w:val="00F46BAA"/>
    <w:rsid w:val="00F478B8"/>
    <w:rsid w:val="00F514B0"/>
    <w:rsid w:val="00F53C54"/>
    <w:rsid w:val="00F540DF"/>
    <w:rsid w:val="00F6156B"/>
    <w:rsid w:val="00F61D1F"/>
    <w:rsid w:val="00F62C17"/>
    <w:rsid w:val="00F6476D"/>
    <w:rsid w:val="00F66A61"/>
    <w:rsid w:val="00F773E0"/>
    <w:rsid w:val="00F774C4"/>
    <w:rsid w:val="00F776A2"/>
    <w:rsid w:val="00F80FEA"/>
    <w:rsid w:val="00F83EAF"/>
    <w:rsid w:val="00F926EF"/>
    <w:rsid w:val="00F939A3"/>
    <w:rsid w:val="00FA4A0B"/>
    <w:rsid w:val="00FA5891"/>
    <w:rsid w:val="00FA5B8C"/>
    <w:rsid w:val="00FA613A"/>
    <w:rsid w:val="00FB2B39"/>
    <w:rsid w:val="00FB3B0B"/>
    <w:rsid w:val="00FB7D95"/>
    <w:rsid w:val="00FC74B4"/>
    <w:rsid w:val="00FD5197"/>
    <w:rsid w:val="00FD58B0"/>
    <w:rsid w:val="00FD7043"/>
    <w:rsid w:val="00FE0B84"/>
    <w:rsid w:val="00FE1D0A"/>
    <w:rsid w:val="00FE2854"/>
    <w:rsid w:val="00FE4D68"/>
    <w:rsid w:val="00FE6C82"/>
    <w:rsid w:val="00FF04F3"/>
    <w:rsid w:val="00FF194A"/>
    <w:rsid w:val="00FF3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81252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21E1"/>
    <w:pPr>
      <w:spacing w:before="600" w:line="360" w:lineRule="auto"/>
      <w:outlineLvl w:val="0"/>
    </w:pPr>
    <w:rPr>
      <w:rFonts w:ascii="Cambria" w:hAnsi="Cambria" w:cs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21E1"/>
    <w:pPr>
      <w:spacing w:before="320" w:line="36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21E1"/>
    <w:pPr>
      <w:spacing w:before="320" w:line="360" w:lineRule="auto"/>
      <w:outlineLvl w:val="2"/>
    </w:pPr>
    <w:rPr>
      <w:rFonts w:ascii="Cambria" w:hAnsi="Cambria" w:cs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21E1"/>
    <w:pPr>
      <w:spacing w:before="280" w:line="360" w:lineRule="auto"/>
      <w:outlineLvl w:val="3"/>
    </w:pPr>
    <w:rPr>
      <w:rFonts w:ascii="Cambria" w:hAnsi="Cambria" w:cs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21E1"/>
    <w:pPr>
      <w:spacing w:before="280" w:line="360" w:lineRule="auto"/>
      <w:outlineLvl w:val="4"/>
    </w:pPr>
    <w:rPr>
      <w:rFonts w:ascii="Cambria" w:hAnsi="Cambria" w:cs="Cambria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21E1"/>
    <w:pPr>
      <w:spacing w:before="280" w:after="80" w:line="360" w:lineRule="auto"/>
      <w:outlineLvl w:val="5"/>
    </w:pPr>
    <w:rPr>
      <w:rFonts w:ascii="Cambria" w:hAnsi="Cambria" w:cs="Cambria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21E1"/>
    <w:pPr>
      <w:spacing w:before="280" w:line="360" w:lineRule="auto"/>
      <w:outlineLvl w:val="6"/>
    </w:pPr>
    <w:rPr>
      <w:rFonts w:ascii="Cambria" w:hAnsi="Cambria" w:cs="Cambria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21E1"/>
    <w:pPr>
      <w:spacing w:before="280" w:line="360" w:lineRule="auto"/>
      <w:outlineLvl w:val="7"/>
    </w:pPr>
    <w:rPr>
      <w:rFonts w:ascii="Cambria" w:hAnsi="Cambria" w:cs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21E1"/>
    <w:pPr>
      <w:spacing w:before="280" w:line="360" w:lineRule="auto"/>
      <w:outlineLvl w:val="8"/>
    </w:pPr>
    <w:rPr>
      <w:rFonts w:ascii="Cambria" w:hAnsi="Cambria" w:cs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B21E1"/>
    <w:rPr>
      <w:rFonts w:ascii="Cambria" w:hAnsi="Cambria" w:cs="Cambria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B21E1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B21E1"/>
    <w:rPr>
      <w:rFonts w:ascii="Cambria" w:hAnsi="Cambria" w:cs="Cambria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B21E1"/>
    <w:rPr>
      <w:rFonts w:ascii="Cambria" w:hAnsi="Cambria" w:cs="Cambria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B21E1"/>
    <w:rPr>
      <w:rFonts w:ascii="Cambria" w:hAnsi="Cambria" w:cs="Cambria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B21E1"/>
    <w:rPr>
      <w:rFonts w:ascii="Cambria" w:hAnsi="Cambria" w:cs="Cambria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B21E1"/>
    <w:rPr>
      <w:rFonts w:ascii="Cambria" w:hAnsi="Cambria" w:cs="Cambria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B21E1"/>
    <w:rPr>
      <w:rFonts w:ascii="Cambria" w:hAnsi="Cambria" w:cs="Cambria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B21E1"/>
    <w:rPr>
      <w:rFonts w:ascii="Cambria" w:hAnsi="Cambria" w:cs="Cambria"/>
      <w:i/>
      <w:iCs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6B21E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6B21E1"/>
    <w:rPr>
      <w:rFonts w:ascii="Cambria" w:hAnsi="Cambria" w:cs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6B21E1"/>
    <w:rPr>
      <w:rFonts w:ascii="Cambria" w:hAnsi="Cambria" w:cs="Cambria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6B21E1"/>
    <w:pPr>
      <w:spacing w:after="320"/>
      <w:jc w:val="right"/>
    </w:pPr>
    <w:rPr>
      <w:i/>
      <w:iCs/>
      <w:color w:val="808080"/>
      <w:spacing w:val="1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B21E1"/>
    <w:rPr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6B21E1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6B21E1"/>
    <w:rPr>
      <w:b/>
      <w:bCs/>
      <w:i/>
      <w:iCs/>
      <w:color w:val="auto"/>
    </w:rPr>
  </w:style>
  <w:style w:type="paragraph" w:styleId="NoSpacing">
    <w:name w:val="No Spacing"/>
    <w:basedOn w:val="Normal"/>
    <w:uiPriority w:val="99"/>
    <w:qFormat/>
    <w:rsid w:val="006B21E1"/>
  </w:style>
  <w:style w:type="paragraph" w:styleId="ListParagraph">
    <w:name w:val="List Paragraph"/>
    <w:basedOn w:val="Normal"/>
    <w:uiPriority w:val="99"/>
    <w:qFormat/>
    <w:rsid w:val="006B21E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6B21E1"/>
    <w:rPr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6B21E1"/>
    <w:rPr>
      <w:rFonts w:ascii="Calibri" w:cs="Calibri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B21E1"/>
    <w:pPr>
      <w:spacing w:before="320" w:after="480"/>
      <w:ind w:left="720" w:right="720"/>
      <w:jc w:val="center"/>
    </w:pPr>
    <w:rPr>
      <w:rFonts w:ascii="Cambria" w:hAnsi="Cambria" w:cs="Cambria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B21E1"/>
    <w:rPr>
      <w:rFonts w:ascii="Cambria" w:hAnsi="Cambria" w:cs="Cambria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6B21E1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6B21E1"/>
    <w:rPr>
      <w:b/>
      <w:bCs/>
      <w:i/>
      <w:iCs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6B21E1"/>
    <w:rPr>
      <w:smallCaps/>
    </w:rPr>
  </w:style>
  <w:style w:type="character" w:styleId="IntenseReference">
    <w:name w:val="Intense Reference"/>
    <w:basedOn w:val="DefaultParagraphFont"/>
    <w:uiPriority w:val="99"/>
    <w:qFormat/>
    <w:rsid w:val="006B21E1"/>
    <w:rPr>
      <w:b/>
      <w:bCs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6B21E1"/>
    <w:rPr>
      <w:rFonts w:ascii="Cambria" w:hAnsi="Cambria" w:cs="Cambria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6B21E1"/>
    <w:pPr>
      <w:outlineLvl w:val="9"/>
    </w:pPr>
  </w:style>
  <w:style w:type="character" w:customStyle="1" w:styleId="a">
    <w:name w:val="Цветовое выделение"/>
    <w:uiPriority w:val="99"/>
    <w:rsid w:val="0081252D"/>
    <w:rPr>
      <w:b/>
      <w:bCs/>
      <w:color w:val="000080"/>
      <w:sz w:val="30"/>
      <w:szCs w:val="30"/>
    </w:rPr>
  </w:style>
  <w:style w:type="paragraph" w:customStyle="1" w:styleId="a0">
    <w:name w:val="Заголовок приложения"/>
    <w:basedOn w:val="Normal"/>
    <w:next w:val="Normal"/>
    <w:uiPriority w:val="99"/>
    <w:rsid w:val="0081252D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locked/>
    <w:rsid w:val="00A56D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6D3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62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locked/>
    <w:rsid w:val="00C077A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4A7E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locked/>
    <w:rsid w:val="00C077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3</Pages>
  <Words>932</Words>
  <Characters>5315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SamLab.ws</dc:creator>
  <cp:keywords/>
  <dc:description/>
  <cp:lastModifiedBy>Admin</cp:lastModifiedBy>
  <cp:revision>19</cp:revision>
  <cp:lastPrinted>2014-12-26T12:26:00Z</cp:lastPrinted>
  <dcterms:created xsi:type="dcterms:W3CDTF">2014-12-25T08:27:00Z</dcterms:created>
  <dcterms:modified xsi:type="dcterms:W3CDTF">2014-12-29T06:16:00Z</dcterms:modified>
</cp:coreProperties>
</file>