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ПРИЛОЖЕНИЕ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от   _________</w:t>
      </w:r>
      <w:r w:rsidRPr="00913F35">
        <w:rPr>
          <w:rFonts w:ascii="Times New Roman" w:hAnsi="Times New Roman" w:cs="Times New Roman"/>
          <w:sz w:val="28"/>
          <w:szCs w:val="28"/>
        </w:rPr>
        <w:t>_</w:t>
      </w:r>
      <w:r w:rsidRPr="005A79D5">
        <w:rPr>
          <w:rFonts w:ascii="Times New Roman" w:hAnsi="Times New Roman" w:cs="Times New Roman"/>
          <w:sz w:val="28"/>
          <w:szCs w:val="28"/>
        </w:rPr>
        <w:t>____</w:t>
      </w:r>
      <w:r w:rsidRPr="007918B6">
        <w:rPr>
          <w:rFonts w:ascii="Times New Roman" w:hAnsi="Times New Roman" w:cs="Times New Roman"/>
          <w:sz w:val="28"/>
          <w:szCs w:val="28"/>
        </w:rPr>
        <w:t xml:space="preserve">  №  ____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020E3C" w:rsidRPr="005A79D5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020E3C" w:rsidRPr="005A79D5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020E3C" w:rsidRPr="00913F35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91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Калининский район от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7918B6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ода № 1084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0E3C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020E3C" w:rsidRPr="007918B6" w:rsidRDefault="00020E3C" w:rsidP="00077BC5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от_____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918B6">
        <w:rPr>
          <w:rFonts w:ascii="Times New Roman" w:hAnsi="Times New Roman" w:cs="Times New Roman"/>
          <w:sz w:val="28"/>
          <w:szCs w:val="28"/>
        </w:rPr>
        <w:t xml:space="preserve"> № </w:t>
      </w:r>
      <w:r w:rsidRPr="003A0926">
        <w:rPr>
          <w:rFonts w:ascii="Times New Roman" w:hAnsi="Times New Roman" w:cs="Times New Roman"/>
          <w:sz w:val="28"/>
          <w:szCs w:val="28"/>
        </w:rPr>
        <w:t>___</w:t>
      </w:r>
      <w:r w:rsidRPr="007918B6">
        <w:rPr>
          <w:rFonts w:ascii="Times New Roman" w:hAnsi="Times New Roman" w:cs="Times New Roman"/>
          <w:sz w:val="28"/>
          <w:szCs w:val="28"/>
        </w:rPr>
        <w:t>_)</w:t>
      </w:r>
    </w:p>
    <w:p w:rsidR="00020E3C" w:rsidRDefault="00020E3C" w:rsidP="00913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0E3C" w:rsidRDefault="00020E3C" w:rsidP="00913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0E3C" w:rsidRPr="00FC6962" w:rsidRDefault="00020E3C" w:rsidP="00913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962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</w:p>
    <w:p w:rsidR="00020E3C" w:rsidRPr="00FC6962" w:rsidRDefault="00020E3C" w:rsidP="00913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962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улучшению инвестиционного </w:t>
      </w:r>
    </w:p>
    <w:p w:rsidR="00020E3C" w:rsidRPr="007918B6" w:rsidRDefault="00020E3C" w:rsidP="00913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962">
        <w:rPr>
          <w:rFonts w:ascii="Times New Roman" w:hAnsi="Times New Roman" w:cs="Times New Roman"/>
          <w:b/>
          <w:bCs/>
          <w:sz w:val="28"/>
          <w:szCs w:val="28"/>
        </w:rPr>
        <w:t>климата в Калининском районе</w:t>
      </w:r>
    </w:p>
    <w:p w:rsidR="00020E3C" w:rsidRDefault="00020E3C" w:rsidP="007911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0E3C" w:rsidRPr="007918B6" w:rsidRDefault="00020E3C" w:rsidP="007911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06" w:type="dxa"/>
        <w:tblLook w:val="01E0"/>
      </w:tblPr>
      <w:tblGrid>
        <w:gridCol w:w="3510"/>
        <w:gridCol w:w="545"/>
        <w:gridCol w:w="5593"/>
      </w:tblGrid>
      <w:tr w:rsidR="00020E3C" w:rsidRPr="007918B6">
        <w:tc>
          <w:tcPr>
            <w:tcW w:w="3510" w:type="dxa"/>
          </w:tcPr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Кузьминов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Виктор Владимирович</w:t>
            </w:r>
          </w:p>
        </w:tc>
        <w:tc>
          <w:tcPr>
            <w:tcW w:w="545" w:type="dxa"/>
          </w:tcPr>
          <w:p w:rsidR="00020E3C" w:rsidRPr="007918B6" w:rsidRDefault="00020E3C" w:rsidP="007911F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7C151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Калининский район, председатель комиссии;</w:t>
            </w: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531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Пучкин</w:t>
            </w:r>
          </w:p>
          <w:p w:rsidR="00020E3C" w:rsidRPr="007918B6" w:rsidRDefault="00020E3C" w:rsidP="00531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  <w:p w:rsidR="00020E3C" w:rsidRPr="007918B6" w:rsidRDefault="00020E3C" w:rsidP="00531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531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район,  первый заместитель председателя комиссии;</w:t>
            </w:r>
          </w:p>
          <w:p w:rsidR="00020E3C" w:rsidRPr="007918B6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Винников 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45" w:type="dxa"/>
          </w:tcPr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 администрации муниципального образования Калининский район, заместитель председателя комиссии;</w:t>
            </w:r>
          </w:p>
          <w:p w:rsidR="00020E3C" w:rsidRPr="007918B6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Кудинов 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Петр Васильевич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Калининский район, заместитель председателя комиссии;</w:t>
            </w:r>
          </w:p>
          <w:p w:rsidR="00020E3C" w:rsidRPr="007F7759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Сидюков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E3C" w:rsidRPr="007F7759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Калининский район, заместитель председателя комиссии (по согласованию);</w:t>
            </w:r>
          </w:p>
          <w:p w:rsidR="00020E3C" w:rsidRPr="007F7759" w:rsidRDefault="00020E3C" w:rsidP="007C1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Стрельцова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Людмила Ивановна</w:t>
            </w:r>
          </w:p>
          <w:p w:rsidR="00020E3C" w:rsidRPr="007918B6" w:rsidRDefault="00020E3C" w:rsidP="007911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район, заместитель председателя комиссии;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Default="00020E3C" w:rsidP="004821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1D0">
              <w:rPr>
                <w:rFonts w:ascii="Times New Roman" w:hAnsi="Times New Roman" w:cs="Times New Roman"/>
                <w:sz w:val="28"/>
                <w:szCs w:val="28"/>
              </w:rPr>
              <w:t>Назаренко</w:t>
            </w:r>
          </w:p>
          <w:p w:rsidR="00020E3C" w:rsidRPr="007918B6" w:rsidRDefault="00020E3C" w:rsidP="004821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1D0"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545" w:type="dxa"/>
          </w:tcPr>
          <w:p w:rsidR="00020E3C" w:rsidRPr="007F7759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Калининский район,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сельского хозяйства, 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Default="00020E3C" w:rsidP="009B1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Пахомов</w:t>
            </w:r>
          </w:p>
          <w:p w:rsidR="00020E3C" w:rsidRPr="007918B6" w:rsidRDefault="00020E3C" w:rsidP="009B1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Юрьевич</w:t>
            </w:r>
          </w:p>
          <w:p w:rsidR="00020E3C" w:rsidRPr="007918B6" w:rsidRDefault="00020E3C" w:rsidP="009B13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9B1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отдела инвестиций, малого и среднего предпринимательства управления экономики администрации муниципального образования Калининский район, секретарь комиссии.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9648" w:type="dxa"/>
            <w:gridSpan w:val="3"/>
          </w:tcPr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0E3C" w:rsidRPr="007918B6" w:rsidRDefault="00020E3C" w:rsidP="00791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913F35">
        <w:tc>
          <w:tcPr>
            <w:tcW w:w="3510" w:type="dxa"/>
          </w:tcPr>
          <w:p w:rsidR="00020E3C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Бандурина</w:t>
            </w:r>
          </w:p>
          <w:p w:rsidR="00020E3C" w:rsidRPr="007918B6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Ильинична</w:t>
            </w:r>
          </w:p>
          <w:p w:rsidR="00020E3C" w:rsidRPr="007918B6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культуры администрации муниципального образования Калининский район;</w:t>
            </w:r>
          </w:p>
          <w:p w:rsidR="00020E3C" w:rsidRPr="007918B6" w:rsidRDefault="00020E3C" w:rsidP="006E27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Default="00020E3C" w:rsidP="002B30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Миронова </w:t>
            </w:r>
          </w:p>
          <w:p w:rsidR="00020E3C" w:rsidRPr="007918B6" w:rsidRDefault="00020E3C" w:rsidP="002B30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020E3C" w:rsidRPr="007918B6" w:rsidRDefault="00020E3C" w:rsidP="002B30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2B3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2B3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 врач МБУЗ «ЦРБ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Калин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инский район» (по согласованию);</w:t>
            </w:r>
          </w:p>
          <w:p w:rsidR="00020E3C" w:rsidRPr="00913F35" w:rsidRDefault="00020E3C" w:rsidP="002B3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CE4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Мыльникова</w:t>
            </w:r>
          </w:p>
          <w:p w:rsidR="00020E3C" w:rsidRPr="007918B6" w:rsidRDefault="00020E3C" w:rsidP="00CE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545" w:type="dxa"/>
          </w:tcPr>
          <w:p w:rsidR="00020E3C" w:rsidRPr="007F7759" w:rsidRDefault="00020E3C" w:rsidP="00CE4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CE4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отдела торговли администрации муниципального образования Калининский район;</w:t>
            </w:r>
          </w:p>
          <w:p w:rsidR="00020E3C" w:rsidRPr="007918B6" w:rsidRDefault="00020E3C" w:rsidP="00CE4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4862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Левченко</w:t>
            </w:r>
          </w:p>
          <w:p w:rsidR="00020E3C" w:rsidRPr="007918B6" w:rsidRDefault="00020E3C" w:rsidP="004862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</w:tc>
        <w:tc>
          <w:tcPr>
            <w:tcW w:w="545" w:type="dxa"/>
          </w:tcPr>
          <w:p w:rsidR="00020E3C" w:rsidRPr="007918B6" w:rsidRDefault="00020E3C" w:rsidP="0048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муниципального образования Калининский район;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Default="00020E3C" w:rsidP="00DB0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Нарожная</w:t>
            </w:r>
          </w:p>
          <w:p w:rsidR="00020E3C" w:rsidRPr="007918B6" w:rsidRDefault="00020E3C" w:rsidP="00DB0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  <w:p w:rsidR="00020E3C" w:rsidRPr="007918B6" w:rsidRDefault="00020E3C" w:rsidP="00DB0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DB0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DB0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правовых и имущественных отношений администрации муниципального образования Калининский район;</w:t>
            </w:r>
          </w:p>
          <w:p w:rsidR="00020E3C" w:rsidRPr="007918B6" w:rsidRDefault="00020E3C" w:rsidP="00DB0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E01382">
        <w:tc>
          <w:tcPr>
            <w:tcW w:w="3510" w:type="dxa"/>
          </w:tcPr>
          <w:p w:rsidR="00020E3C" w:rsidRPr="007918B6" w:rsidRDefault="00020E3C" w:rsidP="00972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Огнев </w:t>
            </w:r>
          </w:p>
          <w:p w:rsidR="00020E3C" w:rsidRPr="007918B6" w:rsidRDefault="00020E3C" w:rsidP="00972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Евгений Юрьевич</w:t>
            </w:r>
          </w:p>
        </w:tc>
        <w:tc>
          <w:tcPr>
            <w:tcW w:w="545" w:type="dxa"/>
          </w:tcPr>
          <w:p w:rsidR="00020E3C" w:rsidRPr="007918B6" w:rsidRDefault="00020E3C" w:rsidP="00A00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Default="00020E3C" w:rsidP="00E013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руководитель Государственного Казенного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чреждения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 «Центр занятости населения Калининского района» (по согласованию);</w:t>
            </w:r>
          </w:p>
          <w:p w:rsidR="00020E3C" w:rsidRPr="007918B6" w:rsidRDefault="00020E3C" w:rsidP="00E013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Панферов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Владимир Валерьевич</w:t>
            </w:r>
          </w:p>
        </w:tc>
        <w:tc>
          <w:tcPr>
            <w:tcW w:w="545" w:type="dxa"/>
          </w:tcPr>
          <w:p w:rsidR="00020E3C" w:rsidRPr="007918B6" w:rsidRDefault="00020E3C" w:rsidP="00A00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информатизации администрации муниципального образования Калининский район;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Романов 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A00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физической культуре и спорту администрации муниципального образования Калининский район;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Сазонова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Валентина Николаевна</w:t>
            </w:r>
          </w:p>
        </w:tc>
        <w:tc>
          <w:tcPr>
            <w:tcW w:w="545" w:type="dxa"/>
          </w:tcPr>
          <w:p w:rsidR="00020E3C" w:rsidRPr="007918B6" w:rsidRDefault="00020E3C" w:rsidP="00A00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архитектуры и градостроительства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градостроительства и благоустройства администрации муниципального образования Калининский район;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E3C" w:rsidRPr="007918B6">
        <w:tc>
          <w:tcPr>
            <w:tcW w:w="3510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Соляник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Елена Андреевна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020E3C" w:rsidRPr="007918B6" w:rsidRDefault="00020E3C" w:rsidP="00A00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93" w:type="dxa"/>
          </w:tcPr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 муниципального образования Калининский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918B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20E3C" w:rsidRPr="007918B6" w:rsidRDefault="00020E3C" w:rsidP="00077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0E3C" w:rsidRPr="007918B6" w:rsidRDefault="00020E3C" w:rsidP="00077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3C" w:rsidRPr="007918B6" w:rsidRDefault="00020E3C" w:rsidP="00077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3C" w:rsidRPr="007918B6" w:rsidRDefault="00020E3C" w:rsidP="00077B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3C" w:rsidRPr="007918B6" w:rsidRDefault="00020E3C" w:rsidP="00791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918B6">
        <w:rPr>
          <w:rFonts w:ascii="Times New Roman" w:hAnsi="Times New Roman" w:cs="Times New Roman"/>
          <w:sz w:val="28"/>
          <w:szCs w:val="28"/>
        </w:rPr>
        <w:t xml:space="preserve">ачальник управления экономики </w:t>
      </w:r>
    </w:p>
    <w:p w:rsidR="00020E3C" w:rsidRPr="007918B6" w:rsidRDefault="00020E3C" w:rsidP="00791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020E3C" w:rsidRPr="007918B6" w:rsidRDefault="00020E3C" w:rsidP="00791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8B6">
        <w:rPr>
          <w:rFonts w:ascii="Times New Roman" w:hAnsi="Times New Roman" w:cs="Times New Roman"/>
          <w:sz w:val="28"/>
          <w:szCs w:val="28"/>
        </w:rPr>
        <w:t>образования Калининский район</w:t>
      </w:r>
      <w:r w:rsidRPr="007918B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А.С. Винников</w:t>
      </w:r>
    </w:p>
    <w:p w:rsidR="00020E3C" w:rsidRPr="007918B6" w:rsidRDefault="00020E3C" w:rsidP="00791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20E3C" w:rsidRPr="007918B6" w:rsidSect="00077BC5">
      <w:headerReference w:type="default" r:id="rId6"/>
      <w:pgSz w:w="11906" w:h="16838"/>
      <w:pgMar w:top="1134" w:right="38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E3C" w:rsidRDefault="00020E3C">
      <w:r>
        <w:separator/>
      </w:r>
    </w:p>
  </w:endnote>
  <w:endnote w:type="continuationSeparator" w:id="1">
    <w:p w:rsidR="00020E3C" w:rsidRDefault="0002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E3C" w:rsidRDefault="00020E3C">
      <w:r>
        <w:separator/>
      </w:r>
    </w:p>
  </w:footnote>
  <w:footnote w:type="continuationSeparator" w:id="1">
    <w:p w:rsidR="00020E3C" w:rsidRDefault="00020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3C" w:rsidRPr="009F03DA" w:rsidRDefault="00020E3C" w:rsidP="009F03DA">
    <w:pPr>
      <w:pStyle w:val="Header"/>
      <w:framePr w:wrap="auto" w:vAnchor="text" w:hAnchor="page" w:x="6742" w:y="66"/>
      <w:rPr>
        <w:rStyle w:val="PageNumber"/>
        <w:rFonts w:ascii="Times New Roman" w:hAnsi="Times New Roman" w:cs="Times New Roman"/>
        <w:sz w:val="28"/>
        <w:szCs w:val="28"/>
      </w:rPr>
    </w:pPr>
    <w:r w:rsidRPr="009F03D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F03D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F03D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9F03D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20E3C" w:rsidRDefault="00020E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8A7"/>
    <w:rsid w:val="00002033"/>
    <w:rsid w:val="00005557"/>
    <w:rsid w:val="00020E3C"/>
    <w:rsid w:val="00024771"/>
    <w:rsid w:val="00057B20"/>
    <w:rsid w:val="0006655C"/>
    <w:rsid w:val="00077BC5"/>
    <w:rsid w:val="00077DAF"/>
    <w:rsid w:val="000818B1"/>
    <w:rsid w:val="000B19B4"/>
    <w:rsid w:val="000D2EC6"/>
    <w:rsid w:val="0011009D"/>
    <w:rsid w:val="00144CC8"/>
    <w:rsid w:val="00195B16"/>
    <w:rsid w:val="001A1A46"/>
    <w:rsid w:val="001A472E"/>
    <w:rsid w:val="001A7B8A"/>
    <w:rsid w:val="001B78A7"/>
    <w:rsid w:val="00224FDE"/>
    <w:rsid w:val="0024705C"/>
    <w:rsid w:val="002B30FB"/>
    <w:rsid w:val="002C6F0B"/>
    <w:rsid w:val="003163EC"/>
    <w:rsid w:val="00350D61"/>
    <w:rsid w:val="00391AEE"/>
    <w:rsid w:val="00394569"/>
    <w:rsid w:val="003954C5"/>
    <w:rsid w:val="003A0926"/>
    <w:rsid w:val="003E5B53"/>
    <w:rsid w:val="003F0126"/>
    <w:rsid w:val="00403195"/>
    <w:rsid w:val="004347AA"/>
    <w:rsid w:val="00447A8D"/>
    <w:rsid w:val="00450294"/>
    <w:rsid w:val="00453C17"/>
    <w:rsid w:val="00454EE8"/>
    <w:rsid w:val="00464912"/>
    <w:rsid w:val="004821D0"/>
    <w:rsid w:val="00484B16"/>
    <w:rsid w:val="0048621C"/>
    <w:rsid w:val="004946F1"/>
    <w:rsid w:val="004A0301"/>
    <w:rsid w:val="004A7753"/>
    <w:rsid w:val="004B1916"/>
    <w:rsid w:val="004C07B7"/>
    <w:rsid w:val="004E1D27"/>
    <w:rsid w:val="004F53DC"/>
    <w:rsid w:val="0051665F"/>
    <w:rsid w:val="00531DE1"/>
    <w:rsid w:val="005349FC"/>
    <w:rsid w:val="00591ECE"/>
    <w:rsid w:val="005949C2"/>
    <w:rsid w:val="005A79D5"/>
    <w:rsid w:val="005B2688"/>
    <w:rsid w:val="005C6160"/>
    <w:rsid w:val="005E285C"/>
    <w:rsid w:val="0062074B"/>
    <w:rsid w:val="00620D15"/>
    <w:rsid w:val="0062481B"/>
    <w:rsid w:val="00660363"/>
    <w:rsid w:val="00666ECB"/>
    <w:rsid w:val="00683F65"/>
    <w:rsid w:val="006A671E"/>
    <w:rsid w:val="006B37AE"/>
    <w:rsid w:val="006C462F"/>
    <w:rsid w:val="006E275A"/>
    <w:rsid w:val="006E594E"/>
    <w:rsid w:val="0071435C"/>
    <w:rsid w:val="00730E89"/>
    <w:rsid w:val="0073501E"/>
    <w:rsid w:val="00771639"/>
    <w:rsid w:val="007911F8"/>
    <w:rsid w:val="007918B6"/>
    <w:rsid w:val="007A13D8"/>
    <w:rsid w:val="007B1E64"/>
    <w:rsid w:val="007B7B0E"/>
    <w:rsid w:val="007C1516"/>
    <w:rsid w:val="007C321C"/>
    <w:rsid w:val="007F7759"/>
    <w:rsid w:val="00810117"/>
    <w:rsid w:val="008216AB"/>
    <w:rsid w:val="00822E0B"/>
    <w:rsid w:val="00877CF0"/>
    <w:rsid w:val="008A369E"/>
    <w:rsid w:val="008B09C4"/>
    <w:rsid w:val="008D6543"/>
    <w:rsid w:val="008E10EB"/>
    <w:rsid w:val="00913F35"/>
    <w:rsid w:val="00920693"/>
    <w:rsid w:val="009328D8"/>
    <w:rsid w:val="00950870"/>
    <w:rsid w:val="009627EA"/>
    <w:rsid w:val="00972EF7"/>
    <w:rsid w:val="00997160"/>
    <w:rsid w:val="009B1363"/>
    <w:rsid w:val="009B6360"/>
    <w:rsid w:val="009C75CC"/>
    <w:rsid w:val="009D7328"/>
    <w:rsid w:val="009F03DA"/>
    <w:rsid w:val="00A006F8"/>
    <w:rsid w:val="00A228D6"/>
    <w:rsid w:val="00A4070C"/>
    <w:rsid w:val="00A469F4"/>
    <w:rsid w:val="00A46DA1"/>
    <w:rsid w:val="00A56210"/>
    <w:rsid w:val="00A603A3"/>
    <w:rsid w:val="00AF2C6B"/>
    <w:rsid w:val="00B2098F"/>
    <w:rsid w:val="00B22755"/>
    <w:rsid w:val="00B7739F"/>
    <w:rsid w:val="00B77B4C"/>
    <w:rsid w:val="00BA6E60"/>
    <w:rsid w:val="00BB3419"/>
    <w:rsid w:val="00BC0851"/>
    <w:rsid w:val="00BD499D"/>
    <w:rsid w:val="00C02303"/>
    <w:rsid w:val="00C169F9"/>
    <w:rsid w:val="00C32491"/>
    <w:rsid w:val="00C51F6C"/>
    <w:rsid w:val="00C5567A"/>
    <w:rsid w:val="00C55C75"/>
    <w:rsid w:val="00C64CEF"/>
    <w:rsid w:val="00C949DE"/>
    <w:rsid w:val="00CE4921"/>
    <w:rsid w:val="00D154C4"/>
    <w:rsid w:val="00D32BAE"/>
    <w:rsid w:val="00D377C0"/>
    <w:rsid w:val="00D77477"/>
    <w:rsid w:val="00D843AF"/>
    <w:rsid w:val="00DB07D1"/>
    <w:rsid w:val="00DD76DD"/>
    <w:rsid w:val="00E01382"/>
    <w:rsid w:val="00E0730F"/>
    <w:rsid w:val="00E14345"/>
    <w:rsid w:val="00E8460E"/>
    <w:rsid w:val="00E91082"/>
    <w:rsid w:val="00EC4FE0"/>
    <w:rsid w:val="00EC7941"/>
    <w:rsid w:val="00EC7FC5"/>
    <w:rsid w:val="00ED28CD"/>
    <w:rsid w:val="00F32161"/>
    <w:rsid w:val="00F54AC9"/>
    <w:rsid w:val="00FC6962"/>
    <w:rsid w:val="00FD3A1B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6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78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077B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C7941"/>
  </w:style>
  <w:style w:type="character" w:styleId="PageNumber">
    <w:name w:val="page number"/>
    <w:basedOn w:val="DefaultParagraphFont"/>
    <w:uiPriority w:val="99"/>
    <w:rsid w:val="00077BC5"/>
  </w:style>
  <w:style w:type="paragraph" w:styleId="Footer">
    <w:name w:val="footer"/>
    <w:basedOn w:val="Normal"/>
    <w:link w:val="FooterChar"/>
    <w:uiPriority w:val="99"/>
    <w:rsid w:val="009F03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4C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484</Words>
  <Characters>2762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SamLab.ws</dc:creator>
  <cp:keywords/>
  <dc:description/>
  <cp:lastModifiedBy>Admin</cp:lastModifiedBy>
  <cp:revision>3</cp:revision>
  <cp:lastPrinted>2014-07-30T07:31:00Z</cp:lastPrinted>
  <dcterms:created xsi:type="dcterms:W3CDTF">2014-12-24T06:10:00Z</dcterms:created>
  <dcterms:modified xsi:type="dcterms:W3CDTF">2014-12-24T07:21:00Z</dcterms:modified>
</cp:coreProperties>
</file>