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9B4" w:rsidRDefault="00FE79B4" w:rsidP="00234968">
      <w:pPr>
        <w:overflowPunct w:val="0"/>
        <w:autoSpaceDE w:val="0"/>
        <w:autoSpaceDN w:val="0"/>
        <w:adjustRightInd w:val="0"/>
        <w:outlineLvl w:val="1"/>
        <w:rPr>
          <w:caps/>
          <w:lang w:eastAsia="ru-RU"/>
        </w:rPr>
      </w:pPr>
    </w:p>
    <w:p w:rsidR="00FE79B4" w:rsidRDefault="00FE79B4" w:rsidP="00234968">
      <w:pPr>
        <w:overflowPunct w:val="0"/>
        <w:autoSpaceDE w:val="0"/>
        <w:autoSpaceDN w:val="0"/>
        <w:adjustRightInd w:val="0"/>
        <w:outlineLvl w:val="1"/>
        <w:rPr>
          <w:lang w:eastAsia="ru-RU"/>
        </w:rPr>
      </w:pPr>
      <w:r>
        <w:rPr>
          <w:caps/>
          <w:lang w:eastAsia="ru-RU"/>
        </w:rPr>
        <w:t xml:space="preserve">                                                              </w:t>
      </w:r>
      <w:r>
        <w:rPr>
          <w:b/>
          <w:bCs/>
          <w:lang w:eastAsia="ru-RU"/>
        </w:rPr>
        <w:tab/>
      </w:r>
      <w:r>
        <w:rPr>
          <w:lang w:eastAsia="ru-RU"/>
        </w:rPr>
        <w:t xml:space="preserve">Приложении 4 </w:t>
      </w:r>
    </w:p>
    <w:p w:rsidR="00FE79B4" w:rsidRDefault="00FE79B4" w:rsidP="007476F6">
      <w:pPr>
        <w:autoSpaceDE w:val="0"/>
        <w:autoSpaceDN w:val="0"/>
        <w:adjustRightInd w:val="0"/>
        <w:ind w:left="4248" w:firstLine="708"/>
        <w:rPr>
          <w:lang w:eastAsia="ru-RU"/>
        </w:rPr>
      </w:pPr>
      <w:r>
        <w:rPr>
          <w:lang w:eastAsia="ru-RU"/>
        </w:rPr>
        <w:t>к муниципальной программе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муниципального образования 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Калининский район "Развитие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экономики муниципального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образования Калининский район"</w:t>
      </w:r>
    </w:p>
    <w:p w:rsidR="00FE79B4" w:rsidRDefault="00FE79B4" w:rsidP="0090790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>на 2021-2026 годы</w:t>
      </w:r>
    </w:p>
    <w:p w:rsidR="00FE79B4" w:rsidRPr="00B24D70" w:rsidRDefault="00FE79B4" w:rsidP="00B24D70">
      <w:pPr>
        <w:autoSpaceDE w:val="0"/>
        <w:autoSpaceDN w:val="0"/>
        <w:adjustRightInd w:val="0"/>
        <w:outlineLvl w:val="2"/>
        <w:rPr>
          <w:color w:val="00B050"/>
          <w:lang w:eastAsia="ru-RU"/>
        </w:rPr>
      </w:pPr>
      <w:r>
        <w:rPr>
          <w:lang w:eastAsia="ru-RU"/>
        </w:rPr>
        <w:t xml:space="preserve">                                                                       </w:t>
      </w:r>
    </w:p>
    <w:p w:rsidR="00FE79B4" w:rsidRDefault="00FE79B4" w:rsidP="00B24D70">
      <w:pPr>
        <w:autoSpaceDE w:val="0"/>
        <w:autoSpaceDN w:val="0"/>
        <w:adjustRightInd w:val="0"/>
        <w:rPr>
          <w:lang w:eastAsia="ru-RU"/>
        </w:rPr>
      </w:pPr>
    </w:p>
    <w:p w:rsidR="00FE79B4" w:rsidRPr="0090790C" w:rsidRDefault="00FE79B4" w:rsidP="00B64198">
      <w:pPr>
        <w:autoSpaceDE w:val="0"/>
        <w:autoSpaceDN w:val="0"/>
        <w:adjustRightInd w:val="0"/>
        <w:ind w:left="4248" w:firstLine="708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</w:p>
    <w:p w:rsidR="00FE79B4" w:rsidRPr="0090790C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Pr="0090790C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Pr="0090790C" w:rsidRDefault="00FE79B4" w:rsidP="00E220C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B24D70">
      <w:pPr>
        <w:autoSpaceDE w:val="0"/>
        <w:autoSpaceDN w:val="0"/>
        <w:adjustRightInd w:val="0"/>
        <w:rPr>
          <w:b/>
          <w:bCs/>
          <w:lang w:eastAsia="ru-RU"/>
        </w:rPr>
      </w:pPr>
    </w:p>
    <w:p w:rsidR="00FE79B4" w:rsidRDefault="00FE79B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FE79B4" w:rsidRPr="00BB5F57" w:rsidRDefault="00FE79B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ПОДПРОГРАММА</w:t>
      </w:r>
    </w:p>
    <w:p w:rsidR="00FE79B4" w:rsidRDefault="00FE79B4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"</w:t>
      </w:r>
      <w:r w:rsidRPr="00BB5F57">
        <w:rPr>
          <w:b/>
          <w:bCs/>
          <w:lang w:eastAsia="ru-RU"/>
        </w:rPr>
        <w:t xml:space="preserve">Развитие инвестиционного потенциала </w:t>
      </w:r>
    </w:p>
    <w:p w:rsidR="00FE79B4" w:rsidRDefault="00FE79B4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 xml:space="preserve">муниципального образования </w:t>
      </w:r>
    </w:p>
    <w:p w:rsidR="00FE79B4" w:rsidRPr="00BB5F57" w:rsidRDefault="00FE79B4" w:rsidP="00BB5F57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Кали</w:t>
      </w:r>
      <w:r>
        <w:rPr>
          <w:b/>
          <w:bCs/>
          <w:lang w:eastAsia="ru-RU"/>
        </w:rPr>
        <w:t>нинский район на 2021-2026 годы"</w:t>
      </w:r>
    </w:p>
    <w:p w:rsidR="00FE79B4" w:rsidRPr="00BB5F57" w:rsidRDefault="00FE79B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муниципальной программы</w:t>
      </w:r>
    </w:p>
    <w:p w:rsidR="00FE79B4" w:rsidRPr="00BB5F57" w:rsidRDefault="00FE79B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BB5F57">
        <w:rPr>
          <w:b/>
          <w:bCs/>
          <w:lang w:eastAsia="ru-RU"/>
        </w:rPr>
        <w:t>муниципального образования Калининский район</w:t>
      </w:r>
    </w:p>
    <w:p w:rsidR="00FE79B4" w:rsidRPr="00447663" w:rsidRDefault="00FE79B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"</w:t>
      </w:r>
      <w:r w:rsidRPr="00BB5F57">
        <w:rPr>
          <w:b/>
          <w:bCs/>
          <w:lang w:eastAsia="ru-RU"/>
        </w:rPr>
        <w:t>Развитие экономики муниципального</w:t>
      </w:r>
      <w:r w:rsidRPr="00447663">
        <w:rPr>
          <w:b/>
          <w:bCs/>
          <w:lang w:eastAsia="ru-RU"/>
        </w:rPr>
        <w:t xml:space="preserve"> образования </w:t>
      </w:r>
    </w:p>
    <w:p w:rsidR="00FE79B4" w:rsidRPr="00447663" w:rsidRDefault="00FE79B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район" на 2021 – 2026</w:t>
      </w:r>
      <w:r w:rsidRPr="00447663">
        <w:rPr>
          <w:b/>
          <w:bCs/>
          <w:lang w:eastAsia="ru-RU"/>
        </w:rPr>
        <w:t xml:space="preserve"> годы</w:t>
      </w: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Default="00FE79B4" w:rsidP="00B24D70">
      <w:pPr>
        <w:autoSpaceDE w:val="0"/>
        <w:autoSpaceDN w:val="0"/>
        <w:adjustRightInd w:val="0"/>
        <w:rPr>
          <w:lang w:eastAsia="ru-RU"/>
        </w:rPr>
      </w:pPr>
    </w:p>
    <w:p w:rsidR="00FE79B4" w:rsidRDefault="00FE79B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FE79B4" w:rsidRPr="00573F58" w:rsidRDefault="00FE79B4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573F58">
        <w:rPr>
          <w:b/>
          <w:bCs/>
          <w:color w:val="000000"/>
          <w:lang w:eastAsia="ru-RU"/>
        </w:rPr>
        <w:t>ПАСПОРТ</w:t>
      </w:r>
    </w:p>
    <w:p w:rsidR="00FE79B4" w:rsidRPr="00573F58" w:rsidRDefault="00FE79B4" w:rsidP="00E220C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573F58">
        <w:rPr>
          <w:b/>
          <w:bCs/>
          <w:color w:val="000000"/>
          <w:lang w:eastAsia="ru-RU"/>
        </w:rPr>
        <w:t xml:space="preserve">подпрограммы </w:t>
      </w:r>
    </w:p>
    <w:p w:rsidR="00FE79B4" w:rsidRPr="00573F58" w:rsidRDefault="00FE79B4" w:rsidP="00BB5F57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  <w:r w:rsidRPr="00573F58">
        <w:rPr>
          <w:b/>
          <w:bCs/>
          <w:color w:val="000000"/>
          <w:lang w:eastAsia="ru-RU"/>
        </w:rPr>
        <w:t>"Развитие инвестиционного потенциала муниципального образования Калининский район на 2021-2026 годы"</w:t>
      </w:r>
    </w:p>
    <w:p w:rsidR="00FE79B4" w:rsidRPr="00573F58" w:rsidRDefault="00FE79B4" w:rsidP="006A45EC">
      <w:pPr>
        <w:autoSpaceDE w:val="0"/>
        <w:autoSpaceDN w:val="0"/>
        <w:adjustRightInd w:val="0"/>
        <w:jc w:val="center"/>
        <w:rPr>
          <w:b/>
          <w:bCs/>
          <w:color w:val="000000"/>
          <w:lang w:eastAsia="ru-RU"/>
        </w:rPr>
      </w:pPr>
    </w:p>
    <w:p w:rsidR="00FE79B4" w:rsidRPr="00573F58" w:rsidRDefault="00FE79B4" w:rsidP="006A45EC">
      <w:pPr>
        <w:autoSpaceDE w:val="0"/>
        <w:autoSpaceDN w:val="0"/>
        <w:adjustRightInd w:val="0"/>
        <w:jc w:val="center"/>
        <w:rPr>
          <w:color w:val="000000"/>
          <w:lang w:eastAsia="ru-RU"/>
        </w:rPr>
      </w:pPr>
    </w:p>
    <w:p w:rsidR="00FE79B4" w:rsidRPr="00573F58" w:rsidRDefault="00FE79B4" w:rsidP="006A45EC">
      <w:pPr>
        <w:autoSpaceDE w:val="0"/>
        <w:autoSpaceDN w:val="0"/>
        <w:adjustRightInd w:val="0"/>
        <w:ind w:left="540"/>
        <w:rPr>
          <w:color w:val="000000"/>
          <w:lang w:eastAsia="ru-RU"/>
        </w:rPr>
      </w:pPr>
    </w:p>
    <w:tbl>
      <w:tblPr>
        <w:tblW w:w="9590" w:type="dxa"/>
        <w:tblInd w:w="-106" w:type="dxa"/>
        <w:tblLook w:val="01E0"/>
      </w:tblPr>
      <w:tblGrid>
        <w:gridCol w:w="4151"/>
        <w:gridCol w:w="637"/>
        <w:gridCol w:w="4802"/>
      </w:tblGrid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</w:t>
            </w:r>
            <w:r w:rsidRPr="00573F58">
              <w:rPr>
                <w:color w:val="00000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у</w:t>
            </w:r>
            <w:r w:rsidRPr="00573F58">
              <w:rPr>
                <w:color w:val="000000"/>
                <w:lang w:eastAsia="ru-RU"/>
              </w:rPr>
              <w:t>правление экономики администрации муниципального образования Калининский район</w:t>
            </w:r>
          </w:p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администрация муниципального образования Калининский район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573F58">
              <w:rPr>
                <w:color w:val="000000"/>
              </w:rPr>
              <w:t>оздание благоприятного инвестиционного климата на территории муниципального образования Калининский район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573F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ривлечение инвестиций в экономику муниципального образования Калининский район, создание новых рабочих мест за счет реализации инвестиционных проектов в Калининском районе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highlight w:val="green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234968">
            <w:pPr>
              <w:overflowPunct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573F58">
              <w:rPr>
                <w:color w:val="000000"/>
              </w:rPr>
              <w:t>бъем инвестиций в основной капитал по кругу крупных и средних предприятий (% к предыдущему году)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Приоритетные проекты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н</w:t>
            </w:r>
            <w:r w:rsidRPr="00573F58">
              <w:rPr>
                <w:color w:val="000000"/>
                <w:lang w:eastAsia="ru-RU"/>
              </w:rPr>
              <w:t>е предусмотрены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 xml:space="preserve">Этапы и сроки реализации </w:t>
            </w:r>
          </w:p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 w:rsidRPr="00573F58">
              <w:rPr>
                <w:color w:val="000000"/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э</w:t>
            </w:r>
            <w:r w:rsidRPr="00573F58">
              <w:rPr>
                <w:color w:val="000000"/>
                <w:lang w:eastAsia="ru-RU"/>
              </w:rPr>
              <w:t>тапы не предусмотрены, сроки реализации подпрограммы  2021 - 2026 годы</w:t>
            </w:r>
          </w:p>
        </w:tc>
      </w:tr>
      <w:tr w:rsidR="00FE79B4" w:rsidRPr="00072172">
        <w:tc>
          <w:tcPr>
            <w:tcW w:w="4151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637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  <w:tc>
          <w:tcPr>
            <w:tcW w:w="4802" w:type="dxa"/>
          </w:tcPr>
          <w:p w:rsidR="00FE79B4" w:rsidRPr="00573F58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0000"/>
                <w:lang w:eastAsia="ru-RU"/>
              </w:rPr>
            </w:pPr>
          </w:p>
        </w:tc>
      </w:tr>
      <w:tr w:rsidR="00FE79B4" w:rsidRPr="0026146C">
        <w:tc>
          <w:tcPr>
            <w:tcW w:w="4151" w:type="dxa"/>
          </w:tcPr>
          <w:p w:rsidR="00FE79B4" w:rsidRPr="0026146C" w:rsidRDefault="00FE79B4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146C">
              <w:rPr>
                <w:lang w:eastAsia="ru-RU"/>
              </w:rPr>
              <w:t xml:space="preserve">Объемы </w:t>
            </w:r>
            <w:r>
              <w:rPr>
                <w:lang w:eastAsia="ru-RU"/>
              </w:rPr>
              <w:t>бюджетных ассигнований подпрограммы</w:t>
            </w:r>
          </w:p>
        </w:tc>
        <w:tc>
          <w:tcPr>
            <w:tcW w:w="637" w:type="dxa"/>
          </w:tcPr>
          <w:p w:rsidR="00FE79B4" w:rsidRPr="0026146C" w:rsidRDefault="00FE79B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FE79B4" w:rsidRPr="00D537EA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о</w:t>
            </w:r>
            <w:r w:rsidRPr="00D537EA">
              <w:rPr>
                <w:color w:val="00B050"/>
              </w:rPr>
              <w:t xml:space="preserve">бъем финансирования из бюджета муниципального образования </w:t>
            </w:r>
            <w:r>
              <w:rPr>
                <w:color w:val="00B050"/>
              </w:rPr>
              <w:t>Калининский район – 3380</w:t>
            </w:r>
            <w:r w:rsidRPr="00D537EA">
              <w:rPr>
                <w:color w:val="00B050"/>
              </w:rPr>
              <w:t>,0 тысяч рублей, в том числе:</w:t>
            </w:r>
          </w:p>
          <w:p w:rsidR="00FE79B4" w:rsidRPr="00D537EA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2021 год – 517</w:t>
            </w:r>
            <w:r w:rsidRPr="00D537EA">
              <w:rPr>
                <w:color w:val="00B050"/>
              </w:rPr>
              <w:t>,0 тысяч рублей,</w:t>
            </w:r>
          </w:p>
          <w:p w:rsidR="00FE79B4" w:rsidRPr="00D537EA" w:rsidRDefault="00FE79B4" w:rsidP="00407993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>
              <w:rPr>
                <w:color w:val="00B050"/>
              </w:rPr>
              <w:t>2022 год – 532</w:t>
            </w:r>
            <w:r w:rsidRPr="00D537EA">
              <w:rPr>
                <w:color w:val="00B050"/>
              </w:rPr>
              <w:t>,0 тысяч рублей,</w:t>
            </w:r>
          </w:p>
          <w:p w:rsidR="00FE79B4" w:rsidRPr="00D537EA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</w:rPr>
              <w:t>2023 год – 558</w:t>
            </w:r>
            <w:r w:rsidRPr="00D537EA">
              <w:rPr>
                <w:color w:val="00B050"/>
              </w:rPr>
              <w:t>,0 тысяч рублей,</w:t>
            </w:r>
          </w:p>
        </w:tc>
      </w:tr>
      <w:tr w:rsidR="00FE79B4" w:rsidRPr="0026146C">
        <w:tc>
          <w:tcPr>
            <w:tcW w:w="4151" w:type="dxa"/>
          </w:tcPr>
          <w:p w:rsidR="00FE79B4" w:rsidRPr="0026146C" w:rsidRDefault="00FE79B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FE79B4" w:rsidRPr="0026146C" w:rsidRDefault="00FE79B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FE79B4" w:rsidRPr="00D537EA" w:rsidRDefault="00FE79B4" w:rsidP="005F453E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D537EA">
              <w:rPr>
                <w:color w:val="00B050"/>
              </w:rPr>
              <w:t>2024 год –</w:t>
            </w:r>
            <w:r>
              <w:rPr>
                <w:color w:val="00B050"/>
              </w:rPr>
              <w:t xml:space="preserve"> 574</w:t>
            </w:r>
            <w:r w:rsidRPr="00D537EA">
              <w:rPr>
                <w:color w:val="00B050"/>
              </w:rPr>
              <w:t>,0 тысяч рублей,</w:t>
            </w:r>
          </w:p>
          <w:p w:rsidR="00FE79B4" w:rsidRPr="00D537EA" w:rsidRDefault="00FE79B4" w:rsidP="005F453E">
            <w:pPr>
              <w:overflowPunct w:val="0"/>
              <w:autoSpaceDE w:val="0"/>
              <w:autoSpaceDN w:val="0"/>
              <w:adjustRightInd w:val="0"/>
              <w:rPr>
                <w:color w:val="00B050"/>
              </w:rPr>
            </w:pPr>
            <w:r w:rsidRPr="00D537EA">
              <w:rPr>
                <w:color w:val="00B050"/>
              </w:rPr>
              <w:t xml:space="preserve">2025 год – </w:t>
            </w:r>
            <w:r>
              <w:rPr>
                <w:color w:val="00B050"/>
              </w:rPr>
              <w:t>591</w:t>
            </w:r>
            <w:r w:rsidRPr="00D537EA">
              <w:rPr>
                <w:color w:val="00B050"/>
              </w:rPr>
              <w:t>,0 тысяч рублей,</w:t>
            </w:r>
          </w:p>
          <w:p w:rsidR="00FE79B4" w:rsidRPr="00D537EA" w:rsidRDefault="00FE79B4" w:rsidP="00E220CC">
            <w:pPr>
              <w:overflowPunct w:val="0"/>
              <w:autoSpaceDE w:val="0"/>
              <w:autoSpaceDN w:val="0"/>
              <w:adjustRightInd w:val="0"/>
              <w:rPr>
                <w:color w:val="00B050"/>
                <w:lang w:eastAsia="ru-RU"/>
              </w:rPr>
            </w:pPr>
            <w:r>
              <w:rPr>
                <w:color w:val="00B050"/>
              </w:rPr>
              <w:t>2026 год – 608</w:t>
            </w:r>
            <w:r w:rsidRPr="00D537EA">
              <w:rPr>
                <w:color w:val="00B050"/>
              </w:rPr>
              <w:t>,0 тысяч рублей.</w:t>
            </w:r>
          </w:p>
        </w:tc>
      </w:tr>
    </w:tbl>
    <w:p w:rsidR="00FE79B4" w:rsidRDefault="00FE79B4"/>
    <w:p w:rsidR="00FE79B4" w:rsidRDefault="00FE79B4" w:rsidP="00DE4DF9">
      <w:pPr>
        <w:autoSpaceDE w:val="0"/>
        <w:autoSpaceDN w:val="0"/>
        <w:adjustRightInd w:val="0"/>
        <w:ind w:left="-180"/>
        <w:jc w:val="center"/>
      </w:pPr>
    </w:p>
    <w:p w:rsidR="00FE79B4" w:rsidRPr="00072172" w:rsidRDefault="00FE79B4" w:rsidP="00616E72">
      <w:pPr>
        <w:autoSpaceDE w:val="0"/>
        <w:autoSpaceDN w:val="0"/>
        <w:adjustRightInd w:val="0"/>
        <w:jc w:val="center"/>
        <w:rPr>
          <w:color w:val="00B050"/>
        </w:rPr>
      </w:pPr>
      <w:r w:rsidRPr="00072172">
        <w:rPr>
          <w:color w:val="00B050"/>
        </w:rPr>
        <w:t>1. Цели, задачи и целевые показатели, сроки и этапы реализации</w:t>
      </w:r>
    </w:p>
    <w:p w:rsidR="00FE79B4" w:rsidRPr="00072172" w:rsidRDefault="00FE79B4" w:rsidP="00D518EA">
      <w:pPr>
        <w:jc w:val="center"/>
        <w:rPr>
          <w:color w:val="00B050"/>
        </w:rPr>
      </w:pPr>
      <w:r w:rsidRPr="00072172">
        <w:rPr>
          <w:color w:val="00B050"/>
        </w:rPr>
        <w:t>муниципальной программы</w:t>
      </w:r>
    </w:p>
    <w:p w:rsidR="00FE79B4" w:rsidRPr="00072172" w:rsidRDefault="00FE79B4" w:rsidP="00D518EA">
      <w:pPr>
        <w:jc w:val="center"/>
        <w:rPr>
          <w:color w:val="00B050"/>
        </w:rPr>
      </w:pPr>
    </w:p>
    <w:p w:rsidR="00FE79B4" w:rsidRPr="00072172" w:rsidRDefault="00FE79B4" w:rsidP="00A17CBE">
      <w:pPr>
        <w:autoSpaceDE w:val="0"/>
        <w:autoSpaceDN w:val="0"/>
        <w:adjustRightInd w:val="0"/>
        <w:ind w:firstLine="851"/>
        <w:rPr>
          <w:b/>
          <w:bCs/>
          <w:color w:val="00B050"/>
          <w:lang w:eastAsia="ru-RU"/>
        </w:rPr>
      </w:pPr>
      <w:r w:rsidRPr="00072172">
        <w:rPr>
          <w:color w:val="00B050"/>
        </w:rPr>
        <w:t xml:space="preserve">Основной целью подпрограммы </w:t>
      </w:r>
      <w:r w:rsidRPr="00072172">
        <w:rPr>
          <w:color w:val="00B050"/>
          <w:lang w:eastAsia="ru-RU"/>
        </w:rPr>
        <w:t>"Развитие инвестиционного потенциала муниципального образования Калининский район на 2021-2026 годы"</w:t>
      </w:r>
      <w:r w:rsidRPr="00072172">
        <w:rPr>
          <w:b/>
          <w:bCs/>
          <w:color w:val="00B050"/>
          <w:lang w:eastAsia="ru-RU"/>
        </w:rPr>
        <w:t xml:space="preserve"> </w:t>
      </w:r>
      <w:r w:rsidRPr="00072172">
        <w:rPr>
          <w:color w:val="00B050"/>
          <w:lang w:eastAsia="ru-RU"/>
        </w:rPr>
        <w:t>муниципальной программы "Развитие экономики муниципального образования Калининский район на 2021-2026 годы"</w:t>
      </w:r>
      <w:r w:rsidRPr="00072172">
        <w:rPr>
          <w:b/>
          <w:bCs/>
          <w:color w:val="00B050"/>
          <w:lang w:eastAsia="ru-RU"/>
        </w:rPr>
        <w:t xml:space="preserve"> </w:t>
      </w:r>
      <w:r w:rsidRPr="00072172">
        <w:rPr>
          <w:color w:val="00B050"/>
        </w:rPr>
        <w:t xml:space="preserve">является создание благоприятного инвестиционного климата на территории муниципального образования Калининский район. </w:t>
      </w:r>
    </w:p>
    <w:p w:rsidR="00FE79B4" w:rsidRPr="00072172" w:rsidRDefault="00FE79B4" w:rsidP="008B5EB4">
      <w:pPr>
        <w:ind w:firstLine="851"/>
        <w:rPr>
          <w:color w:val="00B050"/>
          <w:lang w:eastAsia="ru-RU"/>
        </w:rPr>
      </w:pPr>
      <w:r w:rsidRPr="00072172">
        <w:rPr>
          <w:color w:val="00B050"/>
        </w:rPr>
        <w:t>Достижение поставленной цели должно быть достигнуто за счет решения основных задач подпрограммы</w:t>
      </w:r>
      <w:r w:rsidRPr="00072172">
        <w:rPr>
          <w:color w:val="00B050"/>
          <w:lang w:eastAsia="ru-RU"/>
        </w:rPr>
        <w:t xml:space="preserve">: </w:t>
      </w:r>
    </w:p>
    <w:p w:rsidR="00FE79B4" w:rsidRPr="00072172" w:rsidRDefault="00FE79B4" w:rsidP="008B5EB4">
      <w:pPr>
        <w:ind w:firstLine="851"/>
        <w:rPr>
          <w:color w:val="00B050"/>
        </w:rPr>
      </w:pPr>
      <w:r w:rsidRPr="00072172">
        <w:rPr>
          <w:color w:val="00B050"/>
        </w:rPr>
        <w:t>привлечение инвестиций в экономику муниципального образования Калининский район;</w:t>
      </w:r>
    </w:p>
    <w:p w:rsidR="00FE79B4" w:rsidRPr="00072172" w:rsidRDefault="00FE79B4" w:rsidP="008B5EB4">
      <w:pPr>
        <w:ind w:firstLine="851"/>
        <w:rPr>
          <w:color w:val="00B050"/>
        </w:rPr>
      </w:pPr>
      <w:r w:rsidRPr="00072172">
        <w:rPr>
          <w:color w:val="00B050"/>
        </w:rPr>
        <w:t>создание новых рабочих мест за счет реализации инвестиционных проектов в Калининском районе.</w:t>
      </w:r>
    </w:p>
    <w:p w:rsidR="00FE79B4" w:rsidRPr="00072172" w:rsidRDefault="00FE79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Уровень достижения целей и выполнения задач настоящей подпрограммы должен определяться с помощью целевого показателя, обозначенного в паспорте подпрограммы, а именно объема инвестиций в основной капитал по кругу крупных и средних предприятий (% к предыдущему году).</w:t>
      </w:r>
    </w:p>
    <w:p w:rsidR="00FE79B4" w:rsidRPr="00072172" w:rsidRDefault="00FE79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</w:p>
    <w:tbl>
      <w:tblPr>
        <w:tblW w:w="988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2409"/>
        <w:gridCol w:w="1276"/>
        <w:gridCol w:w="992"/>
        <w:gridCol w:w="993"/>
        <w:gridCol w:w="992"/>
        <w:gridCol w:w="850"/>
        <w:gridCol w:w="851"/>
        <w:gridCol w:w="992"/>
      </w:tblGrid>
      <w:tr w:rsidR="00FE79B4" w:rsidRPr="003B063E">
        <w:tc>
          <w:tcPr>
            <w:tcW w:w="534" w:type="dxa"/>
            <w:vMerge w:val="restart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№</w:t>
            </w:r>
          </w:p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Ед.</w:t>
            </w:r>
          </w:p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изм.</w:t>
            </w:r>
          </w:p>
        </w:tc>
        <w:tc>
          <w:tcPr>
            <w:tcW w:w="5670" w:type="dxa"/>
            <w:gridSpan w:val="6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Значение показателей</w:t>
            </w:r>
          </w:p>
        </w:tc>
      </w:tr>
      <w:tr w:rsidR="00FE79B4" w:rsidRPr="003B063E">
        <w:tc>
          <w:tcPr>
            <w:tcW w:w="534" w:type="dxa"/>
            <w:vMerge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2021</w:t>
            </w:r>
          </w:p>
        </w:tc>
        <w:tc>
          <w:tcPr>
            <w:tcW w:w="993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2022</w:t>
            </w:r>
          </w:p>
        </w:tc>
        <w:tc>
          <w:tcPr>
            <w:tcW w:w="992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2026</w:t>
            </w:r>
          </w:p>
        </w:tc>
      </w:tr>
      <w:tr w:rsidR="00FE79B4" w:rsidRPr="003B063E">
        <w:tc>
          <w:tcPr>
            <w:tcW w:w="534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B063E">
              <w:rPr>
                <w:sz w:val="24"/>
                <w:szCs w:val="24"/>
              </w:rPr>
              <w:t>1.</w:t>
            </w:r>
          </w:p>
        </w:tc>
        <w:tc>
          <w:tcPr>
            <w:tcW w:w="2409" w:type="dxa"/>
          </w:tcPr>
          <w:p w:rsidR="00FE79B4" w:rsidRPr="00A55E7C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55E7C">
              <w:rPr>
                <w:sz w:val="24"/>
                <w:szCs w:val="24"/>
              </w:rPr>
              <w:t>Объем инвестиций в основной капитал по кругу крупных и средних предприятий</w:t>
            </w:r>
          </w:p>
        </w:tc>
        <w:tc>
          <w:tcPr>
            <w:tcW w:w="1276" w:type="dxa"/>
          </w:tcPr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E79B4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% к</w:t>
            </w:r>
          </w:p>
          <w:p w:rsidR="00FE79B4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пре-</w:t>
            </w:r>
          </w:p>
          <w:p w:rsidR="00FE79B4" w:rsidRPr="003B063E" w:rsidRDefault="00FE79B4" w:rsidP="00844EB2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дыдуще-му году</w:t>
            </w:r>
          </w:p>
        </w:tc>
        <w:tc>
          <w:tcPr>
            <w:tcW w:w="992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101,0</w:t>
            </w:r>
          </w:p>
        </w:tc>
        <w:tc>
          <w:tcPr>
            <w:tcW w:w="993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101,2</w:t>
            </w:r>
          </w:p>
        </w:tc>
        <w:tc>
          <w:tcPr>
            <w:tcW w:w="992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101,5</w:t>
            </w:r>
          </w:p>
        </w:tc>
        <w:tc>
          <w:tcPr>
            <w:tcW w:w="850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101,7</w:t>
            </w:r>
          </w:p>
        </w:tc>
        <w:tc>
          <w:tcPr>
            <w:tcW w:w="851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102,0</w:t>
            </w:r>
          </w:p>
        </w:tc>
        <w:tc>
          <w:tcPr>
            <w:tcW w:w="992" w:type="dxa"/>
            <w:vAlign w:val="center"/>
          </w:tcPr>
          <w:p w:rsidR="00FE79B4" w:rsidRPr="00D537EA" w:rsidRDefault="00FE79B4" w:rsidP="00844EB2">
            <w:pPr>
              <w:jc w:val="center"/>
              <w:rPr>
                <w:color w:val="00B050"/>
                <w:sz w:val="24"/>
                <w:szCs w:val="24"/>
              </w:rPr>
            </w:pPr>
            <w:r w:rsidRPr="00D537EA">
              <w:rPr>
                <w:color w:val="00B050"/>
                <w:sz w:val="24"/>
                <w:szCs w:val="24"/>
              </w:rPr>
              <w:t>102,1</w:t>
            </w:r>
          </w:p>
        </w:tc>
      </w:tr>
    </w:tbl>
    <w:p w:rsidR="00FE79B4" w:rsidRPr="008B5EB4" w:rsidRDefault="00FE79B4" w:rsidP="003443CB">
      <w:pPr>
        <w:overflowPunct w:val="0"/>
        <w:autoSpaceDE w:val="0"/>
        <w:autoSpaceDN w:val="0"/>
        <w:adjustRightInd w:val="0"/>
        <w:ind w:firstLine="851"/>
      </w:pPr>
    </w:p>
    <w:p w:rsidR="00FE79B4" w:rsidRPr="00072172" w:rsidRDefault="00FE79B4" w:rsidP="003443C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Настоящий целевой показатель характеризуют ход реализации, достижение целей и решение задач подпрограммы.</w:t>
      </w:r>
    </w:p>
    <w:p w:rsidR="00FE79B4" w:rsidRPr="00072172" w:rsidRDefault="00FE79B4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 xml:space="preserve">Срок реализации подпрограммы: 2021-2026 годы. </w:t>
      </w:r>
    </w:p>
    <w:p w:rsidR="00FE79B4" w:rsidRPr="00072172" w:rsidRDefault="00FE79B4" w:rsidP="00CC083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>Этапы реализации муниципальной программы, не установлены.</w:t>
      </w:r>
    </w:p>
    <w:p w:rsidR="00FE79B4" w:rsidRDefault="00FE79B4" w:rsidP="00616E72">
      <w:pPr>
        <w:widowControl w:val="0"/>
        <w:autoSpaceDE w:val="0"/>
        <w:autoSpaceDN w:val="0"/>
        <w:adjustRightInd w:val="0"/>
        <w:jc w:val="center"/>
      </w:pPr>
    </w:p>
    <w:p w:rsidR="00FE79B4" w:rsidRPr="00234968" w:rsidRDefault="00FE79B4" w:rsidP="00616E72">
      <w:pPr>
        <w:widowControl w:val="0"/>
        <w:autoSpaceDE w:val="0"/>
        <w:autoSpaceDN w:val="0"/>
        <w:adjustRightInd w:val="0"/>
        <w:jc w:val="center"/>
        <w:rPr>
          <w:color w:val="00B050"/>
        </w:rPr>
      </w:pPr>
      <w:r w:rsidRPr="00234968">
        <w:rPr>
          <w:color w:val="00B050"/>
        </w:rPr>
        <w:t>2. Пе</w:t>
      </w:r>
      <w:r>
        <w:rPr>
          <w:color w:val="00B050"/>
        </w:rPr>
        <w:t>речень мероприятий подпрограммы</w:t>
      </w:r>
    </w:p>
    <w:p w:rsidR="00FE79B4" w:rsidRDefault="00FE79B4" w:rsidP="00BC5199">
      <w:pPr>
        <w:overflowPunct w:val="0"/>
        <w:autoSpaceDE w:val="0"/>
        <w:autoSpaceDN w:val="0"/>
        <w:adjustRightInd w:val="0"/>
        <w:jc w:val="center"/>
      </w:pPr>
    </w:p>
    <w:p w:rsidR="00FE79B4" w:rsidRPr="00072172" w:rsidRDefault="00FE79B4" w:rsidP="00BD4360">
      <w:pPr>
        <w:overflowPunct w:val="0"/>
        <w:autoSpaceDE w:val="0"/>
        <w:autoSpaceDN w:val="0"/>
        <w:adjustRightInd w:val="0"/>
        <w:ind w:firstLine="851"/>
        <w:rPr>
          <w:color w:val="00B050"/>
          <w:highlight w:val="yellow"/>
        </w:rPr>
      </w:pPr>
      <w:r w:rsidRPr="00072172">
        <w:rPr>
          <w:color w:val="00B050"/>
        </w:rPr>
        <w:t>В рамках подпрограммы</w:t>
      </w:r>
      <w:r w:rsidRPr="00072172">
        <w:rPr>
          <w:color w:val="00B050"/>
          <w:lang w:eastAsia="ru-RU"/>
        </w:rPr>
        <w:t xml:space="preserve"> "Развитие инвестиционного потенциала муниципального образования Калининский район на 2021-2026 годы"</w:t>
      </w:r>
      <w:r w:rsidRPr="00072172">
        <w:rPr>
          <w:color w:val="00B050"/>
        </w:rPr>
        <w:t xml:space="preserve"> реализуется следующее мероприятие: участие муниципального образования Калининский район в Российских инвестиционных форумах "Сочи" с целью презентации инвестиционного потенциала Калининского района и привлечения инвесторов в экономику муниципалитета.</w:t>
      </w:r>
    </w:p>
    <w:p w:rsidR="00FE79B4" w:rsidRPr="00072172" w:rsidRDefault="00FE79B4" w:rsidP="00E7244B">
      <w:pPr>
        <w:overflowPunct w:val="0"/>
        <w:autoSpaceDE w:val="0"/>
        <w:autoSpaceDN w:val="0"/>
        <w:adjustRightInd w:val="0"/>
        <w:ind w:firstLine="851"/>
        <w:rPr>
          <w:color w:val="00B050"/>
        </w:rPr>
      </w:pPr>
      <w:r w:rsidRPr="00072172">
        <w:rPr>
          <w:color w:val="00B050"/>
        </w:rPr>
        <w:t xml:space="preserve">По объемам финансирования  мероприятие настоящей подпрограммы более детально отражено в приложении к подпрограмме </w:t>
      </w:r>
      <w:r w:rsidRPr="00072172">
        <w:rPr>
          <w:color w:val="00B050"/>
          <w:lang w:eastAsia="ru-RU"/>
        </w:rPr>
        <w:t>"Развитие инвестиционного потенциала муниципального образования Калининский район на 2021-2026 годы"</w:t>
      </w:r>
    </w:p>
    <w:p w:rsidR="00FE79B4" w:rsidRDefault="00FE79B4" w:rsidP="005D6D0E">
      <w:pPr>
        <w:ind w:firstLine="851"/>
        <w:rPr>
          <w:lang w:eastAsia="ru-RU"/>
        </w:rPr>
      </w:pPr>
    </w:p>
    <w:p w:rsidR="00FE79B4" w:rsidRPr="00234968" w:rsidRDefault="00FE79B4" w:rsidP="005D6D0E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 w:rsidRPr="00234968">
        <w:rPr>
          <w:color w:val="00B050"/>
        </w:rPr>
        <w:t>3. Обоснование ресурсного обеспечения муниципальной программы</w:t>
      </w:r>
    </w:p>
    <w:p w:rsidR="00FE79B4" w:rsidRPr="00234968" w:rsidRDefault="00FE79B4" w:rsidP="005D6D0E">
      <w:pPr>
        <w:jc w:val="center"/>
        <w:rPr>
          <w:color w:val="00B050"/>
          <w:lang w:eastAsia="ru-RU"/>
        </w:rPr>
      </w:pPr>
    </w:p>
    <w:p w:rsidR="00FE79B4" w:rsidRPr="00234968" w:rsidRDefault="00FE79B4" w:rsidP="005D6D0E">
      <w:pPr>
        <w:ind w:firstLine="851"/>
        <w:rPr>
          <w:color w:val="00B050"/>
          <w:lang w:eastAsia="ru-RU"/>
        </w:rPr>
      </w:pPr>
      <w:r w:rsidRPr="00234968">
        <w:rPr>
          <w:color w:val="00B050"/>
          <w:lang w:eastAsia="ru-RU"/>
        </w:rPr>
        <w:t>Подпрограмма "Развитие инвестиционного потенциала муниципального образования Калининский район на 2021-2026 годы"</w:t>
      </w:r>
      <w:r>
        <w:rPr>
          <w:color w:val="00B050"/>
          <w:lang w:eastAsia="ru-RU"/>
        </w:rPr>
        <w:t xml:space="preserve"> полностью</w:t>
      </w:r>
      <w:r w:rsidRPr="00234968">
        <w:rPr>
          <w:color w:val="00B050"/>
          <w:lang w:eastAsia="ru-RU"/>
        </w:rPr>
        <w:t xml:space="preserve"> реализуется за счет средств бюджета муниципального образования Калининский район.</w:t>
      </w:r>
    </w:p>
    <w:p w:rsidR="00FE79B4" w:rsidRPr="00234968" w:rsidRDefault="00FE79B4" w:rsidP="005D6D0E">
      <w:pPr>
        <w:ind w:firstLine="851"/>
        <w:rPr>
          <w:color w:val="00B05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28"/>
        <w:gridCol w:w="1596"/>
        <w:gridCol w:w="1639"/>
        <w:gridCol w:w="1610"/>
        <w:gridCol w:w="1619"/>
        <w:gridCol w:w="1762"/>
      </w:tblGrid>
      <w:tr w:rsidR="00FE79B4" w:rsidRPr="00437112">
        <w:tc>
          <w:tcPr>
            <w:tcW w:w="1628" w:type="dxa"/>
            <w:vMerge w:val="restart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8226" w:type="dxa"/>
            <w:gridSpan w:val="5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Объем финансирования, тыс.руб.</w:t>
            </w:r>
          </w:p>
        </w:tc>
      </w:tr>
      <w:tr w:rsidR="00FE79B4" w:rsidRPr="00437112">
        <w:tc>
          <w:tcPr>
            <w:tcW w:w="1628" w:type="dxa"/>
            <w:vMerge/>
          </w:tcPr>
          <w:p w:rsidR="00FE79B4" w:rsidRPr="00437112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630" w:type="dxa"/>
            <w:gridSpan w:val="4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в разрезе источников финансирования</w:t>
            </w:r>
          </w:p>
        </w:tc>
      </w:tr>
      <w:tr w:rsidR="00FE79B4" w:rsidRPr="00437112">
        <w:tc>
          <w:tcPr>
            <w:tcW w:w="1628" w:type="dxa"/>
            <w:vMerge/>
          </w:tcPr>
          <w:p w:rsidR="00FE79B4" w:rsidRPr="00437112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:rsidR="00FE79B4" w:rsidRPr="00437112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</w:tcPr>
          <w:p w:rsidR="00FE79B4" w:rsidRPr="00437112" w:rsidRDefault="00FE79B4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федеральный бюджет</w:t>
            </w:r>
          </w:p>
        </w:tc>
        <w:tc>
          <w:tcPr>
            <w:tcW w:w="1610" w:type="dxa"/>
          </w:tcPr>
          <w:p w:rsidR="00FE79B4" w:rsidRPr="00437112" w:rsidRDefault="00FE79B4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краевой бюджет</w:t>
            </w:r>
          </w:p>
        </w:tc>
        <w:tc>
          <w:tcPr>
            <w:tcW w:w="1619" w:type="dxa"/>
          </w:tcPr>
          <w:p w:rsidR="00FE79B4" w:rsidRPr="00437112" w:rsidRDefault="00FE79B4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местные бюджеты</w:t>
            </w:r>
          </w:p>
        </w:tc>
        <w:tc>
          <w:tcPr>
            <w:tcW w:w="1762" w:type="dxa"/>
          </w:tcPr>
          <w:p w:rsidR="00FE79B4" w:rsidRPr="00437112" w:rsidRDefault="00FE79B4" w:rsidP="004854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43711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внебюджетные источники</w:t>
            </w:r>
          </w:p>
        </w:tc>
      </w:tr>
      <w:tr w:rsidR="00FE79B4" w:rsidRPr="00437112">
        <w:tc>
          <w:tcPr>
            <w:tcW w:w="1628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6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9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2" w:type="dxa"/>
          </w:tcPr>
          <w:p w:rsidR="00FE79B4" w:rsidRPr="00437112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437112">
              <w:rPr>
                <w:color w:val="00B050"/>
                <w:sz w:val="24"/>
                <w:szCs w:val="24"/>
                <w:lang w:eastAsia="ru-RU"/>
              </w:rPr>
              <w:t>6</w:t>
            </w:r>
          </w:p>
        </w:tc>
      </w:tr>
      <w:tr w:rsidR="00FE79B4" w:rsidRPr="00437112">
        <w:tc>
          <w:tcPr>
            <w:tcW w:w="1628" w:type="dxa"/>
          </w:tcPr>
          <w:p w:rsidR="00FE79B4" w:rsidRPr="00D537EA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bookmarkStart w:id="0" w:name="_GoBack" w:colFirst="0" w:colLast="5"/>
            <w:r w:rsidRPr="00D537EA">
              <w:rPr>
                <w:color w:val="00B05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596" w:type="dxa"/>
          </w:tcPr>
          <w:p w:rsidR="00FE79B4" w:rsidRPr="00D537EA" w:rsidRDefault="00FE79B4" w:rsidP="004854AF">
            <w:pPr>
              <w:tabs>
                <w:tab w:val="left" w:pos="0"/>
              </w:tabs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517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517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FE79B4" w:rsidRPr="00437112">
        <w:tc>
          <w:tcPr>
            <w:tcW w:w="1628" w:type="dxa"/>
          </w:tcPr>
          <w:p w:rsidR="00FE79B4" w:rsidRPr="00D537EA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596" w:type="dxa"/>
          </w:tcPr>
          <w:p w:rsidR="00FE79B4" w:rsidRPr="00D537EA" w:rsidRDefault="00FE79B4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532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532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FE79B4" w:rsidRPr="00437112">
        <w:tc>
          <w:tcPr>
            <w:tcW w:w="1628" w:type="dxa"/>
          </w:tcPr>
          <w:p w:rsidR="00FE79B4" w:rsidRPr="00D537EA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596" w:type="dxa"/>
          </w:tcPr>
          <w:p w:rsidR="00FE79B4" w:rsidRPr="00D537EA" w:rsidRDefault="00FE79B4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558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558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FE79B4" w:rsidRPr="00437112">
        <w:tc>
          <w:tcPr>
            <w:tcW w:w="1628" w:type="dxa"/>
          </w:tcPr>
          <w:p w:rsidR="00FE79B4" w:rsidRPr="00D537EA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596" w:type="dxa"/>
          </w:tcPr>
          <w:p w:rsidR="00FE79B4" w:rsidRPr="00D537EA" w:rsidRDefault="00FE79B4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574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574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FE79B4" w:rsidRPr="00437112">
        <w:tc>
          <w:tcPr>
            <w:tcW w:w="1628" w:type="dxa"/>
          </w:tcPr>
          <w:p w:rsidR="00FE79B4" w:rsidRPr="00D537EA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596" w:type="dxa"/>
          </w:tcPr>
          <w:p w:rsidR="00FE79B4" w:rsidRPr="00D537EA" w:rsidRDefault="00FE79B4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591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591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FE79B4" w:rsidRPr="00437112">
        <w:tc>
          <w:tcPr>
            <w:tcW w:w="1628" w:type="dxa"/>
          </w:tcPr>
          <w:p w:rsidR="00FE79B4" w:rsidRPr="00D537EA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96" w:type="dxa"/>
          </w:tcPr>
          <w:p w:rsidR="00FE79B4" w:rsidRPr="00D537EA" w:rsidRDefault="00FE79B4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608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608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tr w:rsidR="00FE79B4" w:rsidRPr="00437112">
        <w:tc>
          <w:tcPr>
            <w:tcW w:w="1628" w:type="dxa"/>
          </w:tcPr>
          <w:p w:rsidR="00FE79B4" w:rsidRPr="00D537EA" w:rsidRDefault="00FE79B4" w:rsidP="004854AF">
            <w:pPr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96" w:type="dxa"/>
          </w:tcPr>
          <w:p w:rsidR="00FE79B4" w:rsidRPr="00D537EA" w:rsidRDefault="00FE79B4" w:rsidP="004854AF">
            <w:pPr>
              <w:ind w:right="560"/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3380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3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0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19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>
              <w:rPr>
                <w:color w:val="00B050"/>
                <w:sz w:val="24"/>
                <w:szCs w:val="24"/>
                <w:lang w:eastAsia="ru-RU"/>
              </w:rPr>
              <w:t>3380</w:t>
            </w:r>
            <w:r w:rsidRPr="00D537EA">
              <w:rPr>
                <w:color w:val="00B05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62" w:type="dxa"/>
          </w:tcPr>
          <w:p w:rsidR="00FE79B4" w:rsidRPr="00D537EA" w:rsidRDefault="00FE79B4" w:rsidP="004854AF">
            <w:pPr>
              <w:jc w:val="center"/>
              <w:rPr>
                <w:color w:val="00B050"/>
                <w:sz w:val="24"/>
                <w:szCs w:val="24"/>
                <w:lang w:eastAsia="ru-RU"/>
              </w:rPr>
            </w:pPr>
            <w:r w:rsidRPr="00D537EA">
              <w:rPr>
                <w:color w:val="00B050"/>
                <w:sz w:val="24"/>
                <w:szCs w:val="24"/>
                <w:lang w:eastAsia="ru-RU"/>
              </w:rPr>
              <w:t>0</w:t>
            </w:r>
          </w:p>
        </w:tc>
      </w:tr>
      <w:bookmarkEnd w:id="0"/>
    </w:tbl>
    <w:p w:rsidR="00FE79B4" w:rsidRPr="008A27AC" w:rsidRDefault="00FE79B4" w:rsidP="008A27AC">
      <w:pPr>
        <w:ind w:firstLine="539"/>
        <w:rPr>
          <w:lang w:eastAsia="ru-RU"/>
        </w:rPr>
      </w:pPr>
    </w:p>
    <w:p w:rsidR="00FE79B4" w:rsidRPr="00234968" w:rsidRDefault="00FE79B4" w:rsidP="008A27AC">
      <w:pPr>
        <w:widowControl w:val="0"/>
        <w:autoSpaceDE w:val="0"/>
        <w:autoSpaceDN w:val="0"/>
        <w:adjustRightInd w:val="0"/>
        <w:ind w:firstLine="709"/>
        <w:jc w:val="center"/>
        <w:rPr>
          <w:color w:val="00B050"/>
        </w:rPr>
      </w:pPr>
      <w:r>
        <w:rPr>
          <w:color w:val="00B050"/>
        </w:rPr>
        <w:t>4</w:t>
      </w:r>
      <w:r w:rsidRPr="00234968">
        <w:rPr>
          <w:color w:val="00B050"/>
        </w:rPr>
        <w:t xml:space="preserve">. Механизм реализации подпрограммы </w:t>
      </w:r>
    </w:p>
    <w:p w:rsidR="00FE79B4" w:rsidRPr="00234968" w:rsidRDefault="00FE79B4" w:rsidP="008A27AC">
      <w:pPr>
        <w:ind w:firstLine="539"/>
        <w:rPr>
          <w:color w:val="00B050"/>
          <w:lang w:eastAsia="ru-RU"/>
        </w:rPr>
      </w:pP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Текущее управление подпрограммой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обеспечивает разработку подпрограммы, ее согласование с участниками подпрограммы;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формирует структуру подпрограммы и перечень участников подпрограммы; 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организует реализацию подпрограммы, координацию деятельности участников подпрограммы;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принимает решение о необходимости внесения в установленном порядке изменений в подпрограмму;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>несет ответственность за достижение целевых показателей подпрограммы;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осуществляет подготовку предложений по объемам и источникам финансирования реализации подпрограммы на основании предложений участников муниципальной программы; </w:t>
      </w:r>
    </w:p>
    <w:p w:rsidR="00FE79B4" w:rsidRPr="00234968" w:rsidRDefault="00FE79B4" w:rsidP="006F0BD8">
      <w:pPr>
        <w:widowControl w:val="0"/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</w:rPr>
        <w:t xml:space="preserve">разрабатывает формы отчетности для участников подпрограммы, необходимые для осуществления контроля за выполнением подпрограммы, устанавливает сроки их предоставления; </w:t>
      </w:r>
    </w:p>
    <w:p w:rsidR="00FE79B4" w:rsidRPr="00234968" w:rsidRDefault="00FE79B4" w:rsidP="006867BD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6"/>
        </w:rPr>
        <w:t xml:space="preserve">осуществляет координацию деятельности </w:t>
      </w:r>
      <w:r w:rsidRPr="00234968">
        <w:rPr>
          <w:color w:val="00B050"/>
          <w:spacing w:val="-9"/>
        </w:rPr>
        <w:t>исполнителей мероприятий подпрограммы и других получателей бюджетных средств в части обеспечения целе</w:t>
      </w:r>
      <w:r w:rsidRPr="00234968">
        <w:rPr>
          <w:color w:val="00B050"/>
          <w:spacing w:val="-8"/>
        </w:rPr>
        <w:t>вого и эффективного использования бюджетных средств, выделенных на реали</w:t>
      </w:r>
      <w:r w:rsidRPr="00234968">
        <w:rPr>
          <w:color w:val="00B050"/>
          <w:spacing w:val="-8"/>
        </w:rPr>
        <w:softHyphen/>
      </w:r>
      <w:r w:rsidRPr="00234968">
        <w:rPr>
          <w:color w:val="00B050"/>
        </w:rPr>
        <w:t>зацию подпрограммы;</w:t>
      </w:r>
    </w:p>
    <w:p w:rsidR="00FE79B4" w:rsidRPr="00234968" w:rsidRDefault="00FE79B4" w:rsidP="006867BD">
      <w:pPr>
        <w:widowControl w:val="0"/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7"/>
        </w:rPr>
        <w:t xml:space="preserve">с учетом выделяемых на реализацию подпрограммы финансовых средств </w:t>
      </w:r>
      <w:r w:rsidRPr="00234968">
        <w:rPr>
          <w:color w:val="00B050"/>
          <w:spacing w:val="-9"/>
        </w:rPr>
        <w:t>по мере необходимости в установленном порядке принимает меры по уточнению</w:t>
      </w:r>
      <w:r w:rsidRPr="00234968">
        <w:rPr>
          <w:color w:val="00B050"/>
        </w:rPr>
        <w:t xml:space="preserve"> </w:t>
      </w:r>
      <w:r w:rsidRPr="00234968">
        <w:rPr>
          <w:color w:val="00B050"/>
          <w:spacing w:val="-1"/>
        </w:rPr>
        <w:t>затрат по мероприятиям, механизму реализации подпрограммы со</w:t>
      </w:r>
      <w:r w:rsidRPr="00234968">
        <w:rPr>
          <w:color w:val="00B050"/>
        </w:rPr>
        <w:t>ставу исполнителей мероприятий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7"/>
        </w:rPr>
        <w:t>осуществляет подготовку предложений по изменению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color w:val="00B050"/>
        </w:rPr>
      </w:pPr>
      <w:r w:rsidRPr="00234968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организует представление требуемой отчетности по исполнению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участвует (если предусмотрено в подпрограмме) в привлечении средств</w:t>
      </w:r>
      <w:r w:rsidRPr="00234968">
        <w:rPr>
          <w:color w:val="00B050"/>
          <w:spacing w:val="-8"/>
        </w:rPr>
        <w:br/>
        <w:t>федерального, краевого бюджетов, иных средств для выполнения мероприятий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осуществляет оценку социально-экономической эффективности, а также оценку целевых индикаторов и показателей реализации подпрограммы в целом;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размещает информацию о ходе реализации и достигнутых результатах подпрограммы на официальном сайте в сети "Интернет".</w:t>
      </w:r>
    </w:p>
    <w:p w:rsidR="00FE79B4" w:rsidRPr="00234968" w:rsidRDefault="00FE79B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Исполнитель мероприятий подпрограммы в процессе ее реализации:</w:t>
      </w:r>
    </w:p>
    <w:p w:rsidR="00FE79B4" w:rsidRPr="00234968" w:rsidRDefault="00FE79B4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300"/>
        <w:rPr>
          <w:color w:val="00B050"/>
          <w:spacing w:val="-8"/>
        </w:rPr>
      </w:pPr>
      <w:r>
        <w:rPr>
          <w:color w:val="00B050"/>
          <w:spacing w:val="-8"/>
        </w:rPr>
        <w:t xml:space="preserve">  </w:t>
      </w:r>
      <w:r w:rsidRPr="00234968">
        <w:rPr>
          <w:color w:val="00B050"/>
          <w:spacing w:val="-8"/>
        </w:rPr>
        <w:t>выполняет программные мероприятия;</w:t>
      </w:r>
    </w:p>
    <w:p w:rsidR="00FE79B4" w:rsidRPr="00234968" w:rsidRDefault="00FE79B4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color w:val="00B050"/>
          <w:spacing w:val="-8"/>
        </w:rPr>
      </w:pPr>
      <w:r w:rsidRPr="00234968">
        <w:rPr>
          <w:color w:val="00B050"/>
          <w:spacing w:val="-8"/>
        </w:rPr>
        <w:t xml:space="preserve">  с учетом выделяемых на реализацию подпрограммы финансовых средств ежегодно рассматривает вопросы по уточнению показателей, применяемых для оценки социально-экономической эффективности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51"/>
        <w:rPr>
          <w:color w:val="00B050"/>
          <w:spacing w:val="-8"/>
        </w:rPr>
      </w:pPr>
      <w:r w:rsidRPr="00234968">
        <w:rPr>
          <w:color w:val="00B050"/>
          <w:spacing w:val="-8"/>
        </w:rPr>
        <w:t>осуществляет подготовку предложений по изменению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разрабатывает в пределах своих полномочий проекты муниципальных правовых актов, необходимых для выполнения подпрограммы;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обеспечивает осуществление закупки товаров, работ и услуг для муниципальных нужд в соответствии с законодательством;</w:t>
      </w:r>
    </w:p>
    <w:p w:rsidR="00FE79B4" w:rsidRPr="00234968" w:rsidRDefault="00FE79B4" w:rsidP="00A4276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  <w:rPr>
          <w:color w:val="00B050"/>
          <w:spacing w:val="-8"/>
        </w:rPr>
      </w:pPr>
      <w:r w:rsidRPr="00234968">
        <w:rPr>
          <w:color w:val="00B050"/>
          <w:spacing w:val="-8"/>
        </w:rPr>
        <w:t>несет персональную ответственность за реализацию соответствующего мероприятия подпрограммы.</w:t>
      </w:r>
    </w:p>
    <w:p w:rsidR="00FE79B4" w:rsidRPr="00234968" w:rsidRDefault="00FE79B4" w:rsidP="006F0BD8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color w:val="00B050"/>
        </w:rPr>
      </w:pPr>
      <w:r w:rsidRPr="00234968">
        <w:rPr>
          <w:color w:val="00B050"/>
          <w:spacing w:val="-7"/>
        </w:rPr>
        <w:t xml:space="preserve">Контроль за ходом выполнения подпрограммы осуществляется </w:t>
      </w:r>
      <w:r w:rsidRPr="00234968">
        <w:rPr>
          <w:color w:val="00B050"/>
          <w:spacing w:val="-17"/>
        </w:rPr>
        <w:t>координатором</w:t>
      </w:r>
      <w:r w:rsidRPr="00234968">
        <w:rPr>
          <w:color w:val="00B050"/>
          <w:spacing w:val="-8"/>
        </w:rPr>
        <w:t xml:space="preserve"> подпрограммы.</w:t>
      </w:r>
    </w:p>
    <w:p w:rsidR="00FE79B4" w:rsidRPr="00234968" w:rsidRDefault="00FE79B4" w:rsidP="00183E84">
      <w:pPr>
        <w:shd w:val="clear" w:color="auto" w:fill="FFFFFF"/>
        <w:tabs>
          <w:tab w:val="left" w:pos="1378"/>
        </w:tabs>
        <w:rPr>
          <w:color w:val="00B050"/>
        </w:rPr>
      </w:pPr>
      <w:r w:rsidRPr="00234968">
        <w:rPr>
          <w:color w:val="00B050"/>
          <w:spacing w:val="-8"/>
        </w:rPr>
        <w:t xml:space="preserve">             Финансовое</w:t>
      </w:r>
      <w:r w:rsidRPr="00234968">
        <w:rPr>
          <w:color w:val="00B050"/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234968">
        <w:rPr>
          <w:color w:val="00B050"/>
          <w:spacing w:val="-8"/>
        </w:rPr>
        <w:t xml:space="preserve">рядке до главных распорядителей средств местного </w:t>
      </w:r>
      <w:r w:rsidRPr="00234968">
        <w:rPr>
          <w:color w:val="00B050"/>
          <w:spacing w:val="-7"/>
        </w:rPr>
        <w:t>бюджета</w:t>
      </w:r>
      <w:r w:rsidRPr="00234968">
        <w:rPr>
          <w:color w:val="00B050"/>
          <w:spacing w:val="-8"/>
        </w:rPr>
        <w:t xml:space="preserve"> (бюджета муници</w:t>
      </w:r>
      <w:r w:rsidRPr="00234968">
        <w:rPr>
          <w:color w:val="00B050"/>
          <w:spacing w:val="-8"/>
        </w:rPr>
        <w:softHyphen/>
      </w:r>
      <w:r w:rsidRPr="00234968">
        <w:rPr>
          <w:color w:val="00B050"/>
          <w:spacing w:val="-7"/>
        </w:rPr>
        <w:t xml:space="preserve">пального образования Калининский район) лимиты бюджетных обязательств на </w:t>
      </w:r>
      <w:r w:rsidRPr="00234968">
        <w:rPr>
          <w:color w:val="00B050"/>
          <w:spacing w:val="-3"/>
        </w:rPr>
        <w:t>очередной финансовый год и плановый период в части финансирования подпро</w:t>
      </w:r>
      <w:r w:rsidRPr="00234968">
        <w:rPr>
          <w:color w:val="00B050"/>
          <w:spacing w:val="-5"/>
        </w:rPr>
        <w:t>грамм, исполнителями мероприятий которых являются соответствующие глав</w:t>
      </w:r>
      <w:r w:rsidRPr="00234968">
        <w:rPr>
          <w:color w:val="00B050"/>
          <w:spacing w:val="-10"/>
        </w:rPr>
        <w:t>ные распорядители и подведомственные им получатели бюджетных средств.</w:t>
      </w:r>
    </w:p>
    <w:p w:rsidR="00FE79B4" w:rsidRPr="00234968" w:rsidRDefault="00FE79B4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821"/>
        <w:rPr>
          <w:color w:val="00B050"/>
          <w:spacing w:val="-8"/>
        </w:rPr>
      </w:pPr>
    </w:p>
    <w:p w:rsidR="00FE79B4" w:rsidRPr="00234968" w:rsidRDefault="00FE79B4" w:rsidP="0046029F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rPr>
          <w:color w:val="00B050"/>
          <w:spacing w:val="-8"/>
        </w:rPr>
      </w:pPr>
    </w:p>
    <w:p w:rsidR="00FE79B4" w:rsidRPr="0065209B" w:rsidRDefault="00FE79B4" w:rsidP="00CD507B">
      <w:pPr>
        <w:widowControl w:val="0"/>
        <w:autoSpaceDE w:val="0"/>
        <w:autoSpaceDN w:val="0"/>
        <w:adjustRightInd w:val="0"/>
        <w:rPr>
          <w:color w:val="00B050"/>
        </w:rPr>
      </w:pPr>
      <w:r>
        <w:rPr>
          <w:color w:val="00B050"/>
        </w:rPr>
        <w:t>Начальник</w:t>
      </w:r>
      <w:r w:rsidRPr="0065209B">
        <w:rPr>
          <w:color w:val="00B050"/>
        </w:rPr>
        <w:t xml:space="preserve"> управления экономики</w:t>
      </w:r>
    </w:p>
    <w:p w:rsidR="00FE79B4" w:rsidRPr="0065209B" w:rsidRDefault="00FE79B4" w:rsidP="00CD507B">
      <w:pPr>
        <w:widowControl w:val="0"/>
        <w:autoSpaceDE w:val="0"/>
        <w:autoSpaceDN w:val="0"/>
        <w:adjustRightInd w:val="0"/>
        <w:rPr>
          <w:color w:val="00B050"/>
        </w:rPr>
      </w:pPr>
      <w:r w:rsidRPr="0065209B">
        <w:rPr>
          <w:color w:val="00B050"/>
        </w:rPr>
        <w:t>администрации муниципального</w:t>
      </w:r>
    </w:p>
    <w:p w:rsidR="00FE79B4" w:rsidRPr="0065209B" w:rsidRDefault="00FE79B4" w:rsidP="00523804">
      <w:pPr>
        <w:widowControl w:val="0"/>
        <w:autoSpaceDE w:val="0"/>
        <w:autoSpaceDN w:val="0"/>
        <w:adjustRightInd w:val="0"/>
        <w:rPr>
          <w:color w:val="00B050"/>
        </w:rPr>
      </w:pPr>
      <w:r w:rsidRPr="0065209B">
        <w:rPr>
          <w:color w:val="00B050"/>
        </w:rPr>
        <w:t xml:space="preserve">образования Калининский район                         </w:t>
      </w:r>
      <w:r>
        <w:rPr>
          <w:color w:val="00B050"/>
        </w:rPr>
        <w:t xml:space="preserve">                               Р.М. Крикун</w:t>
      </w:r>
      <w:r w:rsidRPr="0065209B">
        <w:rPr>
          <w:color w:val="00B050"/>
        </w:rPr>
        <w:t xml:space="preserve"> </w:t>
      </w:r>
    </w:p>
    <w:p w:rsidR="00FE79B4" w:rsidRPr="0065209B" w:rsidRDefault="00FE79B4">
      <w:pPr>
        <w:widowControl w:val="0"/>
        <w:autoSpaceDE w:val="0"/>
        <w:autoSpaceDN w:val="0"/>
        <w:adjustRightInd w:val="0"/>
        <w:rPr>
          <w:color w:val="00B050"/>
        </w:rPr>
      </w:pPr>
    </w:p>
    <w:sectPr w:rsidR="00FE79B4" w:rsidRPr="0065209B" w:rsidSect="00C51EA9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9B4" w:rsidRDefault="00FE79B4" w:rsidP="00DE4DF9">
      <w:r>
        <w:separator/>
      </w:r>
    </w:p>
  </w:endnote>
  <w:endnote w:type="continuationSeparator" w:id="0">
    <w:p w:rsidR="00FE79B4" w:rsidRDefault="00FE79B4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9B4" w:rsidRDefault="00FE79B4" w:rsidP="00DE4DF9">
      <w:r>
        <w:separator/>
      </w:r>
    </w:p>
  </w:footnote>
  <w:footnote w:type="continuationSeparator" w:id="0">
    <w:p w:rsidR="00FE79B4" w:rsidRDefault="00FE79B4" w:rsidP="00DE4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B4" w:rsidRDefault="00FE79B4">
    <w:pPr>
      <w:pStyle w:val="Header"/>
      <w:jc w:val="right"/>
    </w:pPr>
  </w:p>
  <w:p w:rsidR="00FE79B4" w:rsidRDefault="00FE79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6F00"/>
    <w:rsid w:val="0001066A"/>
    <w:rsid w:val="00015AC2"/>
    <w:rsid w:val="00021090"/>
    <w:rsid w:val="000229B5"/>
    <w:rsid w:val="000401D3"/>
    <w:rsid w:val="0004065D"/>
    <w:rsid w:val="000456EE"/>
    <w:rsid w:val="0007196A"/>
    <w:rsid w:val="00072172"/>
    <w:rsid w:val="00090D7A"/>
    <w:rsid w:val="00093908"/>
    <w:rsid w:val="0009675F"/>
    <w:rsid w:val="000A35FD"/>
    <w:rsid w:val="000B3DFD"/>
    <w:rsid w:val="000C7274"/>
    <w:rsid w:val="001203B8"/>
    <w:rsid w:val="001322B4"/>
    <w:rsid w:val="00134065"/>
    <w:rsid w:val="00137AB7"/>
    <w:rsid w:val="00173E59"/>
    <w:rsid w:val="00183E84"/>
    <w:rsid w:val="001A43E7"/>
    <w:rsid w:val="001B0D24"/>
    <w:rsid w:val="001B30C8"/>
    <w:rsid w:val="001C1623"/>
    <w:rsid w:val="001F7287"/>
    <w:rsid w:val="00221C9E"/>
    <w:rsid w:val="00224431"/>
    <w:rsid w:val="00234968"/>
    <w:rsid w:val="00236DF5"/>
    <w:rsid w:val="002417C2"/>
    <w:rsid w:val="00247FB2"/>
    <w:rsid w:val="0025120B"/>
    <w:rsid w:val="002517D4"/>
    <w:rsid w:val="00253C64"/>
    <w:rsid w:val="0026146C"/>
    <w:rsid w:val="00266B10"/>
    <w:rsid w:val="002820F6"/>
    <w:rsid w:val="00287159"/>
    <w:rsid w:val="002A422A"/>
    <w:rsid w:val="002A7C8E"/>
    <w:rsid w:val="002C1E28"/>
    <w:rsid w:val="002C4765"/>
    <w:rsid w:val="002E01FD"/>
    <w:rsid w:val="002F2A17"/>
    <w:rsid w:val="002F35D6"/>
    <w:rsid w:val="00302001"/>
    <w:rsid w:val="003043AF"/>
    <w:rsid w:val="00304916"/>
    <w:rsid w:val="00305777"/>
    <w:rsid w:val="003102C1"/>
    <w:rsid w:val="0031510A"/>
    <w:rsid w:val="0033775F"/>
    <w:rsid w:val="00344123"/>
    <w:rsid w:val="003443CB"/>
    <w:rsid w:val="0034445E"/>
    <w:rsid w:val="00355E8B"/>
    <w:rsid w:val="003731D8"/>
    <w:rsid w:val="00376D2D"/>
    <w:rsid w:val="00392ECE"/>
    <w:rsid w:val="003A5286"/>
    <w:rsid w:val="003A6950"/>
    <w:rsid w:val="003B063E"/>
    <w:rsid w:val="003B197D"/>
    <w:rsid w:val="003B40AA"/>
    <w:rsid w:val="003C78B6"/>
    <w:rsid w:val="003D667C"/>
    <w:rsid w:val="003E4400"/>
    <w:rsid w:val="00407993"/>
    <w:rsid w:val="00417A24"/>
    <w:rsid w:val="004219FD"/>
    <w:rsid w:val="00430B76"/>
    <w:rsid w:val="00437112"/>
    <w:rsid w:val="00437DB4"/>
    <w:rsid w:val="00441D7B"/>
    <w:rsid w:val="00447663"/>
    <w:rsid w:val="0046029F"/>
    <w:rsid w:val="004624AF"/>
    <w:rsid w:val="004651E9"/>
    <w:rsid w:val="00465892"/>
    <w:rsid w:val="00476A27"/>
    <w:rsid w:val="004854AF"/>
    <w:rsid w:val="00491FDD"/>
    <w:rsid w:val="004A328C"/>
    <w:rsid w:val="004B3B26"/>
    <w:rsid w:val="004C691D"/>
    <w:rsid w:val="004C6934"/>
    <w:rsid w:val="004D65EE"/>
    <w:rsid w:val="005131C7"/>
    <w:rsid w:val="00515841"/>
    <w:rsid w:val="00517094"/>
    <w:rsid w:val="00523804"/>
    <w:rsid w:val="00533016"/>
    <w:rsid w:val="00551513"/>
    <w:rsid w:val="00573F58"/>
    <w:rsid w:val="0057662C"/>
    <w:rsid w:val="00591A33"/>
    <w:rsid w:val="005C6932"/>
    <w:rsid w:val="005D580B"/>
    <w:rsid w:val="005D6D0E"/>
    <w:rsid w:val="005F453E"/>
    <w:rsid w:val="006108D7"/>
    <w:rsid w:val="0061310F"/>
    <w:rsid w:val="00616E72"/>
    <w:rsid w:val="00626FC7"/>
    <w:rsid w:val="00627AC9"/>
    <w:rsid w:val="00631853"/>
    <w:rsid w:val="00650310"/>
    <w:rsid w:val="00651354"/>
    <w:rsid w:val="0065209B"/>
    <w:rsid w:val="00657919"/>
    <w:rsid w:val="00673B03"/>
    <w:rsid w:val="00681DE2"/>
    <w:rsid w:val="00682E5D"/>
    <w:rsid w:val="006867BD"/>
    <w:rsid w:val="006960AA"/>
    <w:rsid w:val="006A45EC"/>
    <w:rsid w:val="006B5147"/>
    <w:rsid w:val="006C1334"/>
    <w:rsid w:val="006E16C9"/>
    <w:rsid w:val="006E234C"/>
    <w:rsid w:val="006F0BD8"/>
    <w:rsid w:val="007117DF"/>
    <w:rsid w:val="007320B2"/>
    <w:rsid w:val="007376F8"/>
    <w:rsid w:val="007427A2"/>
    <w:rsid w:val="007476F6"/>
    <w:rsid w:val="00752258"/>
    <w:rsid w:val="007557C5"/>
    <w:rsid w:val="00764170"/>
    <w:rsid w:val="007B1EDC"/>
    <w:rsid w:val="007E3F1E"/>
    <w:rsid w:val="007E6D4B"/>
    <w:rsid w:val="0080359A"/>
    <w:rsid w:val="00805DEB"/>
    <w:rsid w:val="00812040"/>
    <w:rsid w:val="00831F81"/>
    <w:rsid w:val="00837157"/>
    <w:rsid w:val="00844EB2"/>
    <w:rsid w:val="00862A80"/>
    <w:rsid w:val="008640FC"/>
    <w:rsid w:val="0087011B"/>
    <w:rsid w:val="00881C54"/>
    <w:rsid w:val="00895056"/>
    <w:rsid w:val="008A27AC"/>
    <w:rsid w:val="008B166A"/>
    <w:rsid w:val="008B4036"/>
    <w:rsid w:val="008B5EB4"/>
    <w:rsid w:val="008D72F6"/>
    <w:rsid w:val="0090790C"/>
    <w:rsid w:val="00915C1D"/>
    <w:rsid w:val="0095497B"/>
    <w:rsid w:val="00981C54"/>
    <w:rsid w:val="009A7699"/>
    <w:rsid w:val="009B5B41"/>
    <w:rsid w:val="009B728B"/>
    <w:rsid w:val="009D5A8E"/>
    <w:rsid w:val="009D7873"/>
    <w:rsid w:val="009E5912"/>
    <w:rsid w:val="009F680D"/>
    <w:rsid w:val="00A16577"/>
    <w:rsid w:val="00A17CBE"/>
    <w:rsid w:val="00A25023"/>
    <w:rsid w:val="00A25D41"/>
    <w:rsid w:val="00A3147D"/>
    <w:rsid w:val="00A4276F"/>
    <w:rsid w:val="00A45B36"/>
    <w:rsid w:val="00A55E7C"/>
    <w:rsid w:val="00A66E50"/>
    <w:rsid w:val="00A671B8"/>
    <w:rsid w:val="00A7342C"/>
    <w:rsid w:val="00A7687E"/>
    <w:rsid w:val="00A82FD1"/>
    <w:rsid w:val="00A85017"/>
    <w:rsid w:val="00AB679C"/>
    <w:rsid w:val="00B0571A"/>
    <w:rsid w:val="00B06B35"/>
    <w:rsid w:val="00B13C29"/>
    <w:rsid w:val="00B24D70"/>
    <w:rsid w:val="00B302C1"/>
    <w:rsid w:val="00B64198"/>
    <w:rsid w:val="00B75A1E"/>
    <w:rsid w:val="00B82E66"/>
    <w:rsid w:val="00BA245C"/>
    <w:rsid w:val="00BB1F31"/>
    <w:rsid w:val="00BB5F57"/>
    <w:rsid w:val="00BC5199"/>
    <w:rsid w:val="00BD1B15"/>
    <w:rsid w:val="00BD4360"/>
    <w:rsid w:val="00BE015A"/>
    <w:rsid w:val="00BE0E67"/>
    <w:rsid w:val="00C06C71"/>
    <w:rsid w:val="00C14821"/>
    <w:rsid w:val="00C16168"/>
    <w:rsid w:val="00C23D32"/>
    <w:rsid w:val="00C437D5"/>
    <w:rsid w:val="00C51EA9"/>
    <w:rsid w:val="00C55F8F"/>
    <w:rsid w:val="00C61B7D"/>
    <w:rsid w:val="00C65D14"/>
    <w:rsid w:val="00CA1E92"/>
    <w:rsid w:val="00CC0838"/>
    <w:rsid w:val="00CC27AB"/>
    <w:rsid w:val="00CC3C39"/>
    <w:rsid w:val="00CD507B"/>
    <w:rsid w:val="00CF480A"/>
    <w:rsid w:val="00D07FA8"/>
    <w:rsid w:val="00D20BC5"/>
    <w:rsid w:val="00D353DE"/>
    <w:rsid w:val="00D355F2"/>
    <w:rsid w:val="00D4422F"/>
    <w:rsid w:val="00D518EA"/>
    <w:rsid w:val="00D537EA"/>
    <w:rsid w:val="00D712E2"/>
    <w:rsid w:val="00D73139"/>
    <w:rsid w:val="00D742F3"/>
    <w:rsid w:val="00D7654B"/>
    <w:rsid w:val="00D768CC"/>
    <w:rsid w:val="00D9313E"/>
    <w:rsid w:val="00D9611A"/>
    <w:rsid w:val="00DB1725"/>
    <w:rsid w:val="00DB53D5"/>
    <w:rsid w:val="00DC1EFF"/>
    <w:rsid w:val="00DD246C"/>
    <w:rsid w:val="00DD2E32"/>
    <w:rsid w:val="00DE4DF9"/>
    <w:rsid w:val="00DE7014"/>
    <w:rsid w:val="00DF0CE5"/>
    <w:rsid w:val="00DF61C0"/>
    <w:rsid w:val="00E01F32"/>
    <w:rsid w:val="00E220CC"/>
    <w:rsid w:val="00E257F8"/>
    <w:rsid w:val="00E33FAB"/>
    <w:rsid w:val="00E43F32"/>
    <w:rsid w:val="00E514E8"/>
    <w:rsid w:val="00E578CC"/>
    <w:rsid w:val="00E7244B"/>
    <w:rsid w:val="00E76F35"/>
    <w:rsid w:val="00E864F4"/>
    <w:rsid w:val="00E879A4"/>
    <w:rsid w:val="00EA2779"/>
    <w:rsid w:val="00EB5D76"/>
    <w:rsid w:val="00EC40F1"/>
    <w:rsid w:val="00ED20A8"/>
    <w:rsid w:val="00EF2D8F"/>
    <w:rsid w:val="00F12F2C"/>
    <w:rsid w:val="00F17581"/>
    <w:rsid w:val="00F273B9"/>
    <w:rsid w:val="00F4001F"/>
    <w:rsid w:val="00F44CC1"/>
    <w:rsid w:val="00F60A13"/>
    <w:rsid w:val="00F61964"/>
    <w:rsid w:val="00F62DFE"/>
    <w:rsid w:val="00F63B3B"/>
    <w:rsid w:val="00F751D3"/>
    <w:rsid w:val="00F7738F"/>
    <w:rsid w:val="00F826DE"/>
    <w:rsid w:val="00F85387"/>
    <w:rsid w:val="00FA789C"/>
    <w:rsid w:val="00FB288A"/>
    <w:rsid w:val="00FE79B4"/>
    <w:rsid w:val="00FF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E4DF9"/>
    <w:pPr>
      <w:tabs>
        <w:tab w:val="center" w:pos="4677"/>
        <w:tab w:val="right" w:pos="9355"/>
      </w:tabs>
    </w:pPr>
    <w:rPr>
      <w:rFonts w:eastAsia="Calibr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D9611A"/>
  </w:style>
  <w:style w:type="paragraph" w:styleId="BalloonText">
    <w:name w:val="Balloon Text"/>
    <w:basedOn w:val="Normal"/>
    <w:link w:val="BalloonTextChar"/>
    <w:uiPriority w:val="99"/>
    <w:semiHidden/>
    <w:rsid w:val="000C7274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8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0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1127</TotalTime>
  <Pages>6</Pages>
  <Words>1231</Words>
  <Characters>7017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user</cp:lastModifiedBy>
  <cp:revision>79</cp:revision>
  <cp:lastPrinted>2020-11-05T13:18:00Z</cp:lastPrinted>
  <dcterms:created xsi:type="dcterms:W3CDTF">2014-08-15T10:50:00Z</dcterms:created>
  <dcterms:modified xsi:type="dcterms:W3CDTF">2020-11-06T07:05:00Z</dcterms:modified>
</cp:coreProperties>
</file>